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4C468DA8" w:rsidR="003254A3" w:rsidRPr="000719BB" w:rsidRDefault="00BD76C3" w:rsidP="006C2343">
      <w:pPr>
        <w:pStyle w:val="Titul2"/>
      </w:pPr>
      <w:r w:rsidRPr="00BC6CFB">
        <w:t xml:space="preserve">Příloha č. 2 </w:t>
      </w:r>
      <w:r w:rsidR="00BC6CFB" w:rsidRPr="00BC6CFB">
        <w:t>b</w:t>
      </w:r>
      <w:r w:rsidRPr="00BC6CFB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  <w:color w:val="000000" w:themeColor="text1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545B3CAA" w:rsidR="00BF54FE" w:rsidRPr="00217A8A" w:rsidRDefault="00D240E8" w:rsidP="006C2343">
          <w:pPr>
            <w:pStyle w:val="Tituldatum"/>
            <w:rPr>
              <w:rStyle w:val="Nzevakce"/>
              <w:color w:val="000000" w:themeColor="text1"/>
            </w:rPr>
          </w:pPr>
          <w:r w:rsidRPr="00217A8A">
            <w:rPr>
              <w:rStyle w:val="Nzevakce"/>
              <w:color w:val="000000" w:themeColor="text1"/>
            </w:rPr>
            <w:t xml:space="preserve">Oprava propustků na trati </w:t>
          </w:r>
          <w:proofErr w:type="spellStart"/>
          <w:r w:rsidRPr="00217A8A">
            <w:rPr>
              <w:rStyle w:val="Nzevakce"/>
              <w:color w:val="000000" w:themeColor="text1"/>
            </w:rPr>
            <w:t>odb</w:t>
          </w:r>
          <w:proofErr w:type="spellEnd"/>
          <w:r w:rsidRPr="00217A8A">
            <w:rPr>
              <w:rStyle w:val="Nzevakce"/>
              <w:color w:val="000000" w:themeColor="text1"/>
            </w:rPr>
            <w:t>. Moravice – Svobodné Heřmanice</w:t>
          </w:r>
        </w:p>
      </w:sdtContent>
    </w:sdt>
    <w:p w14:paraId="6D99332D" w14:textId="77777777" w:rsidR="00BF54FE" w:rsidRPr="00217A8A" w:rsidRDefault="00BF54FE" w:rsidP="006C2343">
      <w:pPr>
        <w:pStyle w:val="Tituldatum"/>
        <w:rPr>
          <w:color w:val="000000" w:themeColor="text1"/>
        </w:rPr>
      </w:pPr>
    </w:p>
    <w:p w14:paraId="294D42DB" w14:textId="77777777" w:rsidR="009226C1" w:rsidRPr="00217A8A" w:rsidRDefault="009226C1" w:rsidP="006C2343">
      <w:pPr>
        <w:pStyle w:val="Tituldatum"/>
        <w:rPr>
          <w:color w:val="000000" w:themeColor="text1"/>
        </w:rPr>
      </w:pPr>
    </w:p>
    <w:p w14:paraId="140A88A1" w14:textId="77777777" w:rsidR="00DA1C67" w:rsidRPr="00217A8A" w:rsidRDefault="00DA1C67" w:rsidP="006C2343">
      <w:pPr>
        <w:pStyle w:val="Tituldatum"/>
        <w:rPr>
          <w:color w:val="000000" w:themeColor="text1"/>
        </w:rPr>
      </w:pPr>
    </w:p>
    <w:p w14:paraId="73283D63" w14:textId="77777777" w:rsidR="00DA1C67" w:rsidRPr="00217A8A" w:rsidRDefault="00DA1C67" w:rsidP="006C2343">
      <w:pPr>
        <w:pStyle w:val="Tituldatum"/>
        <w:rPr>
          <w:color w:val="000000" w:themeColor="text1"/>
        </w:rPr>
      </w:pPr>
    </w:p>
    <w:p w14:paraId="69C7E1F1" w14:textId="77777777" w:rsidR="003B111D" w:rsidRPr="00217A8A" w:rsidRDefault="003B111D" w:rsidP="006C2343">
      <w:pPr>
        <w:pStyle w:val="Tituldatum"/>
        <w:rPr>
          <w:color w:val="000000" w:themeColor="text1"/>
        </w:rPr>
      </w:pPr>
    </w:p>
    <w:p w14:paraId="3433D8CE" w14:textId="4E2A1FB1" w:rsidR="00826B7B" w:rsidRPr="00217A8A" w:rsidRDefault="006C2343" w:rsidP="006C2343">
      <w:pPr>
        <w:pStyle w:val="Tituldatum"/>
        <w:rPr>
          <w:color w:val="000000" w:themeColor="text1"/>
        </w:rPr>
      </w:pPr>
      <w:r w:rsidRPr="00217A8A">
        <w:rPr>
          <w:color w:val="000000" w:themeColor="text1"/>
        </w:rPr>
        <w:t xml:space="preserve">Datum vydání: </w:t>
      </w:r>
      <w:r w:rsidRPr="00217A8A">
        <w:rPr>
          <w:color w:val="000000" w:themeColor="text1"/>
        </w:rPr>
        <w:tab/>
      </w:r>
      <w:r w:rsidR="008F3E9B" w:rsidRPr="00217A8A">
        <w:rPr>
          <w:color w:val="000000" w:themeColor="text1"/>
        </w:rPr>
        <w:t>1</w:t>
      </w:r>
      <w:r w:rsidR="00D240E8" w:rsidRPr="00217A8A">
        <w:rPr>
          <w:color w:val="000000" w:themeColor="text1"/>
        </w:rPr>
        <w:t>6. 06. 2023</w:t>
      </w:r>
      <w:r w:rsidR="0076790E" w:rsidRPr="00217A8A">
        <w:rPr>
          <w:color w:val="000000" w:themeColor="text1"/>
        </w:rPr>
        <w:t xml:space="preserve"> </w:t>
      </w:r>
    </w:p>
    <w:p w14:paraId="377EE8BF" w14:textId="77777777" w:rsidR="0002642A" w:rsidRDefault="0002642A" w:rsidP="0002642A">
      <w:pPr>
        <w:pStyle w:val="ZTPinfo-text"/>
        <w:rPr>
          <w:b/>
        </w:rPr>
      </w:pPr>
    </w:p>
    <w:p w14:paraId="3DC992D0" w14:textId="77777777" w:rsidR="0002642A" w:rsidRDefault="0002642A" w:rsidP="0002642A">
      <w:pPr>
        <w:pStyle w:val="ZTPinfo-text"/>
        <w:rPr>
          <w:b/>
        </w:rPr>
      </w:pPr>
    </w:p>
    <w:p w14:paraId="12EDD888" w14:textId="77777777" w:rsidR="0002642A" w:rsidRDefault="0002642A" w:rsidP="0002642A">
      <w:pPr>
        <w:pStyle w:val="ZTPinfo-text"/>
        <w:rPr>
          <w:b/>
        </w:rPr>
      </w:pPr>
    </w:p>
    <w:p w14:paraId="383AD8B3" w14:textId="77777777" w:rsidR="0002642A" w:rsidRDefault="0002642A" w:rsidP="0002642A">
      <w:pPr>
        <w:pStyle w:val="ZTPinfo-text"/>
        <w:rPr>
          <w:b/>
        </w:rPr>
      </w:pPr>
    </w:p>
    <w:p w14:paraId="5E5F5741" w14:textId="77777777" w:rsidR="0002642A" w:rsidRDefault="0002642A" w:rsidP="0002642A">
      <w:pPr>
        <w:pStyle w:val="ZTPinfo-text"/>
        <w:rPr>
          <w:b/>
        </w:rPr>
      </w:pPr>
    </w:p>
    <w:p w14:paraId="00F27DB9" w14:textId="77777777" w:rsidR="0002642A" w:rsidRDefault="0002642A" w:rsidP="0002642A">
      <w:pPr>
        <w:pStyle w:val="ZTPinfo-text"/>
        <w:rPr>
          <w:b/>
        </w:rPr>
      </w:pPr>
    </w:p>
    <w:p w14:paraId="48629ED3" w14:textId="77777777"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14:paraId="12533542" w14:textId="17BA40E3" w:rsidR="00C770CE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7791083" w:history="1">
        <w:r w:rsidR="00C770CE" w:rsidRPr="00801844">
          <w:rPr>
            <w:rStyle w:val="Hypertextovodkaz"/>
          </w:rPr>
          <w:t>SEZNAM ZKRATEK</w:t>
        </w:r>
        <w:r w:rsidR="00C770CE">
          <w:rPr>
            <w:noProof/>
            <w:webHidden/>
          </w:rPr>
          <w:tab/>
        </w:r>
        <w:r w:rsidR="00C770CE">
          <w:rPr>
            <w:noProof/>
            <w:webHidden/>
          </w:rPr>
          <w:fldChar w:fldCharType="begin"/>
        </w:r>
        <w:r w:rsidR="00C770CE">
          <w:rPr>
            <w:noProof/>
            <w:webHidden/>
          </w:rPr>
          <w:instrText xml:space="preserve"> PAGEREF _Toc137791083 \h </w:instrText>
        </w:r>
        <w:r w:rsidR="00C770CE">
          <w:rPr>
            <w:noProof/>
            <w:webHidden/>
          </w:rPr>
        </w:r>
        <w:r w:rsidR="00C770CE">
          <w:rPr>
            <w:noProof/>
            <w:webHidden/>
          </w:rPr>
          <w:fldChar w:fldCharType="separate"/>
        </w:r>
        <w:r w:rsidR="00C03139">
          <w:rPr>
            <w:noProof/>
            <w:webHidden/>
          </w:rPr>
          <w:t>2</w:t>
        </w:r>
        <w:r w:rsidR="00C770CE">
          <w:rPr>
            <w:noProof/>
            <w:webHidden/>
          </w:rPr>
          <w:fldChar w:fldCharType="end"/>
        </w:r>
      </w:hyperlink>
    </w:p>
    <w:p w14:paraId="1D2EF30E" w14:textId="4EA355B9" w:rsidR="00C770CE" w:rsidRDefault="00C33E9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7791084" w:history="1">
        <w:r w:rsidR="00C770CE" w:rsidRPr="00801844">
          <w:rPr>
            <w:rStyle w:val="Hypertextovodkaz"/>
          </w:rPr>
          <w:t>Pojmy a definice</w:t>
        </w:r>
        <w:r w:rsidR="00C770CE">
          <w:rPr>
            <w:noProof/>
            <w:webHidden/>
          </w:rPr>
          <w:tab/>
        </w:r>
        <w:r w:rsidR="00C770CE">
          <w:rPr>
            <w:noProof/>
            <w:webHidden/>
          </w:rPr>
          <w:fldChar w:fldCharType="begin"/>
        </w:r>
        <w:r w:rsidR="00C770CE">
          <w:rPr>
            <w:noProof/>
            <w:webHidden/>
          </w:rPr>
          <w:instrText xml:space="preserve"> PAGEREF _Toc137791084 \h </w:instrText>
        </w:r>
        <w:r w:rsidR="00C770CE">
          <w:rPr>
            <w:noProof/>
            <w:webHidden/>
          </w:rPr>
        </w:r>
        <w:r w:rsidR="00C770CE">
          <w:rPr>
            <w:noProof/>
            <w:webHidden/>
          </w:rPr>
          <w:fldChar w:fldCharType="separate"/>
        </w:r>
        <w:r w:rsidR="00C03139">
          <w:rPr>
            <w:noProof/>
            <w:webHidden/>
          </w:rPr>
          <w:t>3</w:t>
        </w:r>
        <w:r w:rsidR="00C770CE">
          <w:rPr>
            <w:noProof/>
            <w:webHidden/>
          </w:rPr>
          <w:fldChar w:fldCharType="end"/>
        </w:r>
      </w:hyperlink>
    </w:p>
    <w:p w14:paraId="2D2F1DE7" w14:textId="01F5D9E7" w:rsidR="00C770CE" w:rsidRDefault="00C33E9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7791085" w:history="1">
        <w:r w:rsidR="00C770CE" w:rsidRPr="00801844">
          <w:rPr>
            <w:rStyle w:val="Hypertextovodkaz"/>
          </w:rPr>
          <w:t>1.</w:t>
        </w:r>
        <w:r w:rsidR="00C770CE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C770CE" w:rsidRPr="00801844">
          <w:rPr>
            <w:rStyle w:val="Hypertextovodkaz"/>
          </w:rPr>
          <w:t>SPECIFIKACE PŘEDMĚTU DÍLA</w:t>
        </w:r>
        <w:r w:rsidR="00C770CE">
          <w:rPr>
            <w:noProof/>
            <w:webHidden/>
          </w:rPr>
          <w:tab/>
        </w:r>
        <w:r w:rsidR="00C770CE">
          <w:rPr>
            <w:noProof/>
            <w:webHidden/>
          </w:rPr>
          <w:fldChar w:fldCharType="begin"/>
        </w:r>
        <w:r w:rsidR="00C770CE">
          <w:rPr>
            <w:noProof/>
            <w:webHidden/>
          </w:rPr>
          <w:instrText xml:space="preserve"> PAGEREF _Toc137791085 \h </w:instrText>
        </w:r>
        <w:r w:rsidR="00C770CE">
          <w:rPr>
            <w:noProof/>
            <w:webHidden/>
          </w:rPr>
        </w:r>
        <w:r w:rsidR="00C770CE">
          <w:rPr>
            <w:noProof/>
            <w:webHidden/>
          </w:rPr>
          <w:fldChar w:fldCharType="separate"/>
        </w:r>
        <w:r w:rsidR="00C03139">
          <w:rPr>
            <w:noProof/>
            <w:webHidden/>
          </w:rPr>
          <w:t>4</w:t>
        </w:r>
        <w:r w:rsidR="00C770CE">
          <w:rPr>
            <w:noProof/>
            <w:webHidden/>
          </w:rPr>
          <w:fldChar w:fldCharType="end"/>
        </w:r>
      </w:hyperlink>
    </w:p>
    <w:p w14:paraId="039AFB24" w14:textId="3B9D7ACE" w:rsidR="00C770CE" w:rsidRDefault="00C33E92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7791086" w:history="1">
        <w:r w:rsidR="00C770CE" w:rsidRPr="00801844">
          <w:rPr>
            <w:rStyle w:val="Hypertextovodkaz"/>
            <w:rFonts w:asciiTheme="majorHAnsi" w:hAnsiTheme="majorHAnsi"/>
          </w:rPr>
          <w:t>1.1</w:t>
        </w:r>
        <w:r w:rsidR="00C770CE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C770CE" w:rsidRPr="00801844">
          <w:rPr>
            <w:rStyle w:val="Hypertextovodkaz"/>
          </w:rPr>
          <w:t>Účel a rozsah předmětu Díla</w:t>
        </w:r>
        <w:r w:rsidR="00C770CE">
          <w:rPr>
            <w:noProof/>
            <w:webHidden/>
          </w:rPr>
          <w:tab/>
        </w:r>
        <w:r w:rsidR="00C770CE">
          <w:rPr>
            <w:noProof/>
            <w:webHidden/>
          </w:rPr>
          <w:fldChar w:fldCharType="begin"/>
        </w:r>
        <w:r w:rsidR="00C770CE">
          <w:rPr>
            <w:noProof/>
            <w:webHidden/>
          </w:rPr>
          <w:instrText xml:space="preserve"> PAGEREF _Toc137791086 \h </w:instrText>
        </w:r>
        <w:r w:rsidR="00C770CE">
          <w:rPr>
            <w:noProof/>
            <w:webHidden/>
          </w:rPr>
        </w:r>
        <w:r w:rsidR="00C770CE">
          <w:rPr>
            <w:noProof/>
            <w:webHidden/>
          </w:rPr>
          <w:fldChar w:fldCharType="separate"/>
        </w:r>
        <w:r w:rsidR="00C03139">
          <w:rPr>
            <w:noProof/>
            <w:webHidden/>
          </w:rPr>
          <w:t>4</w:t>
        </w:r>
        <w:r w:rsidR="00C770CE">
          <w:rPr>
            <w:noProof/>
            <w:webHidden/>
          </w:rPr>
          <w:fldChar w:fldCharType="end"/>
        </w:r>
      </w:hyperlink>
    </w:p>
    <w:p w14:paraId="6BA14DD8" w14:textId="47AB5C2B" w:rsidR="00C770CE" w:rsidRDefault="00C33E92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7791087" w:history="1">
        <w:r w:rsidR="00C770CE" w:rsidRPr="00801844">
          <w:rPr>
            <w:rStyle w:val="Hypertextovodkaz"/>
            <w:rFonts w:asciiTheme="majorHAnsi" w:hAnsiTheme="majorHAnsi"/>
          </w:rPr>
          <w:t>1.2</w:t>
        </w:r>
        <w:r w:rsidR="00C770CE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C770CE" w:rsidRPr="00801844">
          <w:rPr>
            <w:rStyle w:val="Hypertextovodkaz"/>
          </w:rPr>
          <w:t>Umístění stavby</w:t>
        </w:r>
        <w:r w:rsidR="00C770CE">
          <w:rPr>
            <w:noProof/>
            <w:webHidden/>
          </w:rPr>
          <w:tab/>
        </w:r>
        <w:r w:rsidR="00C770CE">
          <w:rPr>
            <w:noProof/>
            <w:webHidden/>
          </w:rPr>
          <w:fldChar w:fldCharType="begin"/>
        </w:r>
        <w:r w:rsidR="00C770CE">
          <w:rPr>
            <w:noProof/>
            <w:webHidden/>
          </w:rPr>
          <w:instrText xml:space="preserve"> PAGEREF _Toc137791087 \h </w:instrText>
        </w:r>
        <w:r w:rsidR="00C770CE">
          <w:rPr>
            <w:noProof/>
            <w:webHidden/>
          </w:rPr>
        </w:r>
        <w:r w:rsidR="00C770CE">
          <w:rPr>
            <w:noProof/>
            <w:webHidden/>
          </w:rPr>
          <w:fldChar w:fldCharType="separate"/>
        </w:r>
        <w:r w:rsidR="00C03139">
          <w:rPr>
            <w:noProof/>
            <w:webHidden/>
          </w:rPr>
          <w:t>5</w:t>
        </w:r>
        <w:r w:rsidR="00C770CE">
          <w:rPr>
            <w:noProof/>
            <w:webHidden/>
          </w:rPr>
          <w:fldChar w:fldCharType="end"/>
        </w:r>
      </w:hyperlink>
    </w:p>
    <w:p w14:paraId="26345965" w14:textId="18752898" w:rsidR="00C770CE" w:rsidRDefault="00C33E9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7791088" w:history="1">
        <w:r w:rsidR="00C770CE" w:rsidRPr="00801844">
          <w:rPr>
            <w:rStyle w:val="Hypertextovodkaz"/>
          </w:rPr>
          <w:t>2.</w:t>
        </w:r>
        <w:r w:rsidR="00C770CE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C770CE" w:rsidRPr="00801844">
          <w:rPr>
            <w:rStyle w:val="Hypertextovodkaz"/>
          </w:rPr>
          <w:t>PŘEHLED VÝCHOZÍCH PODKLADŮ</w:t>
        </w:r>
        <w:r w:rsidR="00C770CE">
          <w:rPr>
            <w:noProof/>
            <w:webHidden/>
          </w:rPr>
          <w:tab/>
        </w:r>
        <w:r w:rsidR="00C770CE">
          <w:rPr>
            <w:noProof/>
            <w:webHidden/>
          </w:rPr>
          <w:fldChar w:fldCharType="begin"/>
        </w:r>
        <w:r w:rsidR="00C770CE">
          <w:rPr>
            <w:noProof/>
            <w:webHidden/>
          </w:rPr>
          <w:instrText xml:space="preserve"> PAGEREF _Toc137791088 \h </w:instrText>
        </w:r>
        <w:r w:rsidR="00C770CE">
          <w:rPr>
            <w:noProof/>
            <w:webHidden/>
          </w:rPr>
        </w:r>
        <w:r w:rsidR="00C770CE">
          <w:rPr>
            <w:noProof/>
            <w:webHidden/>
          </w:rPr>
          <w:fldChar w:fldCharType="separate"/>
        </w:r>
        <w:r w:rsidR="00C03139">
          <w:rPr>
            <w:noProof/>
            <w:webHidden/>
          </w:rPr>
          <w:t>5</w:t>
        </w:r>
        <w:r w:rsidR="00C770CE">
          <w:rPr>
            <w:noProof/>
            <w:webHidden/>
          </w:rPr>
          <w:fldChar w:fldCharType="end"/>
        </w:r>
      </w:hyperlink>
    </w:p>
    <w:p w14:paraId="41565055" w14:textId="46B0F23D" w:rsidR="00C770CE" w:rsidRDefault="00C33E92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7791089" w:history="1">
        <w:r w:rsidR="00C770CE" w:rsidRPr="00801844">
          <w:rPr>
            <w:rStyle w:val="Hypertextovodkaz"/>
            <w:rFonts w:asciiTheme="majorHAnsi" w:hAnsiTheme="majorHAnsi"/>
          </w:rPr>
          <w:t>2.1</w:t>
        </w:r>
        <w:r w:rsidR="00C770CE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C770CE" w:rsidRPr="00801844">
          <w:rPr>
            <w:rStyle w:val="Hypertextovodkaz"/>
          </w:rPr>
          <w:t>Projektová dokumentace</w:t>
        </w:r>
        <w:r w:rsidR="00C770CE">
          <w:rPr>
            <w:noProof/>
            <w:webHidden/>
          </w:rPr>
          <w:tab/>
        </w:r>
        <w:r w:rsidR="00C770CE">
          <w:rPr>
            <w:noProof/>
            <w:webHidden/>
          </w:rPr>
          <w:fldChar w:fldCharType="begin"/>
        </w:r>
        <w:r w:rsidR="00C770CE">
          <w:rPr>
            <w:noProof/>
            <w:webHidden/>
          </w:rPr>
          <w:instrText xml:space="preserve"> PAGEREF _Toc137791089 \h </w:instrText>
        </w:r>
        <w:r w:rsidR="00C770CE">
          <w:rPr>
            <w:noProof/>
            <w:webHidden/>
          </w:rPr>
        </w:r>
        <w:r w:rsidR="00C770CE">
          <w:rPr>
            <w:noProof/>
            <w:webHidden/>
          </w:rPr>
          <w:fldChar w:fldCharType="separate"/>
        </w:r>
        <w:r w:rsidR="00C03139">
          <w:rPr>
            <w:noProof/>
            <w:webHidden/>
          </w:rPr>
          <w:t>5</w:t>
        </w:r>
        <w:r w:rsidR="00C770CE">
          <w:rPr>
            <w:noProof/>
            <w:webHidden/>
          </w:rPr>
          <w:fldChar w:fldCharType="end"/>
        </w:r>
      </w:hyperlink>
    </w:p>
    <w:p w14:paraId="2754A226" w14:textId="0A927367" w:rsidR="00C770CE" w:rsidRDefault="00C33E92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7791090" w:history="1">
        <w:r w:rsidR="00C770CE" w:rsidRPr="00801844">
          <w:rPr>
            <w:rStyle w:val="Hypertextovodkaz"/>
            <w:rFonts w:asciiTheme="majorHAnsi" w:hAnsiTheme="majorHAnsi"/>
          </w:rPr>
          <w:t>2.2</w:t>
        </w:r>
        <w:r w:rsidR="00C770CE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C770CE" w:rsidRPr="00801844">
          <w:rPr>
            <w:rStyle w:val="Hypertextovodkaz"/>
          </w:rPr>
          <w:t>Související dokumentace</w:t>
        </w:r>
        <w:r w:rsidR="00C770CE">
          <w:rPr>
            <w:noProof/>
            <w:webHidden/>
          </w:rPr>
          <w:tab/>
        </w:r>
        <w:r w:rsidR="00C770CE">
          <w:rPr>
            <w:noProof/>
            <w:webHidden/>
          </w:rPr>
          <w:fldChar w:fldCharType="begin"/>
        </w:r>
        <w:r w:rsidR="00C770CE">
          <w:rPr>
            <w:noProof/>
            <w:webHidden/>
          </w:rPr>
          <w:instrText xml:space="preserve"> PAGEREF _Toc137791090 \h </w:instrText>
        </w:r>
        <w:r w:rsidR="00C770CE">
          <w:rPr>
            <w:noProof/>
            <w:webHidden/>
          </w:rPr>
        </w:r>
        <w:r w:rsidR="00C770CE">
          <w:rPr>
            <w:noProof/>
            <w:webHidden/>
          </w:rPr>
          <w:fldChar w:fldCharType="separate"/>
        </w:r>
        <w:r w:rsidR="00C03139">
          <w:rPr>
            <w:noProof/>
            <w:webHidden/>
          </w:rPr>
          <w:t>5</w:t>
        </w:r>
        <w:r w:rsidR="00C770CE">
          <w:rPr>
            <w:noProof/>
            <w:webHidden/>
          </w:rPr>
          <w:fldChar w:fldCharType="end"/>
        </w:r>
      </w:hyperlink>
    </w:p>
    <w:p w14:paraId="74DD5A67" w14:textId="77D4D8AF" w:rsidR="00C770CE" w:rsidRDefault="00C33E9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7791091" w:history="1">
        <w:r w:rsidR="00C770CE" w:rsidRPr="00801844">
          <w:rPr>
            <w:rStyle w:val="Hypertextovodkaz"/>
          </w:rPr>
          <w:t>3.</w:t>
        </w:r>
        <w:r w:rsidR="00C770CE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C770CE" w:rsidRPr="00801844">
          <w:rPr>
            <w:rStyle w:val="Hypertextovodkaz"/>
          </w:rPr>
          <w:t>KOORDINACE S JINÝMI STAVBAMI</w:t>
        </w:r>
        <w:r w:rsidR="00C770CE">
          <w:rPr>
            <w:noProof/>
            <w:webHidden/>
          </w:rPr>
          <w:tab/>
        </w:r>
        <w:r w:rsidR="00C770CE">
          <w:rPr>
            <w:noProof/>
            <w:webHidden/>
          </w:rPr>
          <w:fldChar w:fldCharType="begin"/>
        </w:r>
        <w:r w:rsidR="00C770CE">
          <w:rPr>
            <w:noProof/>
            <w:webHidden/>
          </w:rPr>
          <w:instrText xml:space="preserve"> PAGEREF _Toc137791091 \h </w:instrText>
        </w:r>
        <w:r w:rsidR="00C770CE">
          <w:rPr>
            <w:noProof/>
            <w:webHidden/>
          </w:rPr>
        </w:r>
        <w:r w:rsidR="00C770CE">
          <w:rPr>
            <w:noProof/>
            <w:webHidden/>
          </w:rPr>
          <w:fldChar w:fldCharType="separate"/>
        </w:r>
        <w:r w:rsidR="00C03139">
          <w:rPr>
            <w:noProof/>
            <w:webHidden/>
          </w:rPr>
          <w:t>5</w:t>
        </w:r>
        <w:r w:rsidR="00C770CE">
          <w:rPr>
            <w:noProof/>
            <w:webHidden/>
          </w:rPr>
          <w:fldChar w:fldCharType="end"/>
        </w:r>
      </w:hyperlink>
    </w:p>
    <w:p w14:paraId="6AE21003" w14:textId="7559E0D8" w:rsidR="00C770CE" w:rsidRDefault="00C33E9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7791092" w:history="1">
        <w:r w:rsidR="00C770CE" w:rsidRPr="00801844">
          <w:rPr>
            <w:rStyle w:val="Hypertextovodkaz"/>
          </w:rPr>
          <w:t>4.</w:t>
        </w:r>
        <w:r w:rsidR="00C770CE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C770CE" w:rsidRPr="00801844">
          <w:rPr>
            <w:rStyle w:val="Hypertextovodkaz"/>
          </w:rPr>
          <w:t>Zvláštní TECHNICKÉ podmímky a požadavky na PROVEDENÍ DÍLA</w:t>
        </w:r>
        <w:r w:rsidR="00C770CE">
          <w:rPr>
            <w:noProof/>
            <w:webHidden/>
          </w:rPr>
          <w:tab/>
        </w:r>
        <w:r w:rsidR="00C770CE">
          <w:rPr>
            <w:noProof/>
            <w:webHidden/>
          </w:rPr>
          <w:fldChar w:fldCharType="begin"/>
        </w:r>
        <w:r w:rsidR="00C770CE">
          <w:rPr>
            <w:noProof/>
            <w:webHidden/>
          </w:rPr>
          <w:instrText xml:space="preserve"> PAGEREF _Toc137791092 \h </w:instrText>
        </w:r>
        <w:r w:rsidR="00C770CE">
          <w:rPr>
            <w:noProof/>
            <w:webHidden/>
          </w:rPr>
        </w:r>
        <w:r w:rsidR="00C770CE">
          <w:rPr>
            <w:noProof/>
            <w:webHidden/>
          </w:rPr>
          <w:fldChar w:fldCharType="separate"/>
        </w:r>
        <w:r w:rsidR="00C03139">
          <w:rPr>
            <w:noProof/>
            <w:webHidden/>
          </w:rPr>
          <w:t>6</w:t>
        </w:r>
        <w:r w:rsidR="00C770CE">
          <w:rPr>
            <w:noProof/>
            <w:webHidden/>
          </w:rPr>
          <w:fldChar w:fldCharType="end"/>
        </w:r>
      </w:hyperlink>
    </w:p>
    <w:p w14:paraId="7D8D20D2" w14:textId="0F829830" w:rsidR="00C770CE" w:rsidRDefault="00C33E92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7791093" w:history="1">
        <w:r w:rsidR="00C770CE" w:rsidRPr="00801844">
          <w:rPr>
            <w:rStyle w:val="Hypertextovodkaz"/>
            <w:rFonts w:asciiTheme="majorHAnsi" w:hAnsiTheme="majorHAnsi"/>
          </w:rPr>
          <w:t>4.1</w:t>
        </w:r>
        <w:r w:rsidR="00C770CE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C770CE" w:rsidRPr="00801844">
          <w:rPr>
            <w:rStyle w:val="Hypertextovodkaz"/>
          </w:rPr>
          <w:t>Všeobecně</w:t>
        </w:r>
        <w:r w:rsidR="00C770CE">
          <w:rPr>
            <w:noProof/>
            <w:webHidden/>
          </w:rPr>
          <w:tab/>
        </w:r>
        <w:r w:rsidR="00C770CE">
          <w:rPr>
            <w:noProof/>
            <w:webHidden/>
          </w:rPr>
          <w:fldChar w:fldCharType="begin"/>
        </w:r>
        <w:r w:rsidR="00C770CE">
          <w:rPr>
            <w:noProof/>
            <w:webHidden/>
          </w:rPr>
          <w:instrText xml:space="preserve"> PAGEREF _Toc137791093 \h </w:instrText>
        </w:r>
        <w:r w:rsidR="00C770CE">
          <w:rPr>
            <w:noProof/>
            <w:webHidden/>
          </w:rPr>
        </w:r>
        <w:r w:rsidR="00C770CE">
          <w:rPr>
            <w:noProof/>
            <w:webHidden/>
          </w:rPr>
          <w:fldChar w:fldCharType="separate"/>
        </w:r>
        <w:r w:rsidR="00C03139">
          <w:rPr>
            <w:noProof/>
            <w:webHidden/>
          </w:rPr>
          <w:t>6</w:t>
        </w:r>
        <w:r w:rsidR="00C770CE">
          <w:rPr>
            <w:noProof/>
            <w:webHidden/>
          </w:rPr>
          <w:fldChar w:fldCharType="end"/>
        </w:r>
      </w:hyperlink>
    </w:p>
    <w:p w14:paraId="2A31217C" w14:textId="008A575D" w:rsidR="00C770CE" w:rsidRDefault="00C33E92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7791094" w:history="1">
        <w:r w:rsidR="00C770CE" w:rsidRPr="00801844">
          <w:rPr>
            <w:rStyle w:val="Hypertextovodkaz"/>
            <w:rFonts w:asciiTheme="majorHAnsi" w:hAnsiTheme="majorHAnsi"/>
          </w:rPr>
          <w:t>4.2</w:t>
        </w:r>
        <w:r w:rsidR="00C770CE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C770CE" w:rsidRPr="00801844">
          <w:rPr>
            <w:rStyle w:val="Hypertextovodkaz"/>
          </w:rPr>
          <w:t>Zeměměřická činnost zhotovitele</w:t>
        </w:r>
        <w:r w:rsidR="00C770CE">
          <w:rPr>
            <w:noProof/>
            <w:webHidden/>
          </w:rPr>
          <w:tab/>
        </w:r>
        <w:r w:rsidR="00C770CE">
          <w:rPr>
            <w:noProof/>
            <w:webHidden/>
          </w:rPr>
          <w:fldChar w:fldCharType="begin"/>
        </w:r>
        <w:r w:rsidR="00C770CE">
          <w:rPr>
            <w:noProof/>
            <w:webHidden/>
          </w:rPr>
          <w:instrText xml:space="preserve"> PAGEREF _Toc137791094 \h </w:instrText>
        </w:r>
        <w:r w:rsidR="00C770CE">
          <w:rPr>
            <w:noProof/>
            <w:webHidden/>
          </w:rPr>
        </w:r>
        <w:r w:rsidR="00C770CE">
          <w:rPr>
            <w:noProof/>
            <w:webHidden/>
          </w:rPr>
          <w:fldChar w:fldCharType="separate"/>
        </w:r>
        <w:r w:rsidR="00C03139">
          <w:rPr>
            <w:noProof/>
            <w:webHidden/>
          </w:rPr>
          <w:t>12</w:t>
        </w:r>
        <w:r w:rsidR="00C770CE">
          <w:rPr>
            <w:noProof/>
            <w:webHidden/>
          </w:rPr>
          <w:fldChar w:fldCharType="end"/>
        </w:r>
      </w:hyperlink>
    </w:p>
    <w:p w14:paraId="39DE5C00" w14:textId="1876E2DA" w:rsidR="00C770CE" w:rsidRDefault="00C33E92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7791095" w:history="1">
        <w:r w:rsidR="00C770CE" w:rsidRPr="00801844">
          <w:rPr>
            <w:rStyle w:val="Hypertextovodkaz"/>
            <w:rFonts w:asciiTheme="majorHAnsi" w:hAnsiTheme="majorHAnsi"/>
          </w:rPr>
          <w:t>4.3</w:t>
        </w:r>
        <w:r w:rsidR="00C770CE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C770CE" w:rsidRPr="00801844">
          <w:rPr>
            <w:rStyle w:val="Hypertextovodkaz"/>
          </w:rPr>
          <w:t>Doklady předkládané zhotovitelem</w:t>
        </w:r>
        <w:r w:rsidR="00C770CE">
          <w:rPr>
            <w:noProof/>
            <w:webHidden/>
          </w:rPr>
          <w:tab/>
        </w:r>
        <w:r w:rsidR="00C770CE">
          <w:rPr>
            <w:noProof/>
            <w:webHidden/>
          </w:rPr>
          <w:fldChar w:fldCharType="begin"/>
        </w:r>
        <w:r w:rsidR="00C770CE">
          <w:rPr>
            <w:noProof/>
            <w:webHidden/>
          </w:rPr>
          <w:instrText xml:space="preserve"> PAGEREF _Toc137791095 \h </w:instrText>
        </w:r>
        <w:r w:rsidR="00C770CE">
          <w:rPr>
            <w:noProof/>
            <w:webHidden/>
          </w:rPr>
        </w:r>
        <w:r w:rsidR="00C770CE">
          <w:rPr>
            <w:noProof/>
            <w:webHidden/>
          </w:rPr>
          <w:fldChar w:fldCharType="separate"/>
        </w:r>
        <w:r w:rsidR="00C03139">
          <w:rPr>
            <w:noProof/>
            <w:webHidden/>
          </w:rPr>
          <w:t>14</w:t>
        </w:r>
        <w:r w:rsidR="00C770CE">
          <w:rPr>
            <w:noProof/>
            <w:webHidden/>
          </w:rPr>
          <w:fldChar w:fldCharType="end"/>
        </w:r>
      </w:hyperlink>
    </w:p>
    <w:p w14:paraId="227C508E" w14:textId="2C6CA1EE" w:rsidR="00C770CE" w:rsidRDefault="00C33E92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7791096" w:history="1">
        <w:r w:rsidR="00C770CE" w:rsidRPr="00801844">
          <w:rPr>
            <w:rStyle w:val="Hypertextovodkaz"/>
            <w:rFonts w:asciiTheme="majorHAnsi" w:hAnsiTheme="majorHAnsi"/>
          </w:rPr>
          <w:t>4.4</w:t>
        </w:r>
        <w:r w:rsidR="00C770CE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C770CE" w:rsidRPr="00801844">
          <w:rPr>
            <w:rStyle w:val="Hypertextovodkaz"/>
          </w:rPr>
          <w:t>Dokumentace zhotovitele pro stavbu</w:t>
        </w:r>
        <w:r w:rsidR="00C770CE">
          <w:rPr>
            <w:noProof/>
            <w:webHidden/>
          </w:rPr>
          <w:tab/>
        </w:r>
        <w:r w:rsidR="00C770CE">
          <w:rPr>
            <w:noProof/>
            <w:webHidden/>
          </w:rPr>
          <w:fldChar w:fldCharType="begin"/>
        </w:r>
        <w:r w:rsidR="00C770CE">
          <w:rPr>
            <w:noProof/>
            <w:webHidden/>
          </w:rPr>
          <w:instrText xml:space="preserve"> PAGEREF _Toc137791096 \h </w:instrText>
        </w:r>
        <w:r w:rsidR="00C770CE">
          <w:rPr>
            <w:noProof/>
            <w:webHidden/>
          </w:rPr>
        </w:r>
        <w:r w:rsidR="00C770CE">
          <w:rPr>
            <w:noProof/>
            <w:webHidden/>
          </w:rPr>
          <w:fldChar w:fldCharType="separate"/>
        </w:r>
        <w:r w:rsidR="00C03139">
          <w:rPr>
            <w:noProof/>
            <w:webHidden/>
          </w:rPr>
          <w:t>14</w:t>
        </w:r>
        <w:r w:rsidR="00C770CE">
          <w:rPr>
            <w:noProof/>
            <w:webHidden/>
          </w:rPr>
          <w:fldChar w:fldCharType="end"/>
        </w:r>
      </w:hyperlink>
    </w:p>
    <w:p w14:paraId="162B2849" w14:textId="3978FE4A" w:rsidR="00C770CE" w:rsidRDefault="00C33E92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7791097" w:history="1">
        <w:r w:rsidR="00C770CE" w:rsidRPr="00801844">
          <w:rPr>
            <w:rStyle w:val="Hypertextovodkaz"/>
            <w:rFonts w:asciiTheme="majorHAnsi" w:hAnsiTheme="majorHAnsi"/>
          </w:rPr>
          <w:t>4.5</w:t>
        </w:r>
        <w:r w:rsidR="00C770CE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C770CE" w:rsidRPr="00801844">
          <w:rPr>
            <w:rStyle w:val="Hypertextovodkaz"/>
          </w:rPr>
          <w:t>Dokumentace skutečného provedení stavby</w:t>
        </w:r>
        <w:r w:rsidR="00C770CE">
          <w:rPr>
            <w:noProof/>
            <w:webHidden/>
          </w:rPr>
          <w:tab/>
        </w:r>
        <w:r w:rsidR="00C770CE">
          <w:rPr>
            <w:noProof/>
            <w:webHidden/>
          </w:rPr>
          <w:fldChar w:fldCharType="begin"/>
        </w:r>
        <w:r w:rsidR="00C770CE">
          <w:rPr>
            <w:noProof/>
            <w:webHidden/>
          </w:rPr>
          <w:instrText xml:space="preserve"> PAGEREF _Toc137791097 \h </w:instrText>
        </w:r>
        <w:r w:rsidR="00C770CE">
          <w:rPr>
            <w:noProof/>
            <w:webHidden/>
          </w:rPr>
        </w:r>
        <w:r w:rsidR="00C770CE">
          <w:rPr>
            <w:noProof/>
            <w:webHidden/>
          </w:rPr>
          <w:fldChar w:fldCharType="separate"/>
        </w:r>
        <w:r w:rsidR="00C03139">
          <w:rPr>
            <w:noProof/>
            <w:webHidden/>
          </w:rPr>
          <w:t>14</w:t>
        </w:r>
        <w:r w:rsidR="00C770CE">
          <w:rPr>
            <w:noProof/>
            <w:webHidden/>
          </w:rPr>
          <w:fldChar w:fldCharType="end"/>
        </w:r>
      </w:hyperlink>
    </w:p>
    <w:p w14:paraId="10B5440D" w14:textId="1B5AA75B" w:rsidR="00C770CE" w:rsidRDefault="00C33E92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7791098" w:history="1">
        <w:r w:rsidR="00C770CE" w:rsidRPr="00801844">
          <w:rPr>
            <w:rStyle w:val="Hypertextovodkaz"/>
            <w:rFonts w:asciiTheme="majorHAnsi" w:hAnsiTheme="majorHAnsi"/>
          </w:rPr>
          <w:t>4.6</w:t>
        </w:r>
        <w:r w:rsidR="00C770CE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C770CE" w:rsidRPr="00801844">
          <w:rPr>
            <w:rStyle w:val="Hypertextovodkaz"/>
          </w:rPr>
          <w:t>Zabezpečovací zařízení</w:t>
        </w:r>
        <w:r w:rsidR="00C770CE">
          <w:rPr>
            <w:noProof/>
            <w:webHidden/>
          </w:rPr>
          <w:tab/>
        </w:r>
        <w:r w:rsidR="00C770CE">
          <w:rPr>
            <w:noProof/>
            <w:webHidden/>
          </w:rPr>
          <w:fldChar w:fldCharType="begin"/>
        </w:r>
        <w:r w:rsidR="00C770CE">
          <w:rPr>
            <w:noProof/>
            <w:webHidden/>
          </w:rPr>
          <w:instrText xml:space="preserve"> PAGEREF _Toc137791098 \h </w:instrText>
        </w:r>
        <w:r w:rsidR="00C770CE">
          <w:rPr>
            <w:noProof/>
            <w:webHidden/>
          </w:rPr>
        </w:r>
        <w:r w:rsidR="00C770CE">
          <w:rPr>
            <w:noProof/>
            <w:webHidden/>
          </w:rPr>
          <w:fldChar w:fldCharType="separate"/>
        </w:r>
        <w:r w:rsidR="00C03139">
          <w:rPr>
            <w:noProof/>
            <w:webHidden/>
          </w:rPr>
          <w:t>15</w:t>
        </w:r>
        <w:r w:rsidR="00C770CE">
          <w:rPr>
            <w:noProof/>
            <w:webHidden/>
          </w:rPr>
          <w:fldChar w:fldCharType="end"/>
        </w:r>
      </w:hyperlink>
    </w:p>
    <w:p w14:paraId="15005DCC" w14:textId="32217008" w:rsidR="00C770CE" w:rsidRDefault="00C33E92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7791099" w:history="1">
        <w:r w:rsidR="00C770CE" w:rsidRPr="00801844">
          <w:rPr>
            <w:rStyle w:val="Hypertextovodkaz"/>
            <w:rFonts w:asciiTheme="majorHAnsi" w:hAnsiTheme="majorHAnsi"/>
          </w:rPr>
          <w:t>4.7</w:t>
        </w:r>
        <w:r w:rsidR="00C770CE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C770CE" w:rsidRPr="00801844">
          <w:rPr>
            <w:rStyle w:val="Hypertextovodkaz"/>
          </w:rPr>
          <w:t>Sdělovací zařízení</w:t>
        </w:r>
        <w:r w:rsidR="00C770CE">
          <w:rPr>
            <w:noProof/>
            <w:webHidden/>
          </w:rPr>
          <w:tab/>
        </w:r>
        <w:r w:rsidR="00C770CE">
          <w:rPr>
            <w:noProof/>
            <w:webHidden/>
          </w:rPr>
          <w:fldChar w:fldCharType="begin"/>
        </w:r>
        <w:r w:rsidR="00C770CE">
          <w:rPr>
            <w:noProof/>
            <w:webHidden/>
          </w:rPr>
          <w:instrText xml:space="preserve"> PAGEREF _Toc137791099 \h </w:instrText>
        </w:r>
        <w:r w:rsidR="00C770CE">
          <w:rPr>
            <w:noProof/>
            <w:webHidden/>
          </w:rPr>
        </w:r>
        <w:r w:rsidR="00C770CE">
          <w:rPr>
            <w:noProof/>
            <w:webHidden/>
          </w:rPr>
          <w:fldChar w:fldCharType="separate"/>
        </w:r>
        <w:r w:rsidR="00C03139">
          <w:rPr>
            <w:noProof/>
            <w:webHidden/>
          </w:rPr>
          <w:t>15</w:t>
        </w:r>
        <w:r w:rsidR="00C770CE">
          <w:rPr>
            <w:noProof/>
            <w:webHidden/>
          </w:rPr>
          <w:fldChar w:fldCharType="end"/>
        </w:r>
      </w:hyperlink>
    </w:p>
    <w:p w14:paraId="4A1B21FE" w14:textId="24ED6AA2" w:rsidR="00C770CE" w:rsidRDefault="00C33E92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7791100" w:history="1">
        <w:r w:rsidR="00C770CE" w:rsidRPr="00801844">
          <w:rPr>
            <w:rStyle w:val="Hypertextovodkaz"/>
            <w:rFonts w:asciiTheme="majorHAnsi" w:hAnsiTheme="majorHAnsi"/>
          </w:rPr>
          <w:t>4.8</w:t>
        </w:r>
        <w:r w:rsidR="00C770CE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C770CE" w:rsidRPr="00801844">
          <w:rPr>
            <w:rStyle w:val="Hypertextovodkaz"/>
          </w:rPr>
          <w:t>Železniční svršek</w:t>
        </w:r>
        <w:r w:rsidR="00C770CE">
          <w:rPr>
            <w:noProof/>
            <w:webHidden/>
          </w:rPr>
          <w:tab/>
        </w:r>
        <w:r w:rsidR="00C770CE">
          <w:rPr>
            <w:noProof/>
            <w:webHidden/>
          </w:rPr>
          <w:fldChar w:fldCharType="begin"/>
        </w:r>
        <w:r w:rsidR="00C770CE">
          <w:rPr>
            <w:noProof/>
            <w:webHidden/>
          </w:rPr>
          <w:instrText xml:space="preserve"> PAGEREF _Toc137791100 \h </w:instrText>
        </w:r>
        <w:r w:rsidR="00C770CE">
          <w:rPr>
            <w:noProof/>
            <w:webHidden/>
          </w:rPr>
        </w:r>
        <w:r w:rsidR="00C770CE">
          <w:rPr>
            <w:noProof/>
            <w:webHidden/>
          </w:rPr>
          <w:fldChar w:fldCharType="separate"/>
        </w:r>
        <w:r w:rsidR="00C03139">
          <w:rPr>
            <w:noProof/>
            <w:webHidden/>
          </w:rPr>
          <w:t>15</w:t>
        </w:r>
        <w:r w:rsidR="00C770CE">
          <w:rPr>
            <w:noProof/>
            <w:webHidden/>
          </w:rPr>
          <w:fldChar w:fldCharType="end"/>
        </w:r>
      </w:hyperlink>
    </w:p>
    <w:p w14:paraId="0DF3E0AC" w14:textId="1A41EB4F" w:rsidR="00C770CE" w:rsidRDefault="00C33E92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7791101" w:history="1">
        <w:r w:rsidR="00C770CE" w:rsidRPr="00801844">
          <w:rPr>
            <w:rStyle w:val="Hypertextovodkaz"/>
            <w:rFonts w:asciiTheme="majorHAnsi" w:hAnsiTheme="majorHAnsi"/>
          </w:rPr>
          <w:t>4.9</w:t>
        </w:r>
        <w:r w:rsidR="00C770CE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C770CE" w:rsidRPr="00801844">
          <w:rPr>
            <w:rStyle w:val="Hypertextovodkaz"/>
          </w:rPr>
          <w:t>Železniční spodek</w:t>
        </w:r>
        <w:r w:rsidR="00C770CE">
          <w:rPr>
            <w:noProof/>
            <w:webHidden/>
          </w:rPr>
          <w:tab/>
        </w:r>
        <w:r w:rsidR="00C770CE">
          <w:rPr>
            <w:noProof/>
            <w:webHidden/>
          </w:rPr>
          <w:fldChar w:fldCharType="begin"/>
        </w:r>
        <w:r w:rsidR="00C770CE">
          <w:rPr>
            <w:noProof/>
            <w:webHidden/>
          </w:rPr>
          <w:instrText xml:space="preserve"> PAGEREF _Toc137791101 \h </w:instrText>
        </w:r>
        <w:r w:rsidR="00C770CE">
          <w:rPr>
            <w:noProof/>
            <w:webHidden/>
          </w:rPr>
        </w:r>
        <w:r w:rsidR="00C770CE">
          <w:rPr>
            <w:noProof/>
            <w:webHidden/>
          </w:rPr>
          <w:fldChar w:fldCharType="separate"/>
        </w:r>
        <w:r w:rsidR="00C03139">
          <w:rPr>
            <w:noProof/>
            <w:webHidden/>
          </w:rPr>
          <w:t>15</w:t>
        </w:r>
        <w:r w:rsidR="00C770CE">
          <w:rPr>
            <w:noProof/>
            <w:webHidden/>
          </w:rPr>
          <w:fldChar w:fldCharType="end"/>
        </w:r>
      </w:hyperlink>
    </w:p>
    <w:p w14:paraId="5FFEE054" w14:textId="4247871F" w:rsidR="00C770CE" w:rsidRDefault="00C33E92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7791102" w:history="1">
        <w:r w:rsidR="00C770CE" w:rsidRPr="00801844">
          <w:rPr>
            <w:rStyle w:val="Hypertextovodkaz"/>
            <w:rFonts w:asciiTheme="majorHAnsi" w:hAnsiTheme="majorHAnsi"/>
          </w:rPr>
          <w:t>4.10</w:t>
        </w:r>
        <w:r w:rsidR="00C770CE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C770CE" w:rsidRPr="00801844">
          <w:rPr>
            <w:rStyle w:val="Hypertextovodkaz"/>
          </w:rPr>
          <w:t>Mosty, propustky a zdi</w:t>
        </w:r>
        <w:r w:rsidR="00C770CE">
          <w:rPr>
            <w:noProof/>
            <w:webHidden/>
          </w:rPr>
          <w:tab/>
        </w:r>
        <w:r w:rsidR="00C770CE">
          <w:rPr>
            <w:noProof/>
            <w:webHidden/>
          </w:rPr>
          <w:fldChar w:fldCharType="begin"/>
        </w:r>
        <w:r w:rsidR="00C770CE">
          <w:rPr>
            <w:noProof/>
            <w:webHidden/>
          </w:rPr>
          <w:instrText xml:space="preserve"> PAGEREF _Toc137791102 \h </w:instrText>
        </w:r>
        <w:r w:rsidR="00C770CE">
          <w:rPr>
            <w:noProof/>
            <w:webHidden/>
          </w:rPr>
        </w:r>
        <w:r w:rsidR="00C770CE">
          <w:rPr>
            <w:noProof/>
            <w:webHidden/>
          </w:rPr>
          <w:fldChar w:fldCharType="separate"/>
        </w:r>
        <w:r w:rsidR="00C03139">
          <w:rPr>
            <w:noProof/>
            <w:webHidden/>
          </w:rPr>
          <w:t>15</w:t>
        </w:r>
        <w:r w:rsidR="00C770CE">
          <w:rPr>
            <w:noProof/>
            <w:webHidden/>
          </w:rPr>
          <w:fldChar w:fldCharType="end"/>
        </w:r>
      </w:hyperlink>
    </w:p>
    <w:p w14:paraId="4FF0D90C" w14:textId="07D64B04" w:rsidR="00C770CE" w:rsidRDefault="00C33E92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7791103" w:history="1">
        <w:r w:rsidR="00C770CE" w:rsidRPr="00801844">
          <w:rPr>
            <w:rStyle w:val="Hypertextovodkaz"/>
            <w:rFonts w:asciiTheme="majorHAnsi" w:hAnsiTheme="majorHAnsi"/>
          </w:rPr>
          <w:t>4.11</w:t>
        </w:r>
        <w:r w:rsidR="00C770CE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C770CE" w:rsidRPr="00801844">
          <w:rPr>
            <w:rStyle w:val="Hypertextovodkaz"/>
          </w:rPr>
          <w:t>Životní prostředí</w:t>
        </w:r>
        <w:r w:rsidR="00C770CE">
          <w:rPr>
            <w:noProof/>
            <w:webHidden/>
          </w:rPr>
          <w:tab/>
        </w:r>
        <w:r w:rsidR="00C770CE">
          <w:rPr>
            <w:noProof/>
            <w:webHidden/>
          </w:rPr>
          <w:fldChar w:fldCharType="begin"/>
        </w:r>
        <w:r w:rsidR="00C770CE">
          <w:rPr>
            <w:noProof/>
            <w:webHidden/>
          </w:rPr>
          <w:instrText xml:space="preserve"> PAGEREF _Toc137791103 \h </w:instrText>
        </w:r>
        <w:r w:rsidR="00C770CE">
          <w:rPr>
            <w:noProof/>
            <w:webHidden/>
          </w:rPr>
        </w:r>
        <w:r w:rsidR="00C770CE">
          <w:rPr>
            <w:noProof/>
            <w:webHidden/>
          </w:rPr>
          <w:fldChar w:fldCharType="separate"/>
        </w:r>
        <w:r w:rsidR="00C03139">
          <w:rPr>
            <w:noProof/>
            <w:webHidden/>
          </w:rPr>
          <w:t>15</w:t>
        </w:r>
        <w:r w:rsidR="00C770CE">
          <w:rPr>
            <w:noProof/>
            <w:webHidden/>
          </w:rPr>
          <w:fldChar w:fldCharType="end"/>
        </w:r>
      </w:hyperlink>
    </w:p>
    <w:p w14:paraId="65C375BA" w14:textId="440E4EEB" w:rsidR="00C770CE" w:rsidRDefault="00C33E9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7791104" w:history="1">
        <w:r w:rsidR="00C770CE" w:rsidRPr="00801844">
          <w:rPr>
            <w:rStyle w:val="Hypertextovodkaz"/>
          </w:rPr>
          <w:t>5.</w:t>
        </w:r>
        <w:r w:rsidR="00C770CE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C770CE" w:rsidRPr="00801844">
          <w:rPr>
            <w:rStyle w:val="Hypertextovodkaz"/>
          </w:rPr>
          <w:t>ORGANIZACE VÝSTAVBY, VÝLUKY</w:t>
        </w:r>
        <w:r w:rsidR="00C770CE">
          <w:rPr>
            <w:noProof/>
            <w:webHidden/>
          </w:rPr>
          <w:tab/>
        </w:r>
        <w:r w:rsidR="00C770CE">
          <w:rPr>
            <w:noProof/>
            <w:webHidden/>
          </w:rPr>
          <w:fldChar w:fldCharType="begin"/>
        </w:r>
        <w:r w:rsidR="00C770CE">
          <w:rPr>
            <w:noProof/>
            <w:webHidden/>
          </w:rPr>
          <w:instrText xml:space="preserve"> PAGEREF _Toc137791104 \h </w:instrText>
        </w:r>
        <w:r w:rsidR="00C770CE">
          <w:rPr>
            <w:noProof/>
            <w:webHidden/>
          </w:rPr>
        </w:r>
        <w:r w:rsidR="00C770CE">
          <w:rPr>
            <w:noProof/>
            <w:webHidden/>
          </w:rPr>
          <w:fldChar w:fldCharType="separate"/>
        </w:r>
        <w:r w:rsidR="00C03139">
          <w:rPr>
            <w:noProof/>
            <w:webHidden/>
          </w:rPr>
          <w:t>15</w:t>
        </w:r>
        <w:r w:rsidR="00C770CE">
          <w:rPr>
            <w:noProof/>
            <w:webHidden/>
          </w:rPr>
          <w:fldChar w:fldCharType="end"/>
        </w:r>
      </w:hyperlink>
    </w:p>
    <w:p w14:paraId="16884EA5" w14:textId="627ECAE5" w:rsidR="00C770CE" w:rsidRDefault="00C33E9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7791105" w:history="1">
        <w:r w:rsidR="00C770CE" w:rsidRPr="00801844">
          <w:rPr>
            <w:rStyle w:val="Hypertextovodkaz"/>
          </w:rPr>
          <w:t>6.</w:t>
        </w:r>
        <w:r w:rsidR="00C770CE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C770CE" w:rsidRPr="00801844">
          <w:rPr>
            <w:rStyle w:val="Hypertextovodkaz"/>
          </w:rPr>
          <w:t>SOUVISEJÍCÍ DOKUMENTY A PŘEDPISY</w:t>
        </w:r>
        <w:r w:rsidR="00C770CE">
          <w:rPr>
            <w:noProof/>
            <w:webHidden/>
          </w:rPr>
          <w:tab/>
        </w:r>
        <w:r w:rsidR="00C770CE">
          <w:rPr>
            <w:noProof/>
            <w:webHidden/>
          </w:rPr>
          <w:fldChar w:fldCharType="begin"/>
        </w:r>
        <w:r w:rsidR="00C770CE">
          <w:rPr>
            <w:noProof/>
            <w:webHidden/>
          </w:rPr>
          <w:instrText xml:space="preserve"> PAGEREF _Toc137791105 \h </w:instrText>
        </w:r>
        <w:r w:rsidR="00C770CE">
          <w:rPr>
            <w:noProof/>
            <w:webHidden/>
          </w:rPr>
        </w:r>
        <w:r w:rsidR="00C770CE">
          <w:rPr>
            <w:noProof/>
            <w:webHidden/>
          </w:rPr>
          <w:fldChar w:fldCharType="separate"/>
        </w:r>
        <w:r w:rsidR="00C03139">
          <w:rPr>
            <w:noProof/>
            <w:webHidden/>
          </w:rPr>
          <w:t>16</w:t>
        </w:r>
        <w:r w:rsidR="00C770CE">
          <w:rPr>
            <w:noProof/>
            <w:webHidden/>
          </w:rPr>
          <w:fldChar w:fldCharType="end"/>
        </w:r>
      </w:hyperlink>
    </w:p>
    <w:p w14:paraId="063DBCE7" w14:textId="71C73E7D" w:rsidR="00C770CE" w:rsidRDefault="00C33E9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7791106" w:history="1">
        <w:r w:rsidR="00C770CE" w:rsidRPr="00801844">
          <w:rPr>
            <w:rStyle w:val="Hypertextovodkaz"/>
          </w:rPr>
          <w:t>7.</w:t>
        </w:r>
        <w:r w:rsidR="00C770CE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C770CE" w:rsidRPr="00801844">
          <w:rPr>
            <w:rStyle w:val="Hypertextovodkaz"/>
          </w:rPr>
          <w:t>PŘÍLOHY</w:t>
        </w:r>
        <w:r w:rsidR="00C770CE">
          <w:rPr>
            <w:noProof/>
            <w:webHidden/>
          </w:rPr>
          <w:tab/>
        </w:r>
        <w:r w:rsidR="00C770CE">
          <w:rPr>
            <w:noProof/>
            <w:webHidden/>
          </w:rPr>
          <w:fldChar w:fldCharType="begin"/>
        </w:r>
        <w:r w:rsidR="00C770CE">
          <w:rPr>
            <w:noProof/>
            <w:webHidden/>
          </w:rPr>
          <w:instrText xml:space="preserve"> PAGEREF _Toc137791106 \h </w:instrText>
        </w:r>
        <w:r w:rsidR="00C770CE">
          <w:rPr>
            <w:noProof/>
            <w:webHidden/>
          </w:rPr>
        </w:r>
        <w:r w:rsidR="00C770CE">
          <w:rPr>
            <w:noProof/>
            <w:webHidden/>
          </w:rPr>
          <w:fldChar w:fldCharType="separate"/>
        </w:r>
        <w:r w:rsidR="00C03139">
          <w:rPr>
            <w:noProof/>
            <w:webHidden/>
          </w:rPr>
          <w:t>16</w:t>
        </w:r>
        <w:r w:rsidR="00C770CE">
          <w:rPr>
            <w:noProof/>
            <w:webHidden/>
          </w:rPr>
          <w:fldChar w:fldCharType="end"/>
        </w:r>
      </w:hyperlink>
    </w:p>
    <w:p w14:paraId="30D8D7FD" w14:textId="09849CCC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37791083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37791084"/>
      <w:r w:rsidRPr="00F92E3A">
        <w:lastRenderedPageBreak/>
        <w:t>Pojmy a definice</w:t>
      </w:r>
      <w:bookmarkEnd w:id="2"/>
    </w:p>
    <w:p w14:paraId="564752E2" w14:textId="2C5FB337" w:rsidR="00F92E3A" w:rsidRPr="00746474" w:rsidRDefault="00F92E3A" w:rsidP="00AC459B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Projektová dokumentace pro provádění stavby</w:t>
      </w:r>
      <w:r w:rsidRPr="00746474">
        <w:rPr>
          <w:sz w:val="18"/>
          <w:szCs w:val="18"/>
        </w:rPr>
        <w:t xml:space="preserve"> (PDPS) je projektovou dokumentací,</w:t>
      </w:r>
      <w:r w:rsidR="00746474" w:rsidRPr="00746474">
        <w:rPr>
          <w:sz w:val="18"/>
          <w:szCs w:val="18"/>
        </w:rPr>
        <w:t xml:space="preserve"> která </w:t>
      </w:r>
      <w:r w:rsidRPr="00746474">
        <w:rPr>
          <w:sz w:val="18"/>
          <w:szCs w:val="18"/>
        </w:rPr>
        <w:t>se zpracovává v členění a rozsahu přílohy č. 4 vyhlášky č. 146/2008 Sb. Jedná</w:t>
      </w:r>
      <w:r w:rsidR="00746474" w:rsidRPr="00746474">
        <w:rPr>
          <w:sz w:val="18"/>
          <w:szCs w:val="18"/>
        </w:rPr>
        <w:t xml:space="preserve"> se o do</w:t>
      </w:r>
      <w:r w:rsidRPr="00746474">
        <w:rPr>
          <w:sz w:val="18"/>
          <w:szCs w:val="18"/>
        </w:rPr>
        <w:t>kumentaci, jež obsahově i věcně vychází z dokumentace, na jejímž základě byla</w:t>
      </w:r>
      <w:r w:rsidR="00746474" w:rsidRPr="00746474">
        <w:rPr>
          <w:sz w:val="18"/>
          <w:szCs w:val="18"/>
        </w:rPr>
        <w:t xml:space="preserve"> stavba povolena </w:t>
      </w:r>
      <w:r w:rsidRPr="00746474">
        <w:rPr>
          <w:sz w:val="18"/>
          <w:szCs w:val="18"/>
        </w:rPr>
        <w:t>(DUSL, DUSP resp. DSP), které dopracovává a rozpracovává do větší</w:t>
      </w:r>
      <w:r w:rsidR="00746474" w:rsidRPr="00746474">
        <w:rPr>
          <w:sz w:val="18"/>
          <w:szCs w:val="18"/>
        </w:rPr>
        <w:t xml:space="preserve"> podrobnosti a rozsahu </w:t>
      </w:r>
      <w:r w:rsidRPr="00746474">
        <w:rPr>
          <w:sz w:val="18"/>
          <w:szCs w:val="18"/>
        </w:rPr>
        <w:t>potřebných pro výběr zhotovitele stavby v zadávacím řízení, a to</w:t>
      </w:r>
      <w:r w:rsidR="00746474" w:rsidRPr="00746474">
        <w:rPr>
          <w:sz w:val="18"/>
          <w:szCs w:val="18"/>
        </w:rPr>
        <w:t xml:space="preserve"> s dodržením zásad</w:t>
      </w:r>
      <w:r w:rsidRPr="00746474">
        <w:rPr>
          <w:sz w:val="18"/>
          <w:szCs w:val="18"/>
        </w:rPr>
        <w:t xml:space="preserve"> transparentnosti, přiměřenosti a rovného zacházení. PDPS lze</w:t>
      </w:r>
      <w:r w:rsidR="00746474" w:rsidRPr="00746474">
        <w:rPr>
          <w:sz w:val="18"/>
          <w:szCs w:val="18"/>
        </w:rPr>
        <w:t xml:space="preserve"> zpracovat se zohledněním konk</w:t>
      </w:r>
      <w:r w:rsidRPr="00746474">
        <w:rPr>
          <w:sz w:val="18"/>
          <w:szCs w:val="18"/>
        </w:rPr>
        <w:t>rétních výrobků, dodávaných technologií, technologických</w:t>
      </w:r>
      <w:r w:rsidR="00746474" w:rsidRPr="00746474">
        <w:rPr>
          <w:sz w:val="18"/>
          <w:szCs w:val="18"/>
        </w:rPr>
        <w:t xml:space="preserve"> postupů a</w:t>
      </w:r>
      <w:r w:rsidR="00746474">
        <w:rPr>
          <w:sz w:val="18"/>
          <w:szCs w:val="18"/>
        </w:rPr>
        <w:t xml:space="preserve"> </w:t>
      </w:r>
      <w:r w:rsidR="00746474" w:rsidRPr="00746474">
        <w:rPr>
          <w:sz w:val="18"/>
          <w:szCs w:val="18"/>
        </w:rPr>
        <w:t xml:space="preserve">výrobních </w:t>
      </w:r>
      <w:r w:rsidRPr="00746474">
        <w:rPr>
          <w:sz w:val="18"/>
          <w:szCs w:val="18"/>
        </w:rPr>
        <w:t>konkrétního Zhotovitele pouze v případě, že je stavba</w:t>
      </w:r>
      <w:r w:rsidR="00746474" w:rsidRP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 xml:space="preserve">zadávána v režimu D+B. </w:t>
      </w:r>
    </w:p>
    <w:p w14:paraId="094394E7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354E3F4F" w14:textId="2D8D718C" w:rsidR="00F92E3A" w:rsidRPr="00746474" w:rsidRDefault="00F92E3A" w:rsidP="000122BF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Realizační dokumentace stavby</w:t>
      </w:r>
      <w:r w:rsidRPr="00746474">
        <w:rPr>
          <w:sz w:val="18"/>
          <w:szCs w:val="18"/>
        </w:rPr>
        <w:t xml:space="preserve"> (RDS) je dokumentací zhotovitele stavby a zpracovává</w:t>
      </w:r>
      <w:r w:rsidR="00746474" w:rsidRPr="00746474">
        <w:rPr>
          <w:sz w:val="18"/>
          <w:szCs w:val="18"/>
        </w:rPr>
        <w:t xml:space="preserve"> se samostatně </w:t>
      </w:r>
      <w:r w:rsidRPr="00746474">
        <w:rPr>
          <w:sz w:val="18"/>
          <w:szCs w:val="18"/>
        </w:rPr>
        <w:t>pro jednotlivé objekty. Jedná se o dokumentaci, která rozpracovává PDPS</w:t>
      </w:r>
      <w:r w:rsidR="00746474" w:rsidRPr="00746474">
        <w:rPr>
          <w:sz w:val="18"/>
          <w:szCs w:val="18"/>
        </w:rPr>
        <w:t xml:space="preserve"> s ohledem </w:t>
      </w:r>
      <w:r w:rsidRPr="00746474">
        <w:rPr>
          <w:sz w:val="18"/>
          <w:szCs w:val="18"/>
        </w:rPr>
        <w:t>na znalosti konkrétních výrobků, dodávaných technologií, technologických</w:t>
      </w:r>
      <w:r w:rsidR="00746474" w:rsidRPr="00746474">
        <w:rPr>
          <w:sz w:val="18"/>
          <w:szCs w:val="18"/>
        </w:rPr>
        <w:t xml:space="preserve"> postupů </w:t>
      </w:r>
      <w:r w:rsidRPr="00746474">
        <w:rPr>
          <w:sz w:val="18"/>
          <w:szCs w:val="18"/>
        </w:rPr>
        <w:t>a výrobních podmínek konkrétního zhotovitele stavby. Součástí je také</w:t>
      </w:r>
      <w:r w:rsidR="00746474">
        <w:rPr>
          <w:sz w:val="18"/>
          <w:szCs w:val="18"/>
        </w:rPr>
        <w:t xml:space="preserve"> dokumentace</w:t>
      </w:r>
    </w:p>
    <w:p w14:paraId="4BA8DB12" w14:textId="56930FEF" w:rsidR="00F92E3A" w:rsidRPr="00746474" w:rsidRDefault="00F92E3A" w:rsidP="00517E5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746474">
        <w:rPr>
          <w:sz w:val="18"/>
          <w:szCs w:val="18"/>
        </w:rPr>
        <w:t>dokumentace výrobní, montážní, dílenská a dokumentace dodavatele mostních objektů.</w:t>
      </w:r>
      <w:r w:rsidR="00746474">
        <w:rPr>
          <w:sz w:val="18"/>
          <w:szCs w:val="18"/>
        </w:rPr>
        <w:t xml:space="preserve"> RDS</w:t>
      </w:r>
      <w:r w:rsidRPr="00746474">
        <w:rPr>
          <w:sz w:val="18"/>
          <w:szCs w:val="18"/>
        </w:rPr>
        <w:t xml:space="preserve"> se vždy zpracovává v případě, že to vyžadují TKP nebo požadavek na její zpracování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vychází z předcházejícího stupně dokumentace nebo smluvního ujednání. RDS nemění</w:t>
      </w:r>
      <w:r w:rsidR="00746474">
        <w:rPr>
          <w:sz w:val="18"/>
          <w:szCs w:val="18"/>
        </w:rPr>
        <w:t xml:space="preserve"> koncepčně-technické </w:t>
      </w:r>
      <w:r w:rsidRPr="00746474">
        <w:rPr>
          <w:sz w:val="18"/>
          <w:szCs w:val="18"/>
        </w:rPr>
        <w:t>řešení stavby navržené v rámci předcházející projektové přípravy,</w:t>
      </w:r>
      <w:r w:rsidR="00746474">
        <w:rPr>
          <w:sz w:val="18"/>
          <w:szCs w:val="18"/>
        </w:rPr>
        <w:t xml:space="preserve"> pokud není OP stan</w:t>
      </w:r>
      <w:r w:rsidRPr="00746474">
        <w:rPr>
          <w:sz w:val="18"/>
          <w:szCs w:val="18"/>
        </w:rPr>
        <w:t>oveno jinak. Obsah a rozsah RDS je definován přílohou P8 SŽ SM011.</w:t>
      </w:r>
      <w:r w:rsidR="00746474">
        <w:rPr>
          <w:sz w:val="18"/>
          <w:szCs w:val="18"/>
        </w:rPr>
        <w:t xml:space="preserve"> Náklady spojené se zpra</w:t>
      </w:r>
      <w:r w:rsidRPr="00746474">
        <w:rPr>
          <w:sz w:val="18"/>
          <w:szCs w:val="18"/>
        </w:rPr>
        <w:t>cováním RDS budou uvedené v samostatné položce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776CC8E" w14:textId="3EC05787" w:rsidR="00F92E3A" w:rsidRPr="005D336A" w:rsidRDefault="00F92E3A" w:rsidP="005D336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Dokumentace skutečného provedení stavby</w:t>
      </w:r>
      <w:r w:rsidRPr="005D336A">
        <w:rPr>
          <w:sz w:val="18"/>
          <w:szCs w:val="18"/>
        </w:rPr>
        <w:t xml:space="preserve"> (DSPS</w:t>
      </w:r>
      <w:r w:rsidR="00241A2D" w:rsidRPr="005D336A">
        <w:rPr>
          <w:sz w:val="18"/>
          <w:szCs w:val="18"/>
        </w:rPr>
        <w:t>)</w:t>
      </w:r>
      <w:r w:rsidRPr="005D336A">
        <w:rPr>
          <w:sz w:val="18"/>
          <w:szCs w:val="18"/>
        </w:rPr>
        <w:t xml:space="preserve"> je dokumentace, která se</w:t>
      </w:r>
      <w:r w:rsidR="005D336A" w:rsidRPr="005D336A">
        <w:rPr>
          <w:sz w:val="18"/>
          <w:szCs w:val="18"/>
        </w:rPr>
        <w:t xml:space="preserve"> zpracovává </w:t>
      </w:r>
      <w:r w:rsidRPr="005D336A">
        <w:rPr>
          <w:sz w:val="18"/>
          <w:szCs w:val="18"/>
        </w:rPr>
        <w:t>v rozsahu přílohy č. 14 vyhlášky č. 499/2006 Sb. a požadavků Smlouvy.</w:t>
      </w:r>
      <w:r w:rsidR="005D336A" w:rsidRPr="005D336A">
        <w:rPr>
          <w:sz w:val="18"/>
          <w:szCs w:val="18"/>
        </w:rPr>
        <w:t xml:space="preserve"> Jedná se o </w:t>
      </w:r>
      <w:r w:rsidRPr="005D336A">
        <w:rPr>
          <w:sz w:val="18"/>
          <w:szCs w:val="18"/>
        </w:rPr>
        <w:t>dokumentaci, kterou zpracovává Zhotovitel stavby po ukončení stavebních</w:t>
      </w:r>
      <w:r w:rsidR="005D336A">
        <w:rPr>
          <w:sz w:val="18"/>
          <w:szCs w:val="18"/>
        </w:rPr>
        <w:t xml:space="preserve"> prací. </w:t>
      </w:r>
      <w:r w:rsidRPr="005D336A">
        <w:rPr>
          <w:sz w:val="18"/>
          <w:szCs w:val="18"/>
        </w:rPr>
        <w:t>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69C48D5E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5D336A">
        <w:rPr>
          <w:b/>
          <w:sz w:val="18"/>
          <w:szCs w:val="18"/>
        </w:rPr>
        <w:t>Etapa je ucelená Část Díla určená v Harmonogramu postupu prací.</w:t>
      </w:r>
    </w:p>
    <w:p w14:paraId="34702F0F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C1010F8" w14:textId="1E97E1ED" w:rsidR="00F92E3A" w:rsidRPr="005D336A" w:rsidRDefault="00F92E3A" w:rsidP="00B211B0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5D336A">
        <w:rPr>
          <w:b/>
          <w:sz w:val="18"/>
          <w:szCs w:val="18"/>
        </w:rPr>
        <w:t xml:space="preserve">Zadávací dokumentace </w:t>
      </w:r>
      <w:r w:rsidRPr="005D336A">
        <w:rPr>
          <w:sz w:val="18"/>
          <w:szCs w:val="18"/>
        </w:rPr>
        <w:t>(dále také „ZD“) je soubor dokumentů (OP, Technické</w:t>
      </w:r>
      <w:r w:rsidR="005D336A" w:rsidRPr="005D336A">
        <w:rPr>
          <w:sz w:val="18"/>
          <w:szCs w:val="18"/>
        </w:rPr>
        <w:t xml:space="preserve"> podmínky, D</w:t>
      </w:r>
      <w:r w:rsidRPr="005D336A">
        <w:rPr>
          <w:sz w:val="18"/>
          <w:szCs w:val="18"/>
        </w:rPr>
        <w:t>okumentace atd.), které vymezují předmět veřejné zakázky v</w:t>
      </w:r>
      <w:r w:rsidR="005D336A" w:rsidRPr="005D336A">
        <w:rPr>
          <w:sz w:val="18"/>
          <w:szCs w:val="18"/>
        </w:rPr>
        <w:t> </w:t>
      </w:r>
      <w:r w:rsidRPr="005D336A">
        <w:rPr>
          <w:sz w:val="18"/>
          <w:szCs w:val="18"/>
        </w:rPr>
        <w:t>podrobnostech</w:t>
      </w:r>
      <w:r w:rsidR="005D336A" w:rsidRPr="005D336A">
        <w:rPr>
          <w:sz w:val="18"/>
          <w:szCs w:val="18"/>
        </w:rPr>
        <w:t xml:space="preserve"> nezbytných pro </w:t>
      </w:r>
      <w:r w:rsidRPr="005D336A">
        <w:rPr>
          <w:sz w:val="18"/>
          <w:szCs w:val="18"/>
        </w:rPr>
        <w:t>zpracování nabídky (viz vyhláška č. 169/2016 Sb., s obsahem stanoveným zákonem č. 134/2016 Sb., o zadávání veřejných zakázek.</w:t>
      </w:r>
    </w:p>
    <w:p w14:paraId="7F67B52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489CDEA6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 xml:space="preserve">Projektová dokumentace </w:t>
      </w:r>
      <w:r w:rsidRPr="005D336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5D336A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2D227D8D" w14:textId="77777777" w:rsidR="004E4D3A" w:rsidRPr="00F92E3A" w:rsidRDefault="004E4D3A" w:rsidP="004E4D3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1F374AE3" w14:textId="77777777" w:rsidR="004E4D3A" w:rsidRPr="00F92E3A" w:rsidRDefault="004E4D3A" w:rsidP="004E4D3A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 veřejného rozpočtu, které provádí Zhotovitel, zajistit technický dozor stavebníka (dále</w:t>
      </w:r>
    </w:p>
    <w:p w14:paraId="2740B6F1" w14:textId="77777777" w:rsidR="004E4D3A" w:rsidRPr="00F92E3A" w:rsidRDefault="004E4D3A" w:rsidP="004E4D3A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78B6F22C" w14:textId="77777777" w:rsidR="004E4D3A" w:rsidRDefault="004E4D3A" w:rsidP="004E4D3A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1D756BC9" w14:textId="77777777" w:rsidR="004E4D3A" w:rsidRDefault="004E4D3A" w:rsidP="004E4D3A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</w:p>
    <w:p w14:paraId="68C19484" w14:textId="3CB4C3C7" w:rsidR="004E4D3A" w:rsidRPr="004E4D3A" w:rsidRDefault="004E4D3A" w:rsidP="004E4D3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170AC">
        <w:rPr>
          <w:sz w:val="18"/>
          <w:szCs w:val="18"/>
        </w:rPr>
        <w:t>Pokud jsou v textu ZTP odkazy na obecně závazné právní předpisy, normy nebo vnitřní předpisy, pak se vždy vztahují na platné znění příslušného dokumentu.</w:t>
      </w:r>
    </w:p>
    <w:p w14:paraId="6E5DB177" w14:textId="77777777" w:rsidR="004E4D3A" w:rsidRPr="004E4D3A" w:rsidRDefault="004E4D3A" w:rsidP="004E4D3A">
      <w:pPr>
        <w:pStyle w:val="Odstavecseseznamem"/>
        <w:rPr>
          <w:b/>
          <w:sz w:val="18"/>
          <w:szCs w:val="18"/>
        </w:rPr>
      </w:pPr>
    </w:p>
    <w:p w14:paraId="262F8722" w14:textId="7F3D2BAD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Pojmy s velkými začátečnými písmeny</w:t>
      </w:r>
      <w:r w:rsidRPr="005D336A">
        <w:rPr>
          <w:sz w:val="18"/>
          <w:szCs w:val="18"/>
        </w:rPr>
        <w:t xml:space="preserve"> použité v těchto </w:t>
      </w:r>
      <w:r w:rsidR="00A774DB" w:rsidRPr="005D336A">
        <w:rPr>
          <w:b/>
          <w:sz w:val="18"/>
          <w:szCs w:val="18"/>
        </w:rPr>
        <w:t>Zvláštních technických podmínkách</w:t>
      </w:r>
      <w:r w:rsidR="00A774DB" w:rsidRPr="005D336A">
        <w:rPr>
          <w:sz w:val="18"/>
          <w:szCs w:val="18"/>
        </w:rPr>
        <w:t xml:space="preserve"> (dále jen „ZTP“)</w:t>
      </w:r>
      <w:r w:rsidRPr="005D336A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14:paraId="085FDDA6" w14:textId="77777777" w:rsidR="00A774DB" w:rsidRPr="005D336A" w:rsidRDefault="00A774D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5D336A" w:rsidRDefault="00A774DB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sz w:val="18"/>
          <w:szCs w:val="18"/>
        </w:rPr>
        <w:t>V</w:t>
      </w:r>
      <w:r w:rsidRPr="005D336A">
        <w:rPr>
          <w:rFonts w:cs="Verdana"/>
          <w:sz w:val="18"/>
          <w:szCs w:val="18"/>
        </w:rPr>
        <w:t xml:space="preserve"> ZTP jsou použité odkazy na </w:t>
      </w:r>
      <w:r w:rsidRPr="005D336A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5D336A">
        <w:rPr>
          <w:rFonts w:cs="Verdana"/>
          <w:b/>
          <w:sz w:val="18"/>
          <w:szCs w:val="18"/>
        </w:rPr>
        <w:t>podčlánky</w:t>
      </w:r>
      <w:proofErr w:type="spellEnd"/>
      <w:r w:rsidRPr="005D336A">
        <w:rPr>
          <w:rFonts w:cs="Verdana"/>
          <w:sz w:val="18"/>
          <w:szCs w:val="18"/>
        </w:rPr>
        <w:t xml:space="preserve"> souboru </w:t>
      </w:r>
      <w:r w:rsidRPr="005D336A">
        <w:rPr>
          <w:rFonts w:cs="Verdana"/>
          <w:b/>
          <w:sz w:val="18"/>
          <w:szCs w:val="18"/>
        </w:rPr>
        <w:t>Technické kvalitativní podmínky staveb státních drah</w:t>
      </w:r>
      <w:r w:rsidRPr="005D336A"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137791085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37791086"/>
      <w:r>
        <w:t>Účel a rozsah předmětu Díla</w:t>
      </w:r>
      <w:bookmarkEnd w:id="10"/>
      <w:bookmarkEnd w:id="11"/>
    </w:p>
    <w:p w14:paraId="144B4FC2" w14:textId="0A045024" w:rsidR="00DF7BAA" w:rsidRPr="00217A8A" w:rsidRDefault="00DF7BAA" w:rsidP="00DF7BAA">
      <w:pPr>
        <w:pStyle w:val="Text2-1"/>
        <w:rPr>
          <w:color w:val="000000" w:themeColor="text1"/>
        </w:rPr>
      </w:pPr>
      <w:r w:rsidRPr="00217A8A">
        <w:rPr>
          <w:color w:val="000000" w:themeColor="text1"/>
        </w:rPr>
        <w:t>Předmětem díla je zhotovení stavby „</w:t>
      </w:r>
      <w:r w:rsidR="009003E5" w:rsidRPr="00217A8A">
        <w:rPr>
          <w:color w:val="000000" w:themeColor="text1"/>
        </w:rPr>
        <w:t xml:space="preserve">Oprava propustků na trati </w:t>
      </w:r>
      <w:proofErr w:type="spellStart"/>
      <w:r w:rsidR="009003E5" w:rsidRPr="00217A8A">
        <w:rPr>
          <w:color w:val="000000" w:themeColor="text1"/>
        </w:rPr>
        <w:t>odb</w:t>
      </w:r>
      <w:proofErr w:type="spellEnd"/>
      <w:r w:rsidR="009003E5" w:rsidRPr="00217A8A">
        <w:rPr>
          <w:color w:val="000000" w:themeColor="text1"/>
        </w:rPr>
        <w:t>. Moravice – Svobodné Heřmanice</w:t>
      </w:r>
      <w:r w:rsidRPr="00217A8A">
        <w:rPr>
          <w:color w:val="000000" w:themeColor="text1"/>
        </w:rPr>
        <w:t>“</w:t>
      </w:r>
      <w:r w:rsidR="00EC4FA5" w:rsidRPr="00217A8A">
        <w:rPr>
          <w:color w:val="000000" w:themeColor="text1"/>
        </w:rPr>
        <w:t>,</w:t>
      </w:r>
      <w:r w:rsidRPr="00217A8A">
        <w:rPr>
          <w:color w:val="000000" w:themeColor="text1"/>
        </w:rPr>
        <w:t xml:space="preserve"> jejímž cílem </w:t>
      </w:r>
      <w:r w:rsidR="00EC0685" w:rsidRPr="00217A8A">
        <w:rPr>
          <w:color w:val="000000" w:themeColor="text1"/>
        </w:rPr>
        <w:t>je oprav</w:t>
      </w:r>
      <w:r w:rsidR="00C67506" w:rsidRPr="00217A8A">
        <w:rPr>
          <w:color w:val="000000" w:themeColor="text1"/>
        </w:rPr>
        <w:t>a</w:t>
      </w:r>
      <w:r w:rsidR="00EC0685" w:rsidRPr="00217A8A">
        <w:rPr>
          <w:color w:val="000000" w:themeColor="text1"/>
        </w:rPr>
        <w:t xml:space="preserve"> stávající</w:t>
      </w:r>
      <w:r w:rsidR="00DA53A8" w:rsidRPr="00217A8A">
        <w:rPr>
          <w:color w:val="000000" w:themeColor="text1"/>
        </w:rPr>
        <w:t>ch</w:t>
      </w:r>
      <w:r w:rsidR="00EC0685" w:rsidRPr="00217A8A">
        <w:rPr>
          <w:color w:val="000000" w:themeColor="text1"/>
        </w:rPr>
        <w:t xml:space="preserve"> čtyř propustků</w:t>
      </w:r>
      <w:r w:rsidR="00AB24E3" w:rsidRPr="00217A8A">
        <w:rPr>
          <w:color w:val="000000" w:themeColor="text1"/>
        </w:rPr>
        <w:t>, které jsou ze stavebního hledisk</w:t>
      </w:r>
      <w:r w:rsidR="00DA53A8" w:rsidRPr="00217A8A">
        <w:rPr>
          <w:color w:val="000000" w:themeColor="text1"/>
        </w:rPr>
        <w:t>a</w:t>
      </w:r>
      <w:r w:rsidR="00AB24E3" w:rsidRPr="00217A8A">
        <w:rPr>
          <w:color w:val="000000" w:themeColor="text1"/>
        </w:rPr>
        <w:t xml:space="preserve"> hodnoceny dle předpisu </w:t>
      </w:r>
      <w:r w:rsidR="0024606C" w:rsidRPr="00217A8A">
        <w:rPr>
          <w:color w:val="000000" w:themeColor="text1"/>
        </w:rPr>
        <w:t>„</w:t>
      </w:r>
      <w:r w:rsidR="00AB24E3" w:rsidRPr="00217A8A">
        <w:rPr>
          <w:color w:val="000000" w:themeColor="text1"/>
        </w:rPr>
        <w:t>SŽ S5 – Správa mostních objektů</w:t>
      </w:r>
      <w:r w:rsidR="0024606C" w:rsidRPr="00217A8A">
        <w:rPr>
          <w:color w:val="000000" w:themeColor="text1"/>
        </w:rPr>
        <w:t>“</w:t>
      </w:r>
      <w:r w:rsidR="00AB24E3" w:rsidRPr="00217A8A">
        <w:rPr>
          <w:color w:val="000000" w:themeColor="text1"/>
        </w:rPr>
        <w:t xml:space="preserve"> </w:t>
      </w:r>
      <w:r w:rsidR="00217A8A" w:rsidRPr="00217A8A">
        <w:rPr>
          <w:color w:val="000000" w:themeColor="text1"/>
        </w:rPr>
        <w:t>stupněm „3“. Opravou</w:t>
      </w:r>
      <w:r w:rsidR="00AB24E3" w:rsidRPr="00217A8A">
        <w:rPr>
          <w:color w:val="000000" w:themeColor="text1"/>
        </w:rPr>
        <w:t xml:space="preserve"> mostních objektů bude zajištěna větší bezpečnost a plynulost železničního provozu.</w:t>
      </w:r>
      <w:r w:rsidR="00EC0685" w:rsidRPr="00217A8A">
        <w:rPr>
          <w:color w:val="000000" w:themeColor="text1"/>
        </w:rPr>
        <w:t xml:space="preserve"> </w:t>
      </w:r>
    </w:p>
    <w:p w14:paraId="0396C87E" w14:textId="2326BB11" w:rsidR="00B77894" w:rsidRPr="00217A8A" w:rsidRDefault="00A16611" w:rsidP="00F52698">
      <w:pPr>
        <w:pStyle w:val="Text2-1"/>
        <w:rPr>
          <w:color w:val="000000" w:themeColor="text1"/>
        </w:rPr>
      </w:pPr>
      <w:r w:rsidRPr="00217A8A">
        <w:rPr>
          <w:color w:val="000000" w:themeColor="text1"/>
        </w:rPr>
        <w:t>Rozsah Díla „</w:t>
      </w:r>
      <w:r w:rsidR="00C54E6D" w:rsidRPr="00217A8A">
        <w:rPr>
          <w:color w:val="000000" w:themeColor="text1"/>
        </w:rPr>
        <w:t xml:space="preserve">Oprava propustků na trati </w:t>
      </w:r>
      <w:proofErr w:type="spellStart"/>
      <w:r w:rsidR="00C54E6D" w:rsidRPr="00217A8A">
        <w:rPr>
          <w:color w:val="000000" w:themeColor="text1"/>
        </w:rPr>
        <w:t>odb</w:t>
      </w:r>
      <w:proofErr w:type="spellEnd"/>
      <w:r w:rsidR="00C54E6D" w:rsidRPr="00217A8A">
        <w:rPr>
          <w:color w:val="000000" w:themeColor="text1"/>
        </w:rPr>
        <w:t>. Moravice – Svobodné Heřmanice</w:t>
      </w:r>
      <w:r w:rsidRPr="00217A8A">
        <w:rPr>
          <w:color w:val="000000" w:themeColor="text1"/>
        </w:rPr>
        <w:t>“ j</w:t>
      </w:r>
      <w:r w:rsidR="00DA53A8" w:rsidRPr="00217A8A">
        <w:rPr>
          <w:color w:val="000000" w:themeColor="text1"/>
        </w:rPr>
        <w:t>e</w:t>
      </w:r>
      <w:r w:rsidR="002B7F58" w:rsidRPr="00217A8A">
        <w:rPr>
          <w:color w:val="000000" w:themeColor="text1"/>
        </w:rPr>
        <w:t>: v km 9,931 komplexní přestavba propustku</w:t>
      </w:r>
      <w:r w:rsidR="00701597" w:rsidRPr="00217A8A">
        <w:rPr>
          <w:color w:val="000000" w:themeColor="text1"/>
        </w:rPr>
        <w:t xml:space="preserve"> s nosnou konstrukcí z trub DN 600 a s betonovými šikmými čely, navazující na výtoku na betonovou jímku s</w:t>
      </w:r>
      <w:r w:rsidR="00B77894" w:rsidRPr="00217A8A">
        <w:rPr>
          <w:color w:val="000000" w:themeColor="text1"/>
        </w:rPr>
        <w:t xml:space="preserve"> vtokovou </w:t>
      </w:r>
      <w:r w:rsidR="00701597" w:rsidRPr="00217A8A">
        <w:rPr>
          <w:color w:val="000000" w:themeColor="text1"/>
        </w:rPr>
        <w:t>mříží.</w:t>
      </w:r>
      <w:r w:rsidR="002B7F58" w:rsidRPr="00217A8A">
        <w:rPr>
          <w:color w:val="000000" w:themeColor="text1"/>
        </w:rPr>
        <w:t xml:space="preserve"> </w:t>
      </w:r>
      <w:r w:rsidR="00701597" w:rsidRPr="00217A8A">
        <w:rPr>
          <w:color w:val="000000" w:themeColor="text1"/>
        </w:rPr>
        <w:t xml:space="preserve">Původní konstrukce bude nahrazena patkovými troubami DN 1000 a kolmými monolitickými ŽB čely </w:t>
      </w:r>
      <w:r w:rsidR="0024606C" w:rsidRPr="00217A8A">
        <w:rPr>
          <w:color w:val="000000" w:themeColor="text1"/>
        </w:rPr>
        <w:t xml:space="preserve">s římsami </w:t>
      </w:r>
      <w:r w:rsidR="00701597" w:rsidRPr="00217A8A">
        <w:rPr>
          <w:color w:val="000000" w:themeColor="text1"/>
        </w:rPr>
        <w:t xml:space="preserve">na vtoku a výtoku. Železniční svršek </w:t>
      </w:r>
      <w:r w:rsidR="00B77894" w:rsidRPr="00217A8A">
        <w:rPr>
          <w:color w:val="000000" w:themeColor="text1"/>
        </w:rPr>
        <w:t>zůstane původní včetně opětovného zřízení BK;</w:t>
      </w:r>
    </w:p>
    <w:p w14:paraId="29AAB0CD" w14:textId="208EB6AA" w:rsidR="00E70AB8" w:rsidRPr="00217A8A" w:rsidRDefault="00B77894" w:rsidP="00B77894">
      <w:pPr>
        <w:pStyle w:val="Text2-1"/>
        <w:numPr>
          <w:ilvl w:val="0"/>
          <w:numId w:val="0"/>
        </w:numPr>
        <w:ind w:left="737"/>
        <w:rPr>
          <w:color w:val="000000" w:themeColor="text1"/>
        </w:rPr>
      </w:pPr>
      <w:r w:rsidRPr="00217A8A">
        <w:rPr>
          <w:color w:val="000000" w:themeColor="text1"/>
        </w:rPr>
        <w:t>v km 12,127 komplexní přestavba propustku s nosnou konstrukcí z</w:t>
      </w:r>
      <w:r w:rsidR="009B512C" w:rsidRPr="00217A8A">
        <w:rPr>
          <w:color w:val="000000" w:themeColor="text1"/>
        </w:rPr>
        <w:t xml:space="preserve"> vejčitých trub DN 800 a se zakončením šikmými čely. </w:t>
      </w:r>
      <w:r w:rsidRPr="00217A8A">
        <w:rPr>
          <w:color w:val="000000" w:themeColor="text1"/>
        </w:rPr>
        <w:t xml:space="preserve">Původní konstrukce bude nahrazena patkovými troubami DN </w:t>
      </w:r>
      <w:r w:rsidR="009B512C" w:rsidRPr="00217A8A">
        <w:rPr>
          <w:color w:val="000000" w:themeColor="text1"/>
        </w:rPr>
        <w:t xml:space="preserve">800, šikmým prefabrikátem na vtoku a </w:t>
      </w:r>
      <w:r w:rsidRPr="00217A8A">
        <w:rPr>
          <w:color w:val="000000" w:themeColor="text1"/>
        </w:rPr>
        <w:t>kolmým monolitickým ŽB čel</w:t>
      </w:r>
      <w:r w:rsidR="009B512C" w:rsidRPr="00217A8A">
        <w:rPr>
          <w:color w:val="000000" w:themeColor="text1"/>
        </w:rPr>
        <w:t>em</w:t>
      </w:r>
      <w:r w:rsidR="00A01FDB" w:rsidRPr="00217A8A">
        <w:rPr>
          <w:color w:val="000000" w:themeColor="text1"/>
        </w:rPr>
        <w:t xml:space="preserve"> s římsou</w:t>
      </w:r>
      <w:r w:rsidRPr="00217A8A">
        <w:rPr>
          <w:color w:val="000000" w:themeColor="text1"/>
        </w:rPr>
        <w:t xml:space="preserve"> na v</w:t>
      </w:r>
      <w:r w:rsidR="009B512C" w:rsidRPr="00217A8A">
        <w:rPr>
          <w:color w:val="000000" w:themeColor="text1"/>
        </w:rPr>
        <w:t>ýt</w:t>
      </w:r>
      <w:r w:rsidRPr="00217A8A">
        <w:rPr>
          <w:color w:val="000000" w:themeColor="text1"/>
        </w:rPr>
        <w:t>oku</w:t>
      </w:r>
      <w:r w:rsidR="009B512C" w:rsidRPr="00217A8A">
        <w:rPr>
          <w:color w:val="000000" w:themeColor="text1"/>
        </w:rPr>
        <w:t>.</w:t>
      </w:r>
      <w:r w:rsidRPr="00217A8A">
        <w:rPr>
          <w:color w:val="000000" w:themeColor="text1"/>
        </w:rPr>
        <w:t xml:space="preserve"> Železniční svršek zůstane původní</w:t>
      </w:r>
      <w:r w:rsidR="009B512C" w:rsidRPr="00217A8A">
        <w:rPr>
          <w:color w:val="000000" w:themeColor="text1"/>
        </w:rPr>
        <w:t>, BK se nezřizuje</w:t>
      </w:r>
      <w:r w:rsidR="003F4C1B" w:rsidRPr="00217A8A">
        <w:rPr>
          <w:color w:val="000000" w:themeColor="text1"/>
        </w:rPr>
        <w:t>;</w:t>
      </w:r>
    </w:p>
    <w:p w14:paraId="5E88FBF5" w14:textId="632AD057" w:rsidR="003F4C1B" w:rsidRPr="00217A8A" w:rsidRDefault="003F4C1B" w:rsidP="00B77894">
      <w:pPr>
        <w:pStyle w:val="Text2-1"/>
        <w:numPr>
          <w:ilvl w:val="0"/>
          <w:numId w:val="0"/>
        </w:numPr>
        <w:ind w:left="737"/>
        <w:rPr>
          <w:color w:val="000000" w:themeColor="text1"/>
        </w:rPr>
      </w:pPr>
      <w:r w:rsidRPr="00217A8A">
        <w:rPr>
          <w:color w:val="000000" w:themeColor="text1"/>
        </w:rPr>
        <w:t>v km 14,</w:t>
      </w:r>
      <w:r w:rsidR="00A01FDB" w:rsidRPr="00217A8A">
        <w:rPr>
          <w:color w:val="000000" w:themeColor="text1"/>
        </w:rPr>
        <w:t>995</w:t>
      </w:r>
      <w:r w:rsidRPr="00217A8A">
        <w:rPr>
          <w:color w:val="000000" w:themeColor="text1"/>
        </w:rPr>
        <w:t xml:space="preserve"> komplexní přestavba propustku s nosnou konstrukcí z</w:t>
      </w:r>
      <w:r w:rsidR="00A01FDB" w:rsidRPr="00217A8A">
        <w:rPr>
          <w:color w:val="000000" w:themeColor="text1"/>
        </w:rPr>
        <w:t> </w:t>
      </w:r>
      <w:r w:rsidRPr="00217A8A">
        <w:rPr>
          <w:color w:val="000000" w:themeColor="text1"/>
        </w:rPr>
        <w:t xml:space="preserve">vejčitých trub DN </w:t>
      </w:r>
      <w:r w:rsidR="00A01FDB" w:rsidRPr="00217A8A">
        <w:rPr>
          <w:color w:val="000000" w:themeColor="text1"/>
        </w:rPr>
        <w:t xml:space="preserve">800 </w:t>
      </w:r>
      <w:r w:rsidRPr="00217A8A">
        <w:rPr>
          <w:color w:val="000000" w:themeColor="text1"/>
        </w:rPr>
        <w:t xml:space="preserve">a se zakončením šikmými čely. Původní konstrukce bude nahrazena patkovými troubami DN 800 </w:t>
      </w:r>
      <w:r w:rsidR="00A01FDB" w:rsidRPr="00217A8A">
        <w:rPr>
          <w:color w:val="000000" w:themeColor="text1"/>
        </w:rPr>
        <w:t>a kolmými monolitickými ŽB čely s římsami na vtoku a výtoku</w:t>
      </w:r>
      <w:r w:rsidRPr="00217A8A">
        <w:rPr>
          <w:color w:val="000000" w:themeColor="text1"/>
        </w:rPr>
        <w:t>. Železniční svršek zůstane původní</w:t>
      </w:r>
      <w:r w:rsidR="00A01FDB" w:rsidRPr="00217A8A">
        <w:rPr>
          <w:color w:val="000000" w:themeColor="text1"/>
        </w:rPr>
        <w:t xml:space="preserve"> včetně opětovného zřízení BK</w:t>
      </w:r>
      <w:r w:rsidR="00AA4A8A" w:rsidRPr="00217A8A">
        <w:rPr>
          <w:color w:val="000000" w:themeColor="text1"/>
        </w:rPr>
        <w:t xml:space="preserve">;  </w:t>
      </w:r>
    </w:p>
    <w:p w14:paraId="20E968A7" w14:textId="638142A5" w:rsidR="00AA4A8A" w:rsidRPr="00217A8A" w:rsidRDefault="00AA4A8A" w:rsidP="00B77894">
      <w:pPr>
        <w:pStyle w:val="Text2-1"/>
        <w:numPr>
          <w:ilvl w:val="0"/>
          <w:numId w:val="0"/>
        </w:numPr>
        <w:ind w:left="737"/>
        <w:rPr>
          <w:color w:val="000000" w:themeColor="text1"/>
        </w:rPr>
      </w:pPr>
      <w:r w:rsidRPr="00217A8A">
        <w:rPr>
          <w:color w:val="000000" w:themeColor="text1"/>
        </w:rPr>
        <w:t xml:space="preserve">v km 19,378 komplexní přestavba propustku s nosnou konstrukcí z vejčitých trub DN </w:t>
      </w:r>
      <w:r w:rsidR="008F3F57" w:rsidRPr="00217A8A">
        <w:rPr>
          <w:color w:val="000000" w:themeColor="text1"/>
        </w:rPr>
        <w:t>1000</w:t>
      </w:r>
      <w:r w:rsidRPr="00217A8A">
        <w:rPr>
          <w:color w:val="000000" w:themeColor="text1"/>
        </w:rPr>
        <w:t xml:space="preserve"> a se zakončením šikmými čely. Původní konstrukce bude nahrazena patkovými troubami DN </w:t>
      </w:r>
      <w:r w:rsidR="008F3F57" w:rsidRPr="00217A8A">
        <w:rPr>
          <w:color w:val="000000" w:themeColor="text1"/>
        </w:rPr>
        <w:t>1000</w:t>
      </w:r>
      <w:r w:rsidRPr="00217A8A">
        <w:rPr>
          <w:color w:val="000000" w:themeColor="text1"/>
        </w:rPr>
        <w:t xml:space="preserve"> a </w:t>
      </w:r>
      <w:r w:rsidR="008F3F57" w:rsidRPr="00217A8A">
        <w:rPr>
          <w:color w:val="000000" w:themeColor="text1"/>
        </w:rPr>
        <w:t>šikmými prefabrikáty na vtoku a výtoku.</w:t>
      </w:r>
      <w:r w:rsidRPr="00217A8A">
        <w:rPr>
          <w:color w:val="000000" w:themeColor="text1"/>
        </w:rPr>
        <w:t xml:space="preserve"> Železniční svršek zůstane původní</w:t>
      </w:r>
      <w:r w:rsidR="008F3F57" w:rsidRPr="00217A8A">
        <w:rPr>
          <w:color w:val="000000" w:themeColor="text1"/>
        </w:rPr>
        <w:t>, BK se nezřizuje</w:t>
      </w:r>
      <w:r w:rsidR="0024606C" w:rsidRPr="00217A8A">
        <w:rPr>
          <w:color w:val="000000" w:themeColor="text1"/>
        </w:rPr>
        <w:t>.</w:t>
      </w:r>
    </w:p>
    <w:p w14:paraId="7605149B" w14:textId="4D1B9D3B" w:rsidR="00D2341F" w:rsidRPr="00217A8A" w:rsidRDefault="00D2341F" w:rsidP="00B77894">
      <w:pPr>
        <w:pStyle w:val="Text2-1"/>
        <w:numPr>
          <w:ilvl w:val="0"/>
          <w:numId w:val="0"/>
        </w:numPr>
        <w:ind w:left="737"/>
        <w:rPr>
          <w:color w:val="000000" w:themeColor="text1"/>
        </w:rPr>
      </w:pPr>
      <w:r w:rsidRPr="00217A8A">
        <w:rPr>
          <w:color w:val="000000" w:themeColor="text1"/>
        </w:rPr>
        <w:t xml:space="preserve">Součástí díla je vypracování DSPS </w:t>
      </w:r>
      <w:r w:rsidR="00592EAD" w:rsidRPr="00217A8A">
        <w:rPr>
          <w:color w:val="000000" w:themeColor="text1"/>
        </w:rPr>
        <w:t>u všech</w:t>
      </w:r>
      <w:r w:rsidRPr="00217A8A">
        <w:rPr>
          <w:color w:val="000000" w:themeColor="text1"/>
        </w:rPr>
        <w:t xml:space="preserve"> propustků.</w:t>
      </w:r>
    </w:p>
    <w:p w14:paraId="7959D86F" w14:textId="71FD92F6" w:rsidR="00CE2A6B" w:rsidRPr="00217A8A" w:rsidRDefault="00CE2A6B" w:rsidP="00517E55">
      <w:pPr>
        <w:pStyle w:val="Text2-1"/>
        <w:rPr>
          <w:color w:val="000000" w:themeColor="text1"/>
        </w:rPr>
      </w:pPr>
      <w:r w:rsidRPr="00217A8A">
        <w:rPr>
          <w:color w:val="000000" w:themeColor="text1"/>
        </w:rPr>
        <w:t>Rozsah Díla je rozdělen do těchto stavebních objektů či provozních souborů:</w:t>
      </w:r>
    </w:p>
    <w:p w14:paraId="27FBE493" w14:textId="30C59843" w:rsidR="00CE2A6B" w:rsidRPr="00217A8A" w:rsidRDefault="00CE2A6B" w:rsidP="00CE2A6B">
      <w:pPr>
        <w:pStyle w:val="Text2-1"/>
        <w:numPr>
          <w:ilvl w:val="0"/>
          <w:numId w:val="0"/>
        </w:numPr>
        <w:ind w:left="737"/>
        <w:rPr>
          <w:b/>
          <w:bCs/>
          <w:color w:val="000000" w:themeColor="text1"/>
        </w:rPr>
      </w:pPr>
      <w:r w:rsidRPr="00217A8A">
        <w:rPr>
          <w:b/>
          <w:bCs/>
          <w:color w:val="000000" w:themeColor="text1"/>
        </w:rPr>
        <w:t>SO</w:t>
      </w:r>
      <w:r w:rsidR="00D2341F" w:rsidRPr="00217A8A">
        <w:rPr>
          <w:b/>
          <w:bCs/>
          <w:color w:val="000000" w:themeColor="text1"/>
        </w:rPr>
        <w:t xml:space="preserve"> 01 Propustek v km 9,931:</w:t>
      </w:r>
    </w:p>
    <w:p w14:paraId="7F26B60A" w14:textId="5E10E916" w:rsidR="00D2341F" w:rsidRPr="00217A8A" w:rsidRDefault="00D2341F" w:rsidP="00CE2A6B">
      <w:pPr>
        <w:pStyle w:val="Text2-1"/>
        <w:numPr>
          <w:ilvl w:val="0"/>
          <w:numId w:val="0"/>
        </w:numPr>
        <w:ind w:left="737"/>
        <w:rPr>
          <w:color w:val="000000" w:themeColor="text1"/>
        </w:rPr>
      </w:pPr>
      <w:r w:rsidRPr="00217A8A">
        <w:rPr>
          <w:color w:val="000000" w:themeColor="text1"/>
        </w:rPr>
        <w:t>SO 01.1 Propustek</w:t>
      </w:r>
    </w:p>
    <w:p w14:paraId="27FF8419" w14:textId="2ECA2B89" w:rsidR="00D2341F" w:rsidRPr="00217A8A" w:rsidRDefault="00D2341F" w:rsidP="00CE2A6B">
      <w:pPr>
        <w:pStyle w:val="Text2-1"/>
        <w:numPr>
          <w:ilvl w:val="0"/>
          <w:numId w:val="0"/>
        </w:numPr>
        <w:ind w:left="737"/>
        <w:rPr>
          <w:color w:val="000000" w:themeColor="text1"/>
        </w:rPr>
      </w:pPr>
      <w:r w:rsidRPr="00217A8A">
        <w:rPr>
          <w:color w:val="000000" w:themeColor="text1"/>
        </w:rPr>
        <w:t>SO 01.2 Železniční svršek</w:t>
      </w:r>
    </w:p>
    <w:p w14:paraId="3F2DE5C0" w14:textId="3A2D34CA" w:rsidR="00D2341F" w:rsidRPr="00217A8A" w:rsidRDefault="00D2341F" w:rsidP="00CE2A6B">
      <w:pPr>
        <w:pStyle w:val="Text2-1"/>
        <w:numPr>
          <w:ilvl w:val="0"/>
          <w:numId w:val="0"/>
        </w:numPr>
        <w:ind w:left="737"/>
        <w:rPr>
          <w:color w:val="000000" w:themeColor="text1"/>
        </w:rPr>
      </w:pPr>
      <w:r w:rsidRPr="00217A8A">
        <w:rPr>
          <w:color w:val="000000" w:themeColor="text1"/>
        </w:rPr>
        <w:t>SO 0</w:t>
      </w:r>
      <w:r w:rsidR="0070696F" w:rsidRPr="00217A8A">
        <w:rPr>
          <w:color w:val="000000" w:themeColor="text1"/>
        </w:rPr>
        <w:t>1</w:t>
      </w:r>
      <w:r w:rsidRPr="00217A8A">
        <w:rPr>
          <w:color w:val="000000" w:themeColor="text1"/>
        </w:rPr>
        <w:t>.</w:t>
      </w:r>
      <w:r w:rsidR="0070696F" w:rsidRPr="00217A8A">
        <w:rPr>
          <w:color w:val="000000" w:themeColor="text1"/>
        </w:rPr>
        <w:t>3</w:t>
      </w:r>
      <w:r w:rsidRPr="00217A8A">
        <w:rPr>
          <w:color w:val="000000" w:themeColor="text1"/>
        </w:rPr>
        <w:t xml:space="preserve"> Kabelové trasy</w:t>
      </w:r>
    </w:p>
    <w:p w14:paraId="78532EEB" w14:textId="224C5877" w:rsidR="00D2341F" w:rsidRPr="00217A8A" w:rsidRDefault="00D2341F" w:rsidP="00D2341F">
      <w:pPr>
        <w:pStyle w:val="Text2-1"/>
        <w:numPr>
          <w:ilvl w:val="0"/>
          <w:numId w:val="0"/>
        </w:numPr>
        <w:ind w:left="737"/>
        <w:rPr>
          <w:b/>
          <w:bCs/>
          <w:color w:val="000000" w:themeColor="text1"/>
        </w:rPr>
      </w:pPr>
      <w:r w:rsidRPr="00217A8A">
        <w:rPr>
          <w:b/>
          <w:bCs/>
          <w:color w:val="000000" w:themeColor="text1"/>
        </w:rPr>
        <w:t>SO 02 Propustek v km 12,127:</w:t>
      </w:r>
    </w:p>
    <w:p w14:paraId="2A3BE82E" w14:textId="43C7D369" w:rsidR="00D2341F" w:rsidRPr="00217A8A" w:rsidRDefault="00D2341F" w:rsidP="00D2341F">
      <w:pPr>
        <w:pStyle w:val="Text2-1"/>
        <w:numPr>
          <w:ilvl w:val="0"/>
          <w:numId w:val="0"/>
        </w:numPr>
        <w:ind w:left="737"/>
        <w:rPr>
          <w:color w:val="000000" w:themeColor="text1"/>
        </w:rPr>
      </w:pPr>
      <w:r w:rsidRPr="00217A8A">
        <w:rPr>
          <w:color w:val="000000" w:themeColor="text1"/>
        </w:rPr>
        <w:t>SO 0</w:t>
      </w:r>
      <w:r w:rsidR="0070696F" w:rsidRPr="00217A8A">
        <w:rPr>
          <w:color w:val="000000" w:themeColor="text1"/>
        </w:rPr>
        <w:t>2</w:t>
      </w:r>
      <w:r w:rsidRPr="00217A8A">
        <w:rPr>
          <w:color w:val="000000" w:themeColor="text1"/>
        </w:rPr>
        <w:t>.1 Propustek</w:t>
      </w:r>
    </w:p>
    <w:p w14:paraId="5746FB76" w14:textId="5C030F08" w:rsidR="00D2341F" w:rsidRPr="00217A8A" w:rsidRDefault="00D2341F" w:rsidP="00D2341F">
      <w:pPr>
        <w:pStyle w:val="Text2-1"/>
        <w:numPr>
          <w:ilvl w:val="0"/>
          <w:numId w:val="0"/>
        </w:numPr>
        <w:ind w:left="737"/>
        <w:rPr>
          <w:color w:val="000000" w:themeColor="text1"/>
        </w:rPr>
      </w:pPr>
      <w:r w:rsidRPr="00217A8A">
        <w:rPr>
          <w:color w:val="000000" w:themeColor="text1"/>
        </w:rPr>
        <w:t>SO 0</w:t>
      </w:r>
      <w:r w:rsidR="0070696F" w:rsidRPr="00217A8A">
        <w:rPr>
          <w:color w:val="000000" w:themeColor="text1"/>
        </w:rPr>
        <w:t>2</w:t>
      </w:r>
      <w:r w:rsidRPr="00217A8A">
        <w:rPr>
          <w:color w:val="000000" w:themeColor="text1"/>
        </w:rPr>
        <w:t>.2 Železniční svršek</w:t>
      </w:r>
    </w:p>
    <w:p w14:paraId="5929B409" w14:textId="63201D9C" w:rsidR="00D2341F" w:rsidRPr="00217A8A" w:rsidRDefault="00D2341F" w:rsidP="00D2341F">
      <w:pPr>
        <w:pStyle w:val="Text2-1"/>
        <w:numPr>
          <w:ilvl w:val="0"/>
          <w:numId w:val="0"/>
        </w:numPr>
        <w:ind w:left="737"/>
        <w:rPr>
          <w:color w:val="000000" w:themeColor="text1"/>
        </w:rPr>
      </w:pPr>
      <w:r w:rsidRPr="00217A8A">
        <w:rPr>
          <w:color w:val="000000" w:themeColor="text1"/>
        </w:rPr>
        <w:t>SO 0</w:t>
      </w:r>
      <w:r w:rsidR="0070696F" w:rsidRPr="00217A8A">
        <w:rPr>
          <w:color w:val="000000" w:themeColor="text1"/>
        </w:rPr>
        <w:t>2</w:t>
      </w:r>
      <w:r w:rsidRPr="00217A8A">
        <w:rPr>
          <w:color w:val="000000" w:themeColor="text1"/>
        </w:rPr>
        <w:t>.</w:t>
      </w:r>
      <w:r w:rsidR="0070696F" w:rsidRPr="00217A8A">
        <w:rPr>
          <w:color w:val="000000" w:themeColor="text1"/>
        </w:rPr>
        <w:t>3</w:t>
      </w:r>
      <w:r w:rsidRPr="00217A8A">
        <w:rPr>
          <w:color w:val="000000" w:themeColor="text1"/>
        </w:rPr>
        <w:t xml:space="preserve"> Kabelové trasy</w:t>
      </w:r>
    </w:p>
    <w:p w14:paraId="159E3BD8" w14:textId="39B99EAF" w:rsidR="00D2341F" w:rsidRPr="00217A8A" w:rsidRDefault="00D2341F" w:rsidP="00D2341F">
      <w:pPr>
        <w:pStyle w:val="Text2-1"/>
        <w:numPr>
          <w:ilvl w:val="0"/>
          <w:numId w:val="0"/>
        </w:numPr>
        <w:ind w:left="737"/>
        <w:rPr>
          <w:b/>
          <w:bCs/>
          <w:color w:val="000000" w:themeColor="text1"/>
        </w:rPr>
      </w:pPr>
      <w:r w:rsidRPr="00217A8A">
        <w:rPr>
          <w:b/>
          <w:bCs/>
          <w:color w:val="000000" w:themeColor="text1"/>
        </w:rPr>
        <w:t>SO 03 Propustek v km 14,995:</w:t>
      </w:r>
    </w:p>
    <w:p w14:paraId="726A9120" w14:textId="787D96C7" w:rsidR="00D2341F" w:rsidRPr="00217A8A" w:rsidRDefault="00D2341F" w:rsidP="00D2341F">
      <w:pPr>
        <w:pStyle w:val="Text2-1"/>
        <w:numPr>
          <w:ilvl w:val="0"/>
          <w:numId w:val="0"/>
        </w:numPr>
        <w:ind w:left="737"/>
        <w:rPr>
          <w:color w:val="000000" w:themeColor="text1"/>
        </w:rPr>
      </w:pPr>
      <w:r w:rsidRPr="00217A8A">
        <w:rPr>
          <w:color w:val="000000" w:themeColor="text1"/>
        </w:rPr>
        <w:t>SO 0</w:t>
      </w:r>
      <w:r w:rsidR="0070696F" w:rsidRPr="00217A8A">
        <w:rPr>
          <w:color w:val="000000" w:themeColor="text1"/>
        </w:rPr>
        <w:t>3</w:t>
      </w:r>
      <w:r w:rsidRPr="00217A8A">
        <w:rPr>
          <w:color w:val="000000" w:themeColor="text1"/>
        </w:rPr>
        <w:t>.1 Propustek</w:t>
      </w:r>
    </w:p>
    <w:p w14:paraId="7D4E79A6" w14:textId="2728351E" w:rsidR="00D2341F" w:rsidRPr="00217A8A" w:rsidRDefault="00D2341F" w:rsidP="00D2341F">
      <w:pPr>
        <w:pStyle w:val="Text2-1"/>
        <w:numPr>
          <w:ilvl w:val="0"/>
          <w:numId w:val="0"/>
        </w:numPr>
        <w:ind w:left="737"/>
        <w:rPr>
          <w:color w:val="000000" w:themeColor="text1"/>
        </w:rPr>
      </w:pPr>
      <w:r w:rsidRPr="00217A8A">
        <w:rPr>
          <w:color w:val="000000" w:themeColor="text1"/>
        </w:rPr>
        <w:t>SO 0</w:t>
      </w:r>
      <w:r w:rsidR="0070696F" w:rsidRPr="00217A8A">
        <w:rPr>
          <w:color w:val="000000" w:themeColor="text1"/>
        </w:rPr>
        <w:t>3</w:t>
      </w:r>
      <w:r w:rsidRPr="00217A8A">
        <w:rPr>
          <w:color w:val="000000" w:themeColor="text1"/>
        </w:rPr>
        <w:t>.2 Železniční svršek</w:t>
      </w:r>
    </w:p>
    <w:p w14:paraId="469DCD6A" w14:textId="3B79130E" w:rsidR="00D2341F" w:rsidRPr="00217A8A" w:rsidRDefault="00D2341F" w:rsidP="00D2341F">
      <w:pPr>
        <w:pStyle w:val="Text2-1"/>
        <w:numPr>
          <w:ilvl w:val="0"/>
          <w:numId w:val="0"/>
        </w:numPr>
        <w:ind w:left="737"/>
        <w:rPr>
          <w:color w:val="000000" w:themeColor="text1"/>
        </w:rPr>
      </w:pPr>
      <w:r w:rsidRPr="00217A8A">
        <w:rPr>
          <w:color w:val="000000" w:themeColor="text1"/>
        </w:rPr>
        <w:t>SO 03.</w:t>
      </w:r>
      <w:r w:rsidR="0070696F" w:rsidRPr="00217A8A">
        <w:rPr>
          <w:color w:val="000000" w:themeColor="text1"/>
        </w:rPr>
        <w:t>3</w:t>
      </w:r>
      <w:r w:rsidRPr="00217A8A">
        <w:rPr>
          <w:color w:val="000000" w:themeColor="text1"/>
        </w:rPr>
        <w:t xml:space="preserve"> Kabelové trasy</w:t>
      </w:r>
    </w:p>
    <w:p w14:paraId="72BBDC99" w14:textId="60E8BEEB" w:rsidR="00F56F75" w:rsidRPr="00217A8A" w:rsidRDefault="00F56F75" w:rsidP="00F56F75">
      <w:pPr>
        <w:pStyle w:val="Text2-1"/>
        <w:numPr>
          <w:ilvl w:val="0"/>
          <w:numId w:val="0"/>
        </w:numPr>
        <w:ind w:left="737"/>
        <w:rPr>
          <w:b/>
          <w:bCs/>
          <w:color w:val="000000" w:themeColor="text1"/>
        </w:rPr>
      </w:pPr>
      <w:r w:rsidRPr="00217A8A">
        <w:rPr>
          <w:b/>
          <w:bCs/>
          <w:color w:val="000000" w:themeColor="text1"/>
        </w:rPr>
        <w:t>SO 04 Propustek v km 19,378:</w:t>
      </w:r>
    </w:p>
    <w:p w14:paraId="2C0AE001" w14:textId="03192ED2" w:rsidR="00F56F75" w:rsidRPr="00217A8A" w:rsidRDefault="00F56F75" w:rsidP="00F56F75">
      <w:pPr>
        <w:pStyle w:val="Text2-1"/>
        <w:numPr>
          <w:ilvl w:val="0"/>
          <w:numId w:val="0"/>
        </w:numPr>
        <w:ind w:left="737"/>
        <w:rPr>
          <w:color w:val="000000" w:themeColor="text1"/>
        </w:rPr>
      </w:pPr>
      <w:r w:rsidRPr="00217A8A">
        <w:rPr>
          <w:color w:val="000000" w:themeColor="text1"/>
        </w:rPr>
        <w:t>SO 0</w:t>
      </w:r>
      <w:r w:rsidR="0070696F" w:rsidRPr="00217A8A">
        <w:rPr>
          <w:color w:val="000000" w:themeColor="text1"/>
        </w:rPr>
        <w:t>4</w:t>
      </w:r>
      <w:r w:rsidRPr="00217A8A">
        <w:rPr>
          <w:color w:val="000000" w:themeColor="text1"/>
        </w:rPr>
        <w:t>.1 Propustek</w:t>
      </w:r>
    </w:p>
    <w:p w14:paraId="38405B1C" w14:textId="79BCA251" w:rsidR="00F56F75" w:rsidRPr="00217A8A" w:rsidRDefault="00F56F75" w:rsidP="00F56F75">
      <w:pPr>
        <w:pStyle w:val="Text2-1"/>
        <w:numPr>
          <w:ilvl w:val="0"/>
          <w:numId w:val="0"/>
        </w:numPr>
        <w:ind w:left="737"/>
        <w:rPr>
          <w:color w:val="000000" w:themeColor="text1"/>
        </w:rPr>
      </w:pPr>
      <w:r w:rsidRPr="00217A8A">
        <w:rPr>
          <w:color w:val="000000" w:themeColor="text1"/>
        </w:rPr>
        <w:t>SO 0</w:t>
      </w:r>
      <w:r w:rsidR="0070696F" w:rsidRPr="00217A8A">
        <w:rPr>
          <w:color w:val="000000" w:themeColor="text1"/>
        </w:rPr>
        <w:t>4</w:t>
      </w:r>
      <w:r w:rsidRPr="00217A8A">
        <w:rPr>
          <w:color w:val="000000" w:themeColor="text1"/>
        </w:rPr>
        <w:t>.2 Železniční svršek</w:t>
      </w:r>
    </w:p>
    <w:p w14:paraId="296F0A78" w14:textId="09CBE601" w:rsidR="00CE2A6B" w:rsidRPr="00217A8A" w:rsidRDefault="00F56F75" w:rsidP="006D549D">
      <w:pPr>
        <w:pStyle w:val="Text2-1"/>
        <w:numPr>
          <w:ilvl w:val="0"/>
          <w:numId w:val="0"/>
        </w:numPr>
        <w:ind w:left="737"/>
        <w:rPr>
          <w:color w:val="000000" w:themeColor="text1"/>
        </w:rPr>
      </w:pPr>
      <w:r w:rsidRPr="00217A8A">
        <w:rPr>
          <w:color w:val="000000" w:themeColor="text1"/>
        </w:rPr>
        <w:t>SO 0</w:t>
      </w:r>
      <w:r w:rsidR="0070696F" w:rsidRPr="00217A8A">
        <w:rPr>
          <w:color w:val="000000" w:themeColor="text1"/>
        </w:rPr>
        <w:t>4</w:t>
      </w:r>
      <w:r w:rsidRPr="00217A8A">
        <w:rPr>
          <w:color w:val="000000" w:themeColor="text1"/>
        </w:rPr>
        <w:t>.</w:t>
      </w:r>
      <w:r w:rsidR="0070696F" w:rsidRPr="00217A8A">
        <w:rPr>
          <w:color w:val="000000" w:themeColor="text1"/>
        </w:rPr>
        <w:t>3</w:t>
      </w:r>
      <w:r w:rsidRPr="00217A8A">
        <w:rPr>
          <w:color w:val="000000" w:themeColor="text1"/>
        </w:rPr>
        <w:t xml:space="preserve"> Kabelové trasy</w:t>
      </w:r>
    </w:p>
    <w:p w14:paraId="06FEE6F8" w14:textId="1B93784C" w:rsidR="00CE2A6B" w:rsidRDefault="00CE2A6B" w:rsidP="00CE2A6B">
      <w:pPr>
        <w:pStyle w:val="Text2-2"/>
        <w:numPr>
          <w:ilvl w:val="0"/>
          <w:numId w:val="0"/>
        </w:numPr>
        <w:ind w:left="737"/>
        <w:rPr>
          <w:highlight w:val="green"/>
        </w:rPr>
      </w:pPr>
    </w:p>
    <w:p w14:paraId="3FFBD556" w14:textId="33E92913" w:rsidR="00517E55" w:rsidRPr="007E402F" w:rsidRDefault="00517E55" w:rsidP="00517E55">
      <w:pPr>
        <w:pStyle w:val="Text2-1"/>
      </w:pPr>
      <w:r w:rsidRPr="00517E55">
        <w:lastRenderedPageBreak/>
        <w:t>Rozsah díla je dále podrobně specifikován v</w:t>
      </w:r>
      <w:r w:rsidR="00EC02A5">
        <w:t> Soupisu prací s výkazem výměr</w:t>
      </w:r>
      <w:r w:rsidRPr="00517E55">
        <w:t>, který je součástí Zadávací dokumentace</w:t>
      </w:r>
      <w:r w:rsidR="00860F4E">
        <w:t xml:space="preserve"> (</w:t>
      </w:r>
      <w:r w:rsidR="00860F4E" w:rsidRPr="008D440D">
        <w:t xml:space="preserve">Díl 4 </w:t>
      </w:r>
      <w:r w:rsidR="00860F4E">
        <w:t>S</w:t>
      </w:r>
      <w:r w:rsidR="00860F4E" w:rsidRPr="008D440D">
        <w:t>oupis prací s výkazem výměr</w:t>
      </w:r>
      <w:r w:rsidR="00860F4E">
        <w:t>)</w:t>
      </w:r>
      <w:r>
        <w:rPr>
          <w:i/>
        </w:rPr>
        <w:t>.</w:t>
      </w:r>
    </w:p>
    <w:p w14:paraId="79B5C973" w14:textId="77777777" w:rsidR="00DF7BAA" w:rsidRDefault="00DF7BAA" w:rsidP="00DF7BAA">
      <w:pPr>
        <w:pStyle w:val="Nadpis2-2"/>
      </w:pPr>
      <w:bookmarkStart w:id="12" w:name="_Toc6410431"/>
      <w:bookmarkStart w:id="13" w:name="_Toc137791087"/>
      <w:r>
        <w:t>Umístění stavby</w:t>
      </w:r>
      <w:bookmarkEnd w:id="12"/>
      <w:bookmarkEnd w:id="13"/>
    </w:p>
    <w:p w14:paraId="4DFE4759" w14:textId="46E76C68" w:rsidR="006972D4" w:rsidRPr="00217A8A" w:rsidRDefault="00DF7BAA" w:rsidP="005A6C0C">
      <w:pPr>
        <w:pStyle w:val="Text2-1"/>
        <w:rPr>
          <w:color w:val="000000" w:themeColor="text1"/>
        </w:rPr>
      </w:pPr>
      <w:r w:rsidRPr="00217A8A">
        <w:rPr>
          <w:color w:val="000000" w:themeColor="text1"/>
        </w:rPr>
        <w:t>Stavba bude probíhat na trati</w:t>
      </w:r>
      <w:r w:rsidR="009D28BD" w:rsidRPr="00217A8A">
        <w:rPr>
          <w:color w:val="000000" w:themeColor="text1"/>
        </w:rPr>
        <w:t xml:space="preserve"> </w:t>
      </w:r>
      <w:proofErr w:type="spellStart"/>
      <w:r w:rsidR="009D28BD" w:rsidRPr="00217A8A">
        <w:rPr>
          <w:color w:val="000000" w:themeColor="text1"/>
        </w:rPr>
        <w:t>odb</w:t>
      </w:r>
      <w:proofErr w:type="spellEnd"/>
      <w:r w:rsidR="009D28BD" w:rsidRPr="00217A8A">
        <w:rPr>
          <w:color w:val="000000" w:themeColor="text1"/>
        </w:rPr>
        <w:t>. Moravice – Svobodné Heřmanice</w:t>
      </w:r>
    </w:p>
    <w:p w14:paraId="46BB6011" w14:textId="13F4A13C" w:rsidR="00517E55" w:rsidRPr="00217A8A" w:rsidRDefault="00517E55" w:rsidP="00517E55">
      <w:pPr>
        <w:pStyle w:val="Text2-1"/>
        <w:numPr>
          <w:ilvl w:val="0"/>
          <w:numId w:val="0"/>
        </w:numPr>
        <w:ind w:firstLine="709"/>
        <w:rPr>
          <w:color w:val="000000" w:themeColor="text1"/>
        </w:rPr>
      </w:pPr>
      <w:r w:rsidRPr="00217A8A">
        <w:rPr>
          <w:color w:val="000000" w:themeColor="text1"/>
        </w:rPr>
        <w:t>Kraj:</w:t>
      </w:r>
      <w:r w:rsidR="009D28BD" w:rsidRPr="00217A8A">
        <w:rPr>
          <w:color w:val="000000" w:themeColor="text1"/>
        </w:rPr>
        <w:t xml:space="preserve"> Moravskoslezský</w:t>
      </w:r>
    </w:p>
    <w:p w14:paraId="50C118F7" w14:textId="03DC32A9" w:rsidR="00517E55" w:rsidRPr="00217A8A" w:rsidRDefault="00517E55" w:rsidP="00517E55">
      <w:pPr>
        <w:pStyle w:val="Text2-1"/>
        <w:numPr>
          <w:ilvl w:val="0"/>
          <w:numId w:val="0"/>
        </w:numPr>
        <w:ind w:firstLine="709"/>
        <w:rPr>
          <w:color w:val="000000" w:themeColor="text1"/>
        </w:rPr>
      </w:pPr>
      <w:r w:rsidRPr="00217A8A">
        <w:rPr>
          <w:color w:val="000000" w:themeColor="text1"/>
        </w:rPr>
        <w:t>Okres:</w:t>
      </w:r>
      <w:r w:rsidR="009D28BD" w:rsidRPr="00217A8A">
        <w:rPr>
          <w:color w:val="000000" w:themeColor="text1"/>
        </w:rPr>
        <w:t xml:space="preserve"> Opava</w:t>
      </w:r>
    </w:p>
    <w:p w14:paraId="291758A3" w14:textId="4A730F0F" w:rsidR="009D28BD" w:rsidRPr="00217A8A" w:rsidRDefault="00517E55" w:rsidP="00517E55">
      <w:pPr>
        <w:pStyle w:val="Text2-1"/>
        <w:numPr>
          <w:ilvl w:val="0"/>
          <w:numId w:val="0"/>
        </w:numPr>
        <w:ind w:firstLine="709"/>
        <w:rPr>
          <w:color w:val="000000" w:themeColor="text1"/>
        </w:rPr>
      </w:pPr>
      <w:r w:rsidRPr="00217A8A">
        <w:rPr>
          <w:color w:val="000000" w:themeColor="text1"/>
        </w:rPr>
        <w:t xml:space="preserve">Obec: </w:t>
      </w:r>
      <w:r w:rsidR="009D28BD" w:rsidRPr="00217A8A">
        <w:rPr>
          <w:color w:val="000000" w:themeColor="text1"/>
        </w:rPr>
        <w:t>SO 01 Slavkov, SO 02 Dolní Životice, SO 03</w:t>
      </w:r>
      <w:r w:rsidR="008B2976" w:rsidRPr="00217A8A">
        <w:rPr>
          <w:color w:val="000000" w:themeColor="text1"/>
        </w:rPr>
        <w:t xml:space="preserve"> </w:t>
      </w:r>
      <w:r w:rsidR="009D28BD" w:rsidRPr="00217A8A">
        <w:rPr>
          <w:color w:val="000000" w:themeColor="text1"/>
        </w:rPr>
        <w:t xml:space="preserve">Litultovice, SO 04 Mladecko, </w:t>
      </w:r>
    </w:p>
    <w:p w14:paraId="2BC5441F" w14:textId="7F160F7F" w:rsidR="00517E55" w:rsidRPr="00217A8A" w:rsidRDefault="009D28BD" w:rsidP="00517E55">
      <w:pPr>
        <w:pStyle w:val="Text2-1"/>
        <w:numPr>
          <w:ilvl w:val="0"/>
          <w:numId w:val="0"/>
        </w:numPr>
        <w:ind w:firstLine="709"/>
        <w:rPr>
          <w:color w:val="000000" w:themeColor="text1"/>
        </w:rPr>
      </w:pPr>
      <w:r w:rsidRPr="00217A8A">
        <w:rPr>
          <w:color w:val="000000" w:themeColor="text1"/>
        </w:rPr>
        <w:t>Jakartovice</w:t>
      </w:r>
    </w:p>
    <w:p w14:paraId="03957CE5" w14:textId="1F69533A" w:rsidR="00517E55" w:rsidRPr="00217A8A" w:rsidRDefault="00517E55" w:rsidP="00517E55">
      <w:pPr>
        <w:pStyle w:val="Text2-1"/>
        <w:numPr>
          <w:ilvl w:val="0"/>
          <w:numId w:val="0"/>
        </w:numPr>
        <w:ind w:firstLine="709"/>
        <w:rPr>
          <w:color w:val="000000" w:themeColor="text1"/>
        </w:rPr>
      </w:pPr>
      <w:r w:rsidRPr="00217A8A">
        <w:rPr>
          <w:color w:val="000000" w:themeColor="text1"/>
        </w:rPr>
        <w:t xml:space="preserve">TUDU: </w:t>
      </w:r>
      <w:r w:rsidR="009C25EC" w:rsidRPr="00217A8A">
        <w:rPr>
          <w:color w:val="000000" w:themeColor="text1"/>
        </w:rPr>
        <w:t xml:space="preserve">2271 </w:t>
      </w:r>
      <w:proofErr w:type="spellStart"/>
      <w:r w:rsidR="009C25EC" w:rsidRPr="00217A8A">
        <w:rPr>
          <w:color w:val="000000" w:themeColor="text1"/>
        </w:rPr>
        <w:t>odb</w:t>
      </w:r>
      <w:proofErr w:type="spellEnd"/>
      <w:r w:rsidR="009C25EC" w:rsidRPr="00217A8A">
        <w:rPr>
          <w:color w:val="000000" w:themeColor="text1"/>
        </w:rPr>
        <w:t>. Moravice – Svobodné Heřmanice</w:t>
      </w:r>
    </w:p>
    <w:p w14:paraId="6605CEB2" w14:textId="5FBEB21B" w:rsidR="009C25EC" w:rsidRPr="00217A8A" w:rsidRDefault="009C25EC" w:rsidP="00517E55">
      <w:pPr>
        <w:pStyle w:val="Text2-1"/>
        <w:numPr>
          <w:ilvl w:val="0"/>
          <w:numId w:val="0"/>
        </w:numPr>
        <w:ind w:firstLine="709"/>
        <w:rPr>
          <w:color w:val="000000" w:themeColor="text1"/>
        </w:rPr>
      </w:pPr>
      <w:r w:rsidRPr="00217A8A">
        <w:rPr>
          <w:color w:val="000000" w:themeColor="text1"/>
        </w:rPr>
        <w:t xml:space="preserve">SO 01 + SO 02 DÚ 02 </w:t>
      </w:r>
      <w:proofErr w:type="spellStart"/>
      <w:r w:rsidRPr="00217A8A">
        <w:rPr>
          <w:color w:val="000000" w:themeColor="text1"/>
        </w:rPr>
        <w:t>odb</w:t>
      </w:r>
      <w:proofErr w:type="spellEnd"/>
      <w:r w:rsidRPr="00217A8A">
        <w:rPr>
          <w:color w:val="000000" w:themeColor="text1"/>
        </w:rPr>
        <w:t>. Moravice – Dolní Životice</w:t>
      </w:r>
    </w:p>
    <w:p w14:paraId="113D1B62" w14:textId="18BC269E" w:rsidR="009C25EC" w:rsidRPr="00217A8A" w:rsidRDefault="009C25EC" w:rsidP="00517E55">
      <w:pPr>
        <w:pStyle w:val="Text2-1"/>
        <w:numPr>
          <w:ilvl w:val="0"/>
          <w:numId w:val="0"/>
        </w:numPr>
        <w:ind w:firstLine="709"/>
        <w:rPr>
          <w:color w:val="000000" w:themeColor="text1"/>
        </w:rPr>
      </w:pPr>
      <w:r w:rsidRPr="00217A8A">
        <w:rPr>
          <w:color w:val="000000" w:themeColor="text1"/>
        </w:rPr>
        <w:t>SO 03 DÚ 06 Dolní Životice – Mladecko</w:t>
      </w:r>
    </w:p>
    <w:p w14:paraId="54902AB7" w14:textId="2B8217A4" w:rsidR="009C25EC" w:rsidRPr="00217A8A" w:rsidRDefault="009C25EC" w:rsidP="00517E55">
      <w:pPr>
        <w:pStyle w:val="Text2-1"/>
        <w:numPr>
          <w:ilvl w:val="0"/>
          <w:numId w:val="0"/>
        </w:numPr>
        <w:ind w:firstLine="709"/>
        <w:rPr>
          <w:color w:val="000000" w:themeColor="text1"/>
        </w:rPr>
      </w:pPr>
      <w:r w:rsidRPr="00217A8A">
        <w:rPr>
          <w:color w:val="000000" w:themeColor="text1"/>
        </w:rPr>
        <w:t xml:space="preserve">SO 04 DÚ </w:t>
      </w:r>
      <w:r w:rsidR="00CC0FDE" w:rsidRPr="00217A8A">
        <w:rPr>
          <w:color w:val="000000" w:themeColor="text1"/>
        </w:rPr>
        <w:t>08 Mladecko - Jakartovice</w:t>
      </w:r>
    </w:p>
    <w:p w14:paraId="28ECA66A" w14:textId="04EAC497" w:rsidR="00755421" w:rsidRPr="00217A8A" w:rsidRDefault="00517E55" w:rsidP="00A35ECF">
      <w:pPr>
        <w:pStyle w:val="Text2-1"/>
        <w:numPr>
          <w:ilvl w:val="0"/>
          <w:numId w:val="0"/>
        </w:numPr>
        <w:ind w:firstLine="709"/>
        <w:rPr>
          <w:color w:val="000000" w:themeColor="text1"/>
        </w:rPr>
      </w:pPr>
      <w:r w:rsidRPr="00217A8A">
        <w:rPr>
          <w:color w:val="000000" w:themeColor="text1"/>
        </w:rPr>
        <w:t>Katastrální území:</w:t>
      </w:r>
      <w:r w:rsidR="00755421" w:rsidRPr="00217A8A">
        <w:rPr>
          <w:color w:val="000000" w:themeColor="text1"/>
        </w:rPr>
        <w:t xml:space="preserve"> SO 01 Slavkov u Opavy</w:t>
      </w:r>
      <w:r w:rsidR="00A35ECF" w:rsidRPr="00217A8A">
        <w:rPr>
          <w:color w:val="000000" w:themeColor="text1"/>
        </w:rPr>
        <w:t xml:space="preserve">, </w:t>
      </w:r>
      <w:r w:rsidR="00755421" w:rsidRPr="00217A8A">
        <w:rPr>
          <w:color w:val="000000" w:themeColor="text1"/>
        </w:rPr>
        <w:t>SO 02 Dolní Životice</w:t>
      </w:r>
      <w:r w:rsidR="00A35ECF" w:rsidRPr="00217A8A">
        <w:rPr>
          <w:color w:val="000000" w:themeColor="text1"/>
        </w:rPr>
        <w:t xml:space="preserve">, </w:t>
      </w:r>
      <w:r w:rsidR="00755421" w:rsidRPr="00217A8A">
        <w:rPr>
          <w:color w:val="000000" w:themeColor="text1"/>
        </w:rPr>
        <w:t>SO 03 Litultovice</w:t>
      </w:r>
      <w:r w:rsidR="00A35ECF" w:rsidRPr="00217A8A">
        <w:rPr>
          <w:color w:val="000000" w:themeColor="text1"/>
        </w:rPr>
        <w:t>,</w:t>
      </w:r>
    </w:p>
    <w:p w14:paraId="2D383FE1" w14:textId="694E2195" w:rsidR="00755421" w:rsidRPr="00217A8A" w:rsidRDefault="00755421" w:rsidP="00517E55">
      <w:pPr>
        <w:pStyle w:val="Text2-1"/>
        <w:numPr>
          <w:ilvl w:val="0"/>
          <w:numId w:val="0"/>
        </w:numPr>
        <w:ind w:firstLine="709"/>
        <w:rPr>
          <w:color w:val="000000" w:themeColor="text1"/>
        </w:rPr>
      </w:pPr>
      <w:r w:rsidRPr="00217A8A">
        <w:rPr>
          <w:color w:val="000000" w:themeColor="text1"/>
        </w:rPr>
        <w:t>SO 04 Mladecko, Deštné</w:t>
      </w:r>
    </w:p>
    <w:p w14:paraId="23AA8187" w14:textId="712B334C" w:rsidR="00A35ECF" w:rsidRPr="00217A8A" w:rsidRDefault="00517E55" w:rsidP="00AC1DCE">
      <w:pPr>
        <w:pStyle w:val="Text2-1"/>
        <w:numPr>
          <w:ilvl w:val="0"/>
          <w:numId w:val="0"/>
        </w:numPr>
        <w:ind w:left="709"/>
        <w:rPr>
          <w:color w:val="000000" w:themeColor="text1"/>
        </w:rPr>
      </w:pPr>
      <w:proofErr w:type="spellStart"/>
      <w:r w:rsidRPr="00217A8A">
        <w:rPr>
          <w:color w:val="000000" w:themeColor="text1"/>
        </w:rPr>
        <w:t>P.č</w:t>
      </w:r>
      <w:proofErr w:type="spellEnd"/>
      <w:r w:rsidRPr="00217A8A">
        <w:rPr>
          <w:color w:val="000000" w:themeColor="text1"/>
        </w:rPr>
        <w:t xml:space="preserve">. dotčeného pozemku: </w:t>
      </w:r>
      <w:r w:rsidR="00A35ECF" w:rsidRPr="00217A8A">
        <w:rPr>
          <w:color w:val="000000" w:themeColor="text1"/>
        </w:rPr>
        <w:t xml:space="preserve">SO 01 </w:t>
      </w:r>
      <w:proofErr w:type="spellStart"/>
      <w:r w:rsidR="00AC1DCE" w:rsidRPr="00217A8A">
        <w:rPr>
          <w:color w:val="000000" w:themeColor="text1"/>
        </w:rPr>
        <w:t>p.č</w:t>
      </w:r>
      <w:proofErr w:type="spellEnd"/>
      <w:r w:rsidR="00AC1DCE" w:rsidRPr="00217A8A">
        <w:rPr>
          <w:color w:val="000000" w:themeColor="text1"/>
        </w:rPr>
        <w:t xml:space="preserve">. </w:t>
      </w:r>
      <w:r w:rsidR="00A35ECF" w:rsidRPr="00217A8A">
        <w:rPr>
          <w:color w:val="000000" w:themeColor="text1"/>
        </w:rPr>
        <w:t xml:space="preserve">1489  </w:t>
      </w:r>
      <w:r w:rsidR="00C52BF0" w:rsidRPr="00217A8A">
        <w:rPr>
          <w:color w:val="000000" w:themeColor="text1"/>
        </w:rPr>
        <w:t xml:space="preserve">(ostatní plocha), </w:t>
      </w:r>
      <w:r w:rsidR="00A35ECF" w:rsidRPr="00217A8A">
        <w:rPr>
          <w:color w:val="000000" w:themeColor="text1"/>
        </w:rPr>
        <w:t>SO 02</w:t>
      </w:r>
      <w:r w:rsidR="00AC1DCE" w:rsidRPr="00217A8A">
        <w:rPr>
          <w:color w:val="000000" w:themeColor="text1"/>
        </w:rPr>
        <w:t xml:space="preserve"> </w:t>
      </w:r>
      <w:proofErr w:type="spellStart"/>
      <w:r w:rsidR="00AC1DCE" w:rsidRPr="00217A8A">
        <w:rPr>
          <w:color w:val="000000" w:themeColor="text1"/>
        </w:rPr>
        <w:t>p.č</w:t>
      </w:r>
      <w:proofErr w:type="spellEnd"/>
      <w:r w:rsidR="00AC1DCE" w:rsidRPr="00217A8A">
        <w:rPr>
          <w:color w:val="000000" w:themeColor="text1"/>
        </w:rPr>
        <w:t>.</w:t>
      </w:r>
      <w:r w:rsidR="00A35ECF" w:rsidRPr="00217A8A">
        <w:rPr>
          <w:color w:val="000000" w:themeColor="text1"/>
        </w:rPr>
        <w:t xml:space="preserve"> 1319/1</w:t>
      </w:r>
      <w:r w:rsidR="00C52BF0" w:rsidRPr="00217A8A">
        <w:rPr>
          <w:color w:val="000000" w:themeColor="text1"/>
        </w:rPr>
        <w:t xml:space="preserve"> (ostatní plocha),  </w:t>
      </w:r>
      <w:r w:rsidR="00A35ECF" w:rsidRPr="00217A8A">
        <w:rPr>
          <w:color w:val="000000" w:themeColor="text1"/>
        </w:rPr>
        <w:t xml:space="preserve">SO 03 </w:t>
      </w:r>
      <w:proofErr w:type="spellStart"/>
      <w:r w:rsidR="00AC1DCE" w:rsidRPr="00217A8A">
        <w:rPr>
          <w:color w:val="000000" w:themeColor="text1"/>
        </w:rPr>
        <w:t>p.č</w:t>
      </w:r>
      <w:proofErr w:type="spellEnd"/>
      <w:r w:rsidR="00AC1DCE" w:rsidRPr="00217A8A">
        <w:rPr>
          <w:color w:val="000000" w:themeColor="text1"/>
        </w:rPr>
        <w:t xml:space="preserve">. </w:t>
      </w:r>
      <w:r w:rsidR="00A35ECF" w:rsidRPr="00217A8A">
        <w:rPr>
          <w:color w:val="000000" w:themeColor="text1"/>
        </w:rPr>
        <w:t>1060/</w:t>
      </w:r>
      <w:r w:rsidR="00761038" w:rsidRPr="00217A8A">
        <w:rPr>
          <w:color w:val="000000" w:themeColor="text1"/>
        </w:rPr>
        <w:t xml:space="preserve">6 ( ostatní plocha), </w:t>
      </w:r>
      <w:r w:rsidR="00A35ECF" w:rsidRPr="00217A8A">
        <w:rPr>
          <w:color w:val="000000" w:themeColor="text1"/>
        </w:rPr>
        <w:t>SO 04</w:t>
      </w:r>
      <w:r w:rsidR="00AC1DCE" w:rsidRPr="00217A8A">
        <w:rPr>
          <w:color w:val="000000" w:themeColor="text1"/>
        </w:rPr>
        <w:t xml:space="preserve"> </w:t>
      </w:r>
      <w:proofErr w:type="spellStart"/>
      <w:r w:rsidR="00AC1DCE" w:rsidRPr="00217A8A">
        <w:rPr>
          <w:color w:val="000000" w:themeColor="text1"/>
        </w:rPr>
        <w:t>p.č</w:t>
      </w:r>
      <w:proofErr w:type="spellEnd"/>
      <w:r w:rsidR="00AC1DCE" w:rsidRPr="00217A8A">
        <w:rPr>
          <w:color w:val="000000" w:themeColor="text1"/>
        </w:rPr>
        <w:t>.</w:t>
      </w:r>
      <w:r w:rsidR="00761038" w:rsidRPr="00217A8A">
        <w:rPr>
          <w:color w:val="000000" w:themeColor="text1"/>
        </w:rPr>
        <w:t> 448 ( ostatní plocha</w:t>
      </w:r>
      <w:r w:rsidR="00AC1DCE" w:rsidRPr="00217A8A">
        <w:rPr>
          <w:color w:val="000000" w:themeColor="text1"/>
        </w:rPr>
        <w:t xml:space="preserve">, </w:t>
      </w:r>
      <w:proofErr w:type="spellStart"/>
      <w:r w:rsidR="00AC1DCE" w:rsidRPr="00217A8A">
        <w:rPr>
          <w:color w:val="000000" w:themeColor="text1"/>
        </w:rPr>
        <w:t>k.ú</w:t>
      </w:r>
      <w:proofErr w:type="spellEnd"/>
      <w:r w:rsidR="00AC1DCE" w:rsidRPr="00217A8A">
        <w:rPr>
          <w:color w:val="000000" w:themeColor="text1"/>
        </w:rPr>
        <w:t>. Mladecko</w:t>
      </w:r>
      <w:r w:rsidR="00761038" w:rsidRPr="00217A8A">
        <w:rPr>
          <w:color w:val="000000" w:themeColor="text1"/>
        </w:rPr>
        <w:t xml:space="preserve">) a </w:t>
      </w:r>
      <w:proofErr w:type="spellStart"/>
      <w:r w:rsidR="00AC1DCE" w:rsidRPr="00217A8A">
        <w:rPr>
          <w:color w:val="000000" w:themeColor="text1"/>
        </w:rPr>
        <w:t>p.č</w:t>
      </w:r>
      <w:proofErr w:type="spellEnd"/>
      <w:r w:rsidR="00AC1DCE" w:rsidRPr="00217A8A">
        <w:rPr>
          <w:color w:val="000000" w:themeColor="text1"/>
        </w:rPr>
        <w:t xml:space="preserve">. </w:t>
      </w:r>
      <w:r w:rsidR="00761038" w:rsidRPr="00217A8A">
        <w:rPr>
          <w:color w:val="000000" w:themeColor="text1"/>
        </w:rPr>
        <w:t>2202 ( ostatní plocha</w:t>
      </w:r>
      <w:r w:rsidR="00AC1DCE" w:rsidRPr="00217A8A">
        <w:rPr>
          <w:color w:val="000000" w:themeColor="text1"/>
        </w:rPr>
        <w:t xml:space="preserve">, </w:t>
      </w:r>
      <w:proofErr w:type="spellStart"/>
      <w:r w:rsidR="00AC1DCE" w:rsidRPr="00217A8A">
        <w:rPr>
          <w:color w:val="000000" w:themeColor="text1"/>
        </w:rPr>
        <w:t>k.ú</w:t>
      </w:r>
      <w:proofErr w:type="spellEnd"/>
      <w:r w:rsidR="00AC1DCE" w:rsidRPr="00217A8A">
        <w:rPr>
          <w:color w:val="000000" w:themeColor="text1"/>
        </w:rPr>
        <w:t>. Deštné</w:t>
      </w:r>
      <w:r w:rsidR="00761038" w:rsidRPr="00217A8A">
        <w:rPr>
          <w:color w:val="000000" w:themeColor="text1"/>
        </w:rPr>
        <w:t>)</w:t>
      </w:r>
    </w:p>
    <w:p w14:paraId="4B38DE9B" w14:textId="016B9AB9" w:rsidR="00517E55" w:rsidRPr="00217A8A" w:rsidRDefault="00517E55" w:rsidP="00517E55">
      <w:pPr>
        <w:pStyle w:val="Text2-1"/>
        <w:numPr>
          <w:ilvl w:val="0"/>
          <w:numId w:val="0"/>
        </w:numPr>
        <w:ind w:firstLine="709"/>
        <w:rPr>
          <w:i/>
          <w:color w:val="000000" w:themeColor="text1"/>
        </w:rPr>
      </w:pPr>
      <w:r w:rsidRPr="00217A8A">
        <w:rPr>
          <w:color w:val="000000" w:themeColor="text1"/>
        </w:rPr>
        <w:t xml:space="preserve">Bližší popis: </w:t>
      </w:r>
      <w:r w:rsidR="006B6BA4" w:rsidRPr="00217A8A">
        <w:rPr>
          <w:color w:val="000000" w:themeColor="text1"/>
        </w:rPr>
        <w:t>staveniště</w:t>
      </w:r>
    </w:p>
    <w:p w14:paraId="2F0403DD" w14:textId="3A885753" w:rsidR="00DF7BAA" w:rsidRPr="00217A8A" w:rsidRDefault="00517E55" w:rsidP="00517E55">
      <w:pPr>
        <w:pStyle w:val="Text2-1"/>
        <w:numPr>
          <w:ilvl w:val="0"/>
          <w:numId w:val="0"/>
        </w:numPr>
        <w:ind w:firstLine="709"/>
        <w:rPr>
          <w:color w:val="000000" w:themeColor="text1"/>
        </w:rPr>
      </w:pPr>
      <w:r w:rsidRPr="00217A8A">
        <w:rPr>
          <w:color w:val="000000" w:themeColor="text1"/>
        </w:rPr>
        <w:t xml:space="preserve">Zařazení tratě: </w:t>
      </w:r>
      <w:r w:rsidR="006B6BA4" w:rsidRPr="00217A8A">
        <w:rPr>
          <w:color w:val="000000" w:themeColor="text1"/>
        </w:rPr>
        <w:t>regionální</w:t>
      </w:r>
    </w:p>
    <w:p w14:paraId="481509A7" w14:textId="77777777" w:rsidR="00DF7BAA" w:rsidRDefault="00DF7BAA" w:rsidP="00DF7BAA">
      <w:pPr>
        <w:pStyle w:val="Nadpis2-1"/>
      </w:pPr>
      <w:bookmarkStart w:id="14" w:name="_Toc6410432"/>
      <w:bookmarkStart w:id="15" w:name="_Toc137791088"/>
      <w:r>
        <w:t>PŘEHLED VÝCHOZÍCH PODKLADŮ</w:t>
      </w:r>
      <w:bookmarkEnd w:id="14"/>
      <w:bookmarkEnd w:id="15"/>
    </w:p>
    <w:p w14:paraId="6A2039BC" w14:textId="77777777" w:rsidR="00DF7BAA" w:rsidRPr="004E4D3A" w:rsidRDefault="00DF7BAA" w:rsidP="00DF7BAA">
      <w:pPr>
        <w:pStyle w:val="Nadpis2-2"/>
        <w:rPr>
          <w:color w:val="000000" w:themeColor="text1"/>
        </w:rPr>
      </w:pPr>
      <w:bookmarkStart w:id="16" w:name="_Toc6410433"/>
      <w:bookmarkStart w:id="17" w:name="_Toc137791089"/>
      <w:r w:rsidRPr="00217A8A">
        <w:rPr>
          <w:color w:val="000000" w:themeColor="text1"/>
        </w:rPr>
        <w:t xml:space="preserve">Projektová </w:t>
      </w:r>
      <w:r w:rsidRPr="004E4D3A">
        <w:rPr>
          <w:color w:val="000000" w:themeColor="text1"/>
        </w:rPr>
        <w:t>dokumentace</w:t>
      </w:r>
      <w:bookmarkEnd w:id="16"/>
      <w:bookmarkEnd w:id="17"/>
    </w:p>
    <w:p w14:paraId="7153DAFA" w14:textId="7A8C4121" w:rsidR="00615BEC" w:rsidRPr="004E4D3A" w:rsidRDefault="00615BEC" w:rsidP="00F83321">
      <w:pPr>
        <w:pStyle w:val="Text2-1"/>
      </w:pPr>
      <w:r w:rsidRPr="004E4D3A">
        <w:t>Projektová dokumentace „</w:t>
      </w:r>
      <w:r w:rsidR="00FA0456" w:rsidRPr="004E4D3A">
        <w:t>Údržba, opravy a odstraňování závad u SMT 2021 – PD propustků na TÚ 2171, 2191 a 2271</w:t>
      </w:r>
      <w:r w:rsidRPr="004E4D3A">
        <w:t>“, zpracovatel</w:t>
      </w:r>
      <w:r w:rsidR="00FA0456" w:rsidRPr="004E4D3A">
        <w:t xml:space="preserve"> </w:t>
      </w:r>
      <w:r w:rsidR="00F83321" w:rsidRPr="004E4D3A">
        <w:rPr>
          <w:color w:val="000000" w:themeColor="text1"/>
        </w:rPr>
        <w:t>F-PROJEKT-DOPRAVNÍ STAVBY s.r.o., se sídlem Janáčkova 4642/</w:t>
      </w:r>
      <w:proofErr w:type="gramStart"/>
      <w:r w:rsidR="00F83321" w:rsidRPr="004E4D3A">
        <w:rPr>
          <w:color w:val="000000" w:themeColor="text1"/>
        </w:rPr>
        <w:t>5d</w:t>
      </w:r>
      <w:proofErr w:type="gramEnd"/>
      <w:r w:rsidR="00F83321" w:rsidRPr="004E4D3A">
        <w:rPr>
          <w:color w:val="000000" w:themeColor="text1"/>
        </w:rPr>
        <w:t>, 796 01 Prostějov, IČO 28307453</w:t>
      </w:r>
      <w:r w:rsidRPr="004E4D3A">
        <w:t>, datum</w:t>
      </w:r>
      <w:r w:rsidR="00FA0456" w:rsidRPr="004E4D3A">
        <w:t xml:space="preserve"> říjen 2021</w:t>
      </w:r>
      <w:r w:rsidR="00860F4E" w:rsidRPr="004E4D3A">
        <w:t xml:space="preserve">, stupeň PD </w:t>
      </w:r>
      <w:r w:rsidR="00FA0456" w:rsidRPr="004E4D3A">
        <w:t>D</w:t>
      </w:r>
      <w:r w:rsidR="004E4D3A" w:rsidRPr="004E4D3A">
        <w:t>U</w:t>
      </w:r>
      <w:r w:rsidR="00FA0456" w:rsidRPr="004E4D3A">
        <w:t>SP</w:t>
      </w:r>
      <w:r w:rsidR="00860F4E" w:rsidRPr="004E4D3A">
        <w:t>.</w:t>
      </w:r>
    </w:p>
    <w:p w14:paraId="52904154" w14:textId="77777777" w:rsidR="00DF7BAA" w:rsidRPr="00F83321" w:rsidRDefault="00DF7BAA" w:rsidP="00DF7BAA">
      <w:pPr>
        <w:pStyle w:val="Nadpis2-2"/>
        <w:rPr>
          <w:color w:val="000000" w:themeColor="text1"/>
        </w:rPr>
      </w:pPr>
      <w:bookmarkStart w:id="18" w:name="_Toc6410434"/>
      <w:bookmarkStart w:id="19" w:name="_Toc137791090"/>
      <w:r w:rsidRPr="00F83321">
        <w:rPr>
          <w:color w:val="000000" w:themeColor="text1"/>
        </w:rPr>
        <w:t>Související dokumentace</w:t>
      </w:r>
      <w:bookmarkEnd w:id="18"/>
      <w:bookmarkEnd w:id="19"/>
    </w:p>
    <w:p w14:paraId="452AB06B" w14:textId="77777777" w:rsidR="00F83321" w:rsidRPr="00F83321" w:rsidRDefault="00FC6B75" w:rsidP="00615BEC">
      <w:pPr>
        <w:pStyle w:val="Text2-1"/>
        <w:rPr>
          <w:color w:val="000000" w:themeColor="text1"/>
        </w:rPr>
      </w:pPr>
      <w:r w:rsidRPr="00F83321">
        <w:rPr>
          <w:color w:val="000000" w:themeColor="text1"/>
        </w:rPr>
        <w:t xml:space="preserve">Stavební povolení č.j.: </w:t>
      </w:r>
    </w:p>
    <w:p w14:paraId="7C30FDBC" w14:textId="3E00F102" w:rsidR="00FC6B75" w:rsidRPr="00F83321" w:rsidRDefault="00865F42" w:rsidP="00F83321">
      <w:pPr>
        <w:pStyle w:val="Text2-1"/>
        <w:numPr>
          <w:ilvl w:val="0"/>
          <w:numId w:val="0"/>
        </w:numPr>
        <w:ind w:left="737"/>
        <w:rPr>
          <w:color w:val="000000" w:themeColor="text1"/>
        </w:rPr>
      </w:pPr>
      <w:r w:rsidRPr="00F83321">
        <w:rPr>
          <w:color w:val="000000" w:themeColor="text1"/>
        </w:rPr>
        <w:t xml:space="preserve">SO 01 </w:t>
      </w:r>
      <w:r w:rsidR="0037241D" w:rsidRPr="00F83321">
        <w:rPr>
          <w:color w:val="000000" w:themeColor="text1"/>
        </w:rPr>
        <w:t>D</w:t>
      </w:r>
      <w:r w:rsidR="00EA7DA0" w:rsidRPr="00F83321">
        <w:rPr>
          <w:color w:val="000000" w:themeColor="text1"/>
        </w:rPr>
        <w:t>U</w:t>
      </w:r>
      <w:r w:rsidR="0037241D" w:rsidRPr="00F83321">
        <w:rPr>
          <w:color w:val="000000" w:themeColor="text1"/>
        </w:rPr>
        <w:t>CR-39195/22/</w:t>
      </w:r>
      <w:proofErr w:type="spellStart"/>
      <w:r w:rsidR="0037241D" w:rsidRPr="00F83321">
        <w:rPr>
          <w:color w:val="000000" w:themeColor="text1"/>
        </w:rPr>
        <w:t>Bt</w:t>
      </w:r>
      <w:proofErr w:type="spellEnd"/>
      <w:r w:rsidR="00FC6B75" w:rsidRPr="00F83321">
        <w:rPr>
          <w:color w:val="000000" w:themeColor="text1"/>
        </w:rPr>
        <w:t xml:space="preserve"> ze dne </w:t>
      </w:r>
      <w:r w:rsidR="0037241D" w:rsidRPr="00F83321">
        <w:rPr>
          <w:color w:val="000000" w:themeColor="text1"/>
        </w:rPr>
        <w:t>24. 06. 2022</w:t>
      </w:r>
      <w:r w:rsidR="00FC6B75" w:rsidRPr="00F83321">
        <w:rPr>
          <w:color w:val="000000" w:themeColor="text1"/>
        </w:rPr>
        <w:t xml:space="preserve">. </w:t>
      </w:r>
    </w:p>
    <w:p w14:paraId="4A82F961" w14:textId="5E01252E" w:rsidR="00EA7DA0" w:rsidRPr="00F83321" w:rsidRDefault="00EA7DA0" w:rsidP="00EA7DA0">
      <w:pPr>
        <w:pStyle w:val="Text2-1"/>
        <w:numPr>
          <w:ilvl w:val="0"/>
          <w:numId w:val="0"/>
        </w:numPr>
        <w:ind w:left="737"/>
        <w:rPr>
          <w:color w:val="000000" w:themeColor="text1"/>
        </w:rPr>
      </w:pPr>
      <w:r w:rsidRPr="00F83321">
        <w:rPr>
          <w:color w:val="000000" w:themeColor="text1"/>
        </w:rPr>
        <w:t>SO 02 DUCR-45099/22/</w:t>
      </w:r>
      <w:proofErr w:type="spellStart"/>
      <w:r w:rsidRPr="00F83321">
        <w:rPr>
          <w:color w:val="000000" w:themeColor="text1"/>
        </w:rPr>
        <w:t>Bt</w:t>
      </w:r>
      <w:proofErr w:type="spellEnd"/>
      <w:r w:rsidRPr="00F83321">
        <w:rPr>
          <w:color w:val="000000" w:themeColor="text1"/>
        </w:rPr>
        <w:t xml:space="preserve"> ze dne 25. 07. 2022</w:t>
      </w:r>
    </w:p>
    <w:p w14:paraId="2791B64C" w14:textId="32EC584F" w:rsidR="00EA7DA0" w:rsidRPr="00F83321" w:rsidRDefault="00EA7DA0" w:rsidP="00EA7DA0">
      <w:pPr>
        <w:pStyle w:val="Text2-1"/>
        <w:numPr>
          <w:ilvl w:val="0"/>
          <w:numId w:val="0"/>
        </w:numPr>
        <w:ind w:left="737"/>
        <w:rPr>
          <w:color w:val="000000" w:themeColor="text1"/>
        </w:rPr>
      </w:pPr>
      <w:r w:rsidRPr="00F83321">
        <w:rPr>
          <w:color w:val="000000" w:themeColor="text1"/>
        </w:rPr>
        <w:t>SO 03 DUCR-</w:t>
      </w:r>
      <w:r w:rsidR="00062E9C" w:rsidRPr="00F83321">
        <w:rPr>
          <w:color w:val="000000" w:themeColor="text1"/>
        </w:rPr>
        <w:t>39120/22/</w:t>
      </w:r>
      <w:proofErr w:type="spellStart"/>
      <w:r w:rsidR="00062E9C" w:rsidRPr="00F83321">
        <w:rPr>
          <w:color w:val="000000" w:themeColor="text1"/>
        </w:rPr>
        <w:t>Bt</w:t>
      </w:r>
      <w:proofErr w:type="spellEnd"/>
      <w:r w:rsidR="00062E9C" w:rsidRPr="00F83321">
        <w:rPr>
          <w:color w:val="000000" w:themeColor="text1"/>
        </w:rPr>
        <w:t xml:space="preserve"> ze dne 23. 06. 2022</w:t>
      </w:r>
    </w:p>
    <w:p w14:paraId="6F27E273" w14:textId="1EF7C428" w:rsidR="001D35FE" w:rsidRPr="00F83321" w:rsidRDefault="00062E9C" w:rsidP="008F3E9B">
      <w:pPr>
        <w:pStyle w:val="Text2-1"/>
        <w:numPr>
          <w:ilvl w:val="0"/>
          <w:numId w:val="0"/>
        </w:numPr>
        <w:ind w:left="737"/>
        <w:rPr>
          <w:color w:val="000000" w:themeColor="text1"/>
        </w:rPr>
      </w:pPr>
      <w:r w:rsidRPr="00F83321">
        <w:rPr>
          <w:color w:val="000000" w:themeColor="text1"/>
        </w:rPr>
        <w:t>SO 04 DUCR-</w:t>
      </w:r>
      <w:r w:rsidR="00134FE9" w:rsidRPr="00F83321">
        <w:rPr>
          <w:color w:val="000000" w:themeColor="text1"/>
        </w:rPr>
        <w:t>45104/22/</w:t>
      </w:r>
      <w:proofErr w:type="spellStart"/>
      <w:r w:rsidR="00134FE9" w:rsidRPr="00F83321">
        <w:rPr>
          <w:color w:val="000000" w:themeColor="text1"/>
        </w:rPr>
        <w:t>Bt</w:t>
      </w:r>
      <w:proofErr w:type="spellEnd"/>
      <w:r w:rsidR="00134FE9" w:rsidRPr="00F83321">
        <w:rPr>
          <w:color w:val="000000" w:themeColor="text1"/>
        </w:rPr>
        <w:t xml:space="preserve"> ze dne 27. 07. 2022</w:t>
      </w:r>
      <w:bookmarkStart w:id="20" w:name="_Hlk121215475"/>
    </w:p>
    <w:p w14:paraId="68275920" w14:textId="77777777" w:rsidR="00DF7BAA" w:rsidRDefault="00DF7BAA" w:rsidP="00DF7BAA">
      <w:pPr>
        <w:pStyle w:val="Nadpis2-1"/>
      </w:pPr>
      <w:bookmarkStart w:id="21" w:name="_Toc6410435"/>
      <w:bookmarkStart w:id="22" w:name="_Toc137791091"/>
      <w:bookmarkEnd w:id="20"/>
      <w:r>
        <w:t>KOORDINACE S JINÝMI STAVBAMI</w:t>
      </w:r>
      <w:bookmarkEnd w:id="21"/>
      <w:bookmarkEnd w:id="22"/>
      <w:r>
        <w:t xml:space="preserve"> </w:t>
      </w:r>
    </w:p>
    <w:p w14:paraId="48930A80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4C069D3A" w14:textId="1637E05A" w:rsidR="00DF7BAA" w:rsidRPr="00F83321" w:rsidRDefault="00DF7BAA" w:rsidP="00DF7BAA">
      <w:pPr>
        <w:pStyle w:val="Text2-1"/>
        <w:rPr>
          <w:color w:val="000000" w:themeColor="text1"/>
        </w:rPr>
      </w:pPr>
      <w:r w:rsidRPr="008170FD">
        <w:t xml:space="preserve">Koordinace musí probíhat zejména s níže uvedenými investicemi </w:t>
      </w:r>
      <w:r w:rsidR="008170FD" w:rsidRPr="008170FD">
        <w:t>nebo</w:t>
      </w:r>
      <w:r w:rsidRPr="008170FD">
        <w:t xml:space="preserve"> opravnými </w:t>
      </w:r>
      <w:r w:rsidRPr="00F83321">
        <w:rPr>
          <w:color w:val="000000" w:themeColor="text1"/>
        </w:rPr>
        <w:t>pracemi:</w:t>
      </w:r>
    </w:p>
    <w:p w14:paraId="34CA93E9" w14:textId="7BB247F3" w:rsidR="00DF7BAA" w:rsidRPr="00F83321" w:rsidRDefault="00894887" w:rsidP="0047647C">
      <w:pPr>
        <w:pStyle w:val="Odstavec1-1a"/>
        <w:numPr>
          <w:ilvl w:val="0"/>
          <w:numId w:val="5"/>
        </w:numPr>
        <w:spacing w:after="120"/>
        <w:rPr>
          <w:b/>
          <w:color w:val="000000" w:themeColor="text1"/>
          <w:u w:val="single"/>
        </w:rPr>
      </w:pPr>
      <w:r w:rsidRPr="00F83321">
        <w:rPr>
          <w:color w:val="000000" w:themeColor="text1"/>
        </w:rPr>
        <w:t xml:space="preserve">Investiční akce „ </w:t>
      </w:r>
      <w:r w:rsidR="009256AA" w:rsidRPr="00F83321">
        <w:rPr>
          <w:color w:val="000000" w:themeColor="text1"/>
        </w:rPr>
        <w:t>Rekonstrukce přejezdu P7844 v km 17,407 v DÚ Dolní Životice – Mladecko</w:t>
      </w:r>
      <w:r w:rsidR="00C14698" w:rsidRPr="00F83321">
        <w:rPr>
          <w:color w:val="000000" w:themeColor="text1"/>
        </w:rPr>
        <w:t xml:space="preserve"> (investor: SŽ </w:t>
      </w:r>
      <w:proofErr w:type="spellStart"/>
      <w:r w:rsidR="00C14698" w:rsidRPr="00F83321">
        <w:rPr>
          <w:color w:val="000000" w:themeColor="text1"/>
        </w:rPr>
        <w:t>s.o</w:t>
      </w:r>
      <w:proofErr w:type="spellEnd"/>
      <w:r w:rsidR="00C14698" w:rsidRPr="00F83321">
        <w:rPr>
          <w:color w:val="000000" w:themeColor="text1"/>
        </w:rPr>
        <w:t>., SSV Olomouc )</w:t>
      </w:r>
      <w:r w:rsidR="00004DE0" w:rsidRPr="00F83321">
        <w:rPr>
          <w:color w:val="000000" w:themeColor="text1"/>
        </w:rPr>
        <w:t xml:space="preserve"> na státní silnici I. třídy č. </w:t>
      </w:r>
      <w:r w:rsidR="000331EC" w:rsidRPr="00F83321">
        <w:rPr>
          <w:color w:val="000000" w:themeColor="text1"/>
        </w:rPr>
        <w:t xml:space="preserve">46 před vjezdem do </w:t>
      </w:r>
      <w:proofErr w:type="spellStart"/>
      <w:r w:rsidR="000331EC" w:rsidRPr="00F83321">
        <w:rPr>
          <w:color w:val="000000" w:themeColor="text1"/>
        </w:rPr>
        <w:t>žst</w:t>
      </w:r>
      <w:proofErr w:type="spellEnd"/>
      <w:r w:rsidR="000331EC" w:rsidRPr="00F83321">
        <w:rPr>
          <w:color w:val="000000" w:themeColor="text1"/>
        </w:rPr>
        <w:t>. Mladecko.</w:t>
      </w:r>
      <w:r w:rsidR="00004DE0" w:rsidRPr="00F83321">
        <w:rPr>
          <w:color w:val="000000" w:themeColor="text1"/>
        </w:rPr>
        <w:t xml:space="preserve"> Práce budou prováděny v</w:t>
      </w:r>
      <w:r w:rsidR="00521234" w:rsidRPr="00F83321">
        <w:rPr>
          <w:color w:val="000000" w:themeColor="text1"/>
        </w:rPr>
        <w:t xml:space="preserve"> souběhu v </w:t>
      </w:r>
      <w:r w:rsidR="00004DE0" w:rsidRPr="00F83321">
        <w:rPr>
          <w:color w:val="000000" w:themeColor="text1"/>
        </w:rPr>
        <w:t>době od 2</w:t>
      </w:r>
      <w:r w:rsidR="00FA2DA0" w:rsidRPr="00F83321">
        <w:rPr>
          <w:color w:val="000000" w:themeColor="text1"/>
        </w:rPr>
        <w:t>4</w:t>
      </w:r>
      <w:r w:rsidR="00004DE0" w:rsidRPr="00F83321">
        <w:rPr>
          <w:color w:val="000000" w:themeColor="text1"/>
        </w:rPr>
        <w:t xml:space="preserve">. 10. do 7. 11. 2023. </w:t>
      </w:r>
      <w:r w:rsidR="00004DE0" w:rsidRPr="00F83321">
        <w:rPr>
          <w:b/>
          <w:color w:val="000000" w:themeColor="text1"/>
          <w:u w:val="single"/>
        </w:rPr>
        <w:t xml:space="preserve">Po tuto dobu bude železniční přejezd uzavřen pro veškerou </w:t>
      </w:r>
      <w:r w:rsidR="00004DE0" w:rsidRPr="00F83321">
        <w:rPr>
          <w:b/>
          <w:color w:val="000000" w:themeColor="text1"/>
          <w:u w:val="single"/>
        </w:rPr>
        <w:lastRenderedPageBreak/>
        <w:t>dopravu!</w:t>
      </w:r>
      <w:r w:rsidR="00FA2DA0" w:rsidRPr="00F83321">
        <w:rPr>
          <w:b/>
          <w:color w:val="000000" w:themeColor="text1"/>
          <w:u w:val="single"/>
        </w:rPr>
        <w:t xml:space="preserve"> Nutná </w:t>
      </w:r>
      <w:r w:rsidR="00FC19D6" w:rsidRPr="00F83321">
        <w:rPr>
          <w:b/>
          <w:color w:val="000000" w:themeColor="text1"/>
          <w:u w:val="single"/>
        </w:rPr>
        <w:t xml:space="preserve">časová </w:t>
      </w:r>
      <w:r w:rsidR="00FA2DA0" w:rsidRPr="00F83321">
        <w:rPr>
          <w:b/>
          <w:color w:val="000000" w:themeColor="text1"/>
          <w:u w:val="single"/>
        </w:rPr>
        <w:t xml:space="preserve">koordinace </w:t>
      </w:r>
      <w:r w:rsidR="00FC19D6" w:rsidRPr="00F83321">
        <w:rPr>
          <w:b/>
          <w:color w:val="000000" w:themeColor="text1"/>
          <w:u w:val="single"/>
        </w:rPr>
        <w:t>strojního podbití koleje mezi zhotovitelem propustků a železničního přejezdu</w:t>
      </w:r>
      <w:r w:rsidR="00FA2DA0" w:rsidRPr="00F83321">
        <w:rPr>
          <w:b/>
          <w:color w:val="000000" w:themeColor="text1"/>
          <w:u w:val="single"/>
        </w:rPr>
        <w:t>!</w:t>
      </w:r>
    </w:p>
    <w:p w14:paraId="76BB2726" w14:textId="313EABE0" w:rsidR="00A10D37" w:rsidRPr="00F83321" w:rsidRDefault="00513470" w:rsidP="00513470">
      <w:pPr>
        <w:pStyle w:val="Odstavec1-1a"/>
        <w:numPr>
          <w:ilvl w:val="0"/>
          <w:numId w:val="5"/>
        </w:numPr>
        <w:spacing w:after="120"/>
        <w:rPr>
          <w:color w:val="000000" w:themeColor="text1"/>
        </w:rPr>
      </w:pPr>
      <w:r w:rsidRPr="00F83321">
        <w:rPr>
          <w:color w:val="000000" w:themeColor="text1"/>
        </w:rPr>
        <w:t>Provádění drobné údržby ze strany ST TO Opava na předmětné trati</w:t>
      </w:r>
      <w:r w:rsidR="004E4D3A">
        <w:rPr>
          <w:color w:val="000000" w:themeColor="text1"/>
        </w:rPr>
        <w:t>.</w:t>
      </w:r>
    </w:p>
    <w:p w14:paraId="32E3FFCA" w14:textId="77777777" w:rsidR="00DF7BAA" w:rsidRDefault="0025048A" w:rsidP="00DF7BAA">
      <w:pPr>
        <w:pStyle w:val="Nadpis2-1"/>
      </w:pPr>
      <w:bookmarkStart w:id="23" w:name="_Toc6410436"/>
      <w:bookmarkStart w:id="24" w:name="_Toc137791092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3"/>
      <w:bookmarkEnd w:id="24"/>
    </w:p>
    <w:p w14:paraId="6FD8A9DE" w14:textId="77777777" w:rsidR="00DF7BAA" w:rsidRDefault="00DF7BAA" w:rsidP="00DF7BAA">
      <w:pPr>
        <w:pStyle w:val="Nadpis2-2"/>
      </w:pPr>
      <w:bookmarkStart w:id="25" w:name="_Toc6410437"/>
      <w:bookmarkStart w:id="26" w:name="_Toc137791093"/>
      <w:r>
        <w:t>Všeobecně</w:t>
      </w:r>
      <w:bookmarkEnd w:id="25"/>
      <w:bookmarkEnd w:id="26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624CD33" w14:textId="77777777" w:rsidR="003B0494" w:rsidRPr="003B0494" w:rsidRDefault="003B0494" w:rsidP="007345FE">
      <w:pPr>
        <w:pStyle w:val="Text2-2"/>
        <w:ind w:left="1701" w:hanging="992"/>
      </w:pPr>
      <w:r w:rsidRPr="003B0494">
        <w:t>Čl. 1.4.8 TKP, odst. 5 Text „…</w:t>
      </w:r>
      <w:bookmarkStart w:id="27" w:name="_Hlk115084506"/>
      <w:r w:rsidRPr="003B0494">
        <w:t>nejméně 5 pracovních dnů před termínem</w:t>
      </w:r>
      <w:bookmarkEnd w:id="27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7345FE">
      <w:pPr>
        <w:pStyle w:val="Text2-2"/>
        <w:ind w:left="1701" w:hanging="99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16422B4C" w:rsidR="003B0494" w:rsidRPr="003B0494" w:rsidRDefault="003B0494" w:rsidP="007345FE">
      <w:pPr>
        <w:pStyle w:val="Text2-2"/>
        <w:ind w:left="1701" w:hanging="992"/>
      </w:pPr>
      <w:r w:rsidRPr="003B0494">
        <w:t xml:space="preserve">Čl. 1.7.3.2 TKP, odst. 1 se </w:t>
      </w:r>
      <w:r w:rsidR="004E4D3A">
        <w:t>nepoužije</w:t>
      </w:r>
      <w:r w:rsidR="00F04838">
        <w:t>.</w:t>
      </w:r>
    </w:p>
    <w:p w14:paraId="13EDD7E0" w14:textId="45CE00A6" w:rsidR="003B0494" w:rsidRPr="003B0494" w:rsidRDefault="003B0494" w:rsidP="007345FE">
      <w:pPr>
        <w:pStyle w:val="Text2-2"/>
        <w:ind w:left="1701" w:hanging="992"/>
      </w:pPr>
      <w:r w:rsidRPr="003B0494">
        <w:t xml:space="preserve">Čl. </w:t>
      </w:r>
      <w:bookmarkStart w:id="28" w:name="_Hlk115950514"/>
      <w:r w:rsidRPr="003B0494">
        <w:t xml:space="preserve">1.7.3.2 TKP, odst. 7 </w:t>
      </w:r>
      <w:bookmarkEnd w:id="28"/>
      <w:r w:rsidRPr="003B0494">
        <w:t xml:space="preserve">se </w:t>
      </w:r>
      <w:r w:rsidR="004E4D3A">
        <w:t>nepoužije</w:t>
      </w:r>
      <w:r w:rsidRPr="003B0494">
        <w:t>.</w:t>
      </w:r>
    </w:p>
    <w:p w14:paraId="267F5656" w14:textId="77777777" w:rsidR="003B0494" w:rsidRPr="003B0494" w:rsidRDefault="003B0494" w:rsidP="007345FE">
      <w:pPr>
        <w:pStyle w:val="Text2-2"/>
        <w:ind w:left="1701" w:hanging="992"/>
      </w:pPr>
      <w:r w:rsidRPr="003B0494">
        <w:t>Čl. 1.7.3.3 TKP, odst. 1 se mění takto:</w:t>
      </w:r>
    </w:p>
    <w:p w14:paraId="7E1FF04A" w14:textId="77777777" w:rsidR="003B0494" w:rsidRDefault="003B0494" w:rsidP="007345FE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7345FE">
      <w:pPr>
        <w:pStyle w:val="Text2-2"/>
        <w:ind w:left="1701" w:hanging="992"/>
      </w:pPr>
      <w:r w:rsidRPr="00F23487">
        <w:t xml:space="preserve">V čl. 1.7.3.5 TKP, odst.1 se mění takto: </w:t>
      </w:r>
    </w:p>
    <w:p w14:paraId="2F5EA142" w14:textId="77777777" w:rsidR="00EB6387" w:rsidRDefault="00EB6387" w:rsidP="007345FE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2A9776BC" w:rsidR="00EB6387" w:rsidRDefault="00EB6387" w:rsidP="007345FE">
      <w:pPr>
        <w:pStyle w:val="Text2-2"/>
        <w:ind w:left="1701" w:hanging="992"/>
      </w:pPr>
      <w:r w:rsidRPr="00EB6387">
        <w:t xml:space="preserve">V čl. 1.7.3.5 TKP, se </w:t>
      </w:r>
      <w:r w:rsidR="004E4D3A">
        <w:t>nepoužij</w:t>
      </w:r>
      <w:r w:rsidRPr="00EB6387">
        <w:t>í odstavce 5 a 6.</w:t>
      </w:r>
    </w:p>
    <w:p w14:paraId="7DA96C7C" w14:textId="77777777" w:rsidR="00EB6387" w:rsidRDefault="00EB6387" w:rsidP="007345FE">
      <w:pPr>
        <w:pStyle w:val="Text2-2"/>
        <w:ind w:left="1701" w:hanging="99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9" w:name="_Hlk115329733"/>
      <w:bookmarkStart w:id="30" w:name="_Hlk115427294"/>
      <w:r w:rsidRPr="00EB6387">
        <w:t>…“</w:t>
      </w:r>
      <w:bookmarkEnd w:id="29"/>
      <w:r w:rsidRPr="00EB6387">
        <w:t>.</w:t>
      </w:r>
      <w:bookmarkEnd w:id="30"/>
    </w:p>
    <w:p w14:paraId="67B3D152" w14:textId="270801ED" w:rsidR="00F832AA" w:rsidRPr="00F832AA" w:rsidRDefault="00F832AA" w:rsidP="007345FE">
      <w:pPr>
        <w:pStyle w:val="Text2-2"/>
        <w:ind w:left="1701" w:hanging="992"/>
      </w:pPr>
      <w:r w:rsidRPr="00F832AA">
        <w:t xml:space="preserve">Čl. 1.8.2 TKP, odst. 7 se </w:t>
      </w:r>
      <w:r w:rsidR="004E4D3A">
        <w:t>nepoužije</w:t>
      </w:r>
      <w:r w:rsidRPr="00F832AA">
        <w:t>.</w:t>
      </w:r>
    </w:p>
    <w:p w14:paraId="787235CA" w14:textId="77777777" w:rsidR="00F832AA" w:rsidRPr="00F832AA" w:rsidRDefault="00F832AA" w:rsidP="007345FE">
      <w:pPr>
        <w:pStyle w:val="Text2-2"/>
        <w:ind w:left="1701" w:hanging="992"/>
      </w:pPr>
      <w:r w:rsidRPr="00F832AA">
        <w:t xml:space="preserve">V čl. 1.8.3.1 TKP, odst. 2 se ruší text </w:t>
      </w:r>
      <w:bookmarkStart w:id="31" w:name="_Hlk115877962"/>
      <w:r w:rsidRPr="00F832AA">
        <w:t>„…</w:t>
      </w:r>
      <w:bookmarkEnd w:id="31"/>
      <w:r w:rsidRPr="00F832AA">
        <w:t xml:space="preserve"> tj. zpravidla Stavební správa SŽ</w:t>
      </w:r>
      <w:bookmarkStart w:id="32" w:name="_Hlk115334079"/>
      <w:r w:rsidRPr="00F832AA">
        <w:t>…“.</w:t>
      </w:r>
      <w:bookmarkEnd w:id="32"/>
    </w:p>
    <w:p w14:paraId="50868204" w14:textId="77777777" w:rsidR="00F832AA" w:rsidRPr="00F832AA" w:rsidRDefault="00F832AA" w:rsidP="007345FE">
      <w:pPr>
        <w:pStyle w:val="Text2-2"/>
        <w:ind w:left="1701" w:hanging="99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7345FE">
      <w:pPr>
        <w:pStyle w:val="Text2-2"/>
        <w:ind w:left="1701" w:hanging="992"/>
      </w:pPr>
      <w:r w:rsidRPr="00F832AA">
        <w:t xml:space="preserve">V čl. 1.9.2 TKP, odst. 4 v odrážce „body ŽBP“ se </w:t>
      </w:r>
      <w:proofErr w:type="gramStart"/>
      <w:r w:rsidRPr="00F832AA">
        <w:t>ruší</w:t>
      </w:r>
      <w:proofErr w:type="gramEnd"/>
      <w:r w:rsidRPr="00F832AA">
        <w:t xml:space="preserve"> text „...v Dokladové části – Geodetický podklad pro projektovou činnost zpracovaný podle jiných právních předpisů…“</w:t>
      </w:r>
    </w:p>
    <w:p w14:paraId="71F97B0E" w14:textId="79517E12" w:rsidR="001A001A" w:rsidRPr="001A001A" w:rsidRDefault="001A001A" w:rsidP="007345FE">
      <w:pPr>
        <w:pStyle w:val="Text2-2"/>
        <w:ind w:left="1701" w:hanging="992"/>
      </w:pPr>
      <w:r w:rsidRPr="001A001A">
        <w:lastRenderedPageBreak/>
        <w:t xml:space="preserve">Čl. 1.9.2 TKP, odst. 7 se </w:t>
      </w:r>
      <w:r w:rsidR="004E4D3A">
        <w:t>nepoužije</w:t>
      </w:r>
      <w:r w:rsidRPr="001A001A">
        <w:t>.</w:t>
      </w:r>
    </w:p>
    <w:p w14:paraId="0AF2C3F2" w14:textId="77777777" w:rsidR="001A001A" w:rsidRDefault="001A001A" w:rsidP="007345FE">
      <w:pPr>
        <w:pStyle w:val="Text2-2"/>
        <w:ind w:left="1701" w:hanging="992"/>
      </w:pPr>
      <w:r>
        <w:t xml:space="preserve">Čl. 1.9.4 TKP, odst. 2 se mění takto: </w:t>
      </w:r>
    </w:p>
    <w:p w14:paraId="1E53D822" w14:textId="77777777" w:rsidR="00EB6387" w:rsidRPr="00EB6387" w:rsidRDefault="001A001A" w:rsidP="007345FE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7345FE">
      <w:pPr>
        <w:pStyle w:val="Text2-2"/>
        <w:ind w:left="1701" w:hanging="992"/>
      </w:pPr>
      <w:r w:rsidRPr="001A001A">
        <w:t>Čl. 1.9.4 TKP, odst.5 se mění takto:</w:t>
      </w:r>
    </w:p>
    <w:p w14:paraId="755F332C" w14:textId="77777777" w:rsidR="001A001A" w:rsidRDefault="001A001A" w:rsidP="007345FE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7345FE">
      <w:pPr>
        <w:pStyle w:val="Text2-2"/>
        <w:ind w:left="1701" w:hanging="992"/>
      </w:pPr>
      <w:r w:rsidRPr="002E5B84">
        <w:t xml:space="preserve">V čl. </w:t>
      </w:r>
      <w:bookmarkStart w:id="33" w:name="_Hlk115953274"/>
      <w:r w:rsidRPr="002E5B84">
        <w:t xml:space="preserve">1.9.5.1 TKP, odst. 1, </w:t>
      </w:r>
      <w:bookmarkEnd w:id="33"/>
      <w:r w:rsidRPr="002E5B84">
        <w:t>písm. e) se mění lhůta z 21 dnů na 7 dnů.</w:t>
      </w:r>
    </w:p>
    <w:p w14:paraId="6C6F3129" w14:textId="77777777" w:rsidR="002E5B84" w:rsidRPr="002E5B84" w:rsidRDefault="002E5B84" w:rsidP="007345FE">
      <w:pPr>
        <w:pStyle w:val="Text2-2"/>
        <w:ind w:left="1701" w:hanging="992"/>
      </w:pPr>
      <w:r w:rsidRPr="002E5B84">
        <w:t xml:space="preserve">V čl. 1.10.5.2 TKP, odst. 3 se </w:t>
      </w:r>
      <w:proofErr w:type="gramStart"/>
      <w:r w:rsidRPr="002E5B84">
        <w:t>ruší</w:t>
      </w:r>
      <w:proofErr w:type="gramEnd"/>
      <w:r w:rsidRPr="002E5B84">
        <w:t xml:space="preserve"> text „… (zpravidla Stavební správa)“.</w:t>
      </w:r>
    </w:p>
    <w:p w14:paraId="00BDD7E0" w14:textId="77777777" w:rsidR="002E5B84" w:rsidRPr="002E5B84" w:rsidRDefault="002E5B84" w:rsidP="007345FE">
      <w:pPr>
        <w:pStyle w:val="Text2-2"/>
        <w:ind w:left="1701" w:hanging="99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088A25FC" w:rsidR="00DF7856" w:rsidRPr="00DF7856" w:rsidRDefault="00DF7856" w:rsidP="007345FE">
      <w:pPr>
        <w:pStyle w:val="Text2-2"/>
        <w:ind w:left="1701" w:hanging="992"/>
      </w:pPr>
      <w:r w:rsidRPr="00DF7856">
        <w:t xml:space="preserve">Čl. 1.10.9.3 TKP, odst. 7 se </w:t>
      </w:r>
      <w:r w:rsidR="004E4D3A">
        <w:t>nepoužije</w:t>
      </w:r>
      <w:r w:rsidRPr="00DF7856">
        <w:t>.</w:t>
      </w:r>
    </w:p>
    <w:p w14:paraId="001931A6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7345FE">
      <w:pPr>
        <w:pStyle w:val="Text2-2"/>
        <w:ind w:left="1701" w:hanging="992"/>
      </w:pPr>
      <w:r w:rsidRPr="00DF7856">
        <w:t>V čl. 1.11.3 TKP, odst. 4, písm. e) se mění takto:</w:t>
      </w:r>
    </w:p>
    <w:p w14:paraId="1B075C28" w14:textId="77777777" w:rsidR="00DF7856" w:rsidRDefault="00DF7856" w:rsidP="007345FE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C2573F" w:rsidRDefault="00DF7856" w:rsidP="007345FE">
      <w:pPr>
        <w:pStyle w:val="Text2-2"/>
        <w:ind w:left="1701" w:hanging="992"/>
      </w:pPr>
      <w:r w:rsidRPr="00C2573F">
        <w:t>V čl. 1.11.3 TKP, odst. 5, se mění lhůta z 45 dnů na 15 dnů.</w:t>
      </w:r>
    </w:p>
    <w:p w14:paraId="0704B5B7" w14:textId="77777777" w:rsidR="00DF7856" w:rsidRPr="00C2573F" w:rsidRDefault="00DF7856" w:rsidP="007345FE">
      <w:pPr>
        <w:pStyle w:val="Text2-2"/>
        <w:ind w:left="1701" w:hanging="992"/>
      </w:pPr>
      <w:r w:rsidRPr="00C2573F">
        <w:t xml:space="preserve">V čl. 1.11.5 TKP, odst. 2 se vypouští text: </w:t>
      </w:r>
      <w:bookmarkStart w:id="34" w:name="_Hlk115869021"/>
      <w:r w:rsidRPr="00C2573F">
        <w:t>„…</w:t>
      </w:r>
      <w:bookmarkEnd w:id="34"/>
      <w:r w:rsidRPr="00C2573F">
        <w:t>a v podrobnostech směrnice SŽ SM011“</w:t>
      </w:r>
    </w:p>
    <w:p w14:paraId="5ABBE8F9" w14:textId="77777777" w:rsidR="00DF7856" w:rsidRPr="005D336A" w:rsidRDefault="00DF7856" w:rsidP="007345FE">
      <w:pPr>
        <w:pStyle w:val="Text2-2"/>
        <w:ind w:left="1701" w:hanging="992"/>
      </w:pPr>
      <w:r w:rsidRPr="005D336A">
        <w:t>Čl. 1.11.5.1 TKP, odst. 3 se mění takto:</w:t>
      </w:r>
    </w:p>
    <w:p w14:paraId="75E57AD6" w14:textId="4EA38760" w:rsidR="00DF7856" w:rsidRPr="008C4EA5" w:rsidRDefault="00DF7856" w:rsidP="007345FE">
      <w:pPr>
        <w:pStyle w:val="Text2-2"/>
        <w:numPr>
          <w:ilvl w:val="0"/>
          <w:numId w:val="0"/>
        </w:numPr>
        <w:ind w:left="1701"/>
      </w:pPr>
      <w:r w:rsidRPr="005D336A">
        <w:t xml:space="preserve">Předání Dokumentace skutečného provedení stavby týkající se díla Zhotovitelem Objednateli proběhne </w:t>
      </w:r>
      <w:r w:rsidRPr="005D336A">
        <w:rPr>
          <w:b/>
        </w:rPr>
        <w:t xml:space="preserve">v listinné podobě </w:t>
      </w:r>
      <w:r w:rsidRPr="00F83321">
        <w:rPr>
          <w:b/>
          <w:color w:val="000000" w:themeColor="text1"/>
        </w:rPr>
        <w:t xml:space="preserve">ve </w:t>
      </w:r>
      <w:r w:rsidR="00C24E0E" w:rsidRPr="00F83321">
        <w:rPr>
          <w:b/>
          <w:color w:val="000000" w:themeColor="text1"/>
        </w:rPr>
        <w:t>dvou</w:t>
      </w:r>
      <w:r w:rsidRPr="00F83321">
        <w:rPr>
          <w:b/>
          <w:strike/>
          <w:color w:val="000000" w:themeColor="text1"/>
        </w:rPr>
        <w:t xml:space="preserve"> </w:t>
      </w:r>
      <w:r w:rsidRPr="005D336A">
        <w:rPr>
          <w:b/>
        </w:rPr>
        <w:t>vyhotoveních</w:t>
      </w:r>
      <w:r w:rsidRPr="005D336A">
        <w:t xml:space="preserve"> pro technickou část, pro souborné zpracování geodetické části a kompletní </w:t>
      </w:r>
      <w:r w:rsidRPr="005D336A">
        <w:rPr>
          <w:b/>
        </w:rPr>
        <w:t>dokumentace v elektronické podobě v rozsahu dle čl. 4.1.</w:t>
      </w:r>
      <w:r w:rsidR="001456A2" w:rsidRPr="005D336A">
        <w:rPr>
          <w:b/>
        </w:rPr>
        <w:t>2.</w:t>
      </w:r>
      <w:r w:rsidR="004E4D3A">
        <w:rPr>
          <w:b/>
        </w:rPr>
        <w:t>27</w:t>
      </w:r>
      <w:r w:rsidR="00C4162B" w:rsidRPr="005D336A">
        <w:rPr>
          <w:b/>
        </w:rPr>
        <w:t xml:space="preserve"> </w:t>
      </w:r>
      <w:r w:rsidRPr="005D336A">
        <w:rPr>
          <w:b/>
        </w:rPr>
        <w:t>těchto ZTP</w:t>
      </w:r>
      <w:r w:rsidRPr="005D336A">
        <w:t xml:space="preserve">, </w:t>
      </w:r>
      <w:r w:rsidR="005D336A" w:rsidRPr="005D336A">
        <w:t>a to nejpozději ke dni dokončení Díla (viz bod 5.1.1 ZTP)</w:t>
      </w:r>
      <w:r w:rsidRPr="005D336A">
        <w:t>.</w:t>
      </w:r>
    </w:p>
    <w:p w14:paraId="2A6C8E15" w14:textId="5E95F2B3" w:rsidR="004C1240" w:rsidRPr="004C1240" w:rsidRDefault="004C1240" w:rsidP="007345FE">
      <w:pPr>
        <w:pStyle w:val="Text2-2"/>
        <w:ind w:left="1701" w:hanging="992"/>
      </w:pPr>
      <w:r>
        <w:t xml:space="preserve">Čl. 1.11.5.1 TKP, se </w:t>
      </w:r>
      <w:r w:rsidR="004E4D3A">
        <w:t>nepoužij</w:t>
      </w:r>
      <w:r>
        <w:t>í</w:t>
      </w:r>
      <w:r w:rsidR="004E4D3A">
        <w:t xml:space="preserve"> odst. 4 a 5</w:t>
      </w:r>
      <w:r>
        <w:t>.</w:t>
      </w:r>
    </w:p>
    <w:p w14:paraId="34C5FAAF" w14:textId="0CE1D6FE" w:rsidR="004C1240" w:rsidRPr="004D5D80" w:rsidRDefault="004C1240" w:rsidP="007345FE">
      <w:pPr>
        <w:pStyle w:val="Text2-2"/>
        <w:ind w:left="1701" w:hanging="992"/>
      </w:pPr>
      <w:proofErr w:type="spellStart"/>
      <w:r w:rsidRPr="004D5D80">
        <w:t>Č</w:t>
      </w:r>
      <w:r w:rsidR="004E4D3A">
        <w:t>l</w:t>
      </w:r>
      <w:proofErr w:type="spellEnd"/>
      <w:r w:rsidRPr="004D5D80">
        <w:t xml:space="preserve"> 1.11.5.1 TKP, odst. 6 se mění takto:</w:t>
      </w:r>
    </w:p>
    <w:p w14:paraId="2A2ECA97" w14:textId="77777777" w:rsidR="004C1240" w:rsidRPr="004D5D80" w:rsidRDefault="004C1240" w:rsidP="00DE3429">
      <w:pPr>
        <w:pStyle w:val="Text2-2"/>
        <w:numPr>
          <w:ilvl w:val="0"/>
          <w:numId w:val="0"/>
        </w:numPr>
        <w:ind w:left="1701"/>
      </w:pPr>
      <w:r w:rsidRPr="004D5D80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4D5D80" w:rsidRDefault="004C1240" w:rsidP="00DE3429">
      <w:pPr>
        <w:pStyle w:val="Text2-2"/>
        <w:numPr>
          <w:ilvl w:val="0"/>
          <w:numId w:val="22"/>
        </w:numPr>
        <w:ind w:left="1701" w:firstLine="0"/>
      </w:pPr>
      <w:r w:rsidRPr="004D5D80">
        <w:t>kompletní dokumentace stavby v otevřené formě</w:t>
      </w:r>
    </w:p>
    <w:p w14:paraId="19A3DA3F" w14:textId="7E66C78D" w:rsidR="004C1240" w:rsidRPr="004D5D80" w:rsidRDefault="004C1240" w:rsidP="00DE3429">
      <w:pPr>
        <w:pStyle w:val="Text2-2"/>
        <w:numPr>
          <w:ilvl w:val="0"/>
          <w:numId w:val="22"/>
        </w:numPr>
        <w:ind w:left="1701" w:firstLine="0"/>
      </w:pPr>
      <w:r w:rsidRPr="004D5D80">
        <w:t>kompletní dokumentace stavby v uzavřené formě</w:t>
      </w:r>
    </w:p>
    <w:p w14:paraId="458AE099" w14:textId="6F43004B" w:rsidR="00DE3429" w:rsidRPr="004D5D80" w:rsidRDefault="004C1240" w:rsidP="008F3E9B">
      <w:pPr>
        <w:pStyle w:val="Text2-2"/>
        <w:numPr>
          <w:ilvl w:val="0"/>
          <w:numId w:val="0"/>
        </w:numPr>
        <w:spacing w:after="0"/>
        <w:ind w:left="1701"/>
        <w:rPr>
          <w:strike/>
          <w:highlight w:val="green"/>
        </w:rPr>
      </w:pPr>
      <w:r w:rsidRPr="004D5D80">
        <w:rPr>
          <w:strike/>
          <w:highlight w:val="green"/>
        </w:rPr>
        <w:t xml:space="preserve"> </w:t>
      </w:r>
      <w:r w:rsidR="00DE3429" w:rsidRPr="004D5D80">
        <w:rPr>
          <w:strike/>
          <w:highlight w:val="green"/>
        </w:rPr>
        <w:t xml:space="preserve">  </w:t>
      </w:r>
    </w:p>
    <w:p w14:paraId="744A9FA1" w14:textId="77777777" w:rsidR="00E05363" w:rsidRPr="00E05363" w:rsidRDefault="00E05363" w:rsidP="007345FE">
      <w:pPr>
        <w:pStyle w:val="Text2-2"/>
        <w:ind w:left="1701" w:hanging="992"/>
      </w:pPr>
      <w:r w:rsidRPr="00E05363">
        <w:t xml:space="preserve">V čl. 1.11.5.1 TKP, odst. 7 se </w:t>
      </w:r>
      <w:proofErr w:type="gramStart"/>
      <w:r w:rsidRPr="00E05363">
        <w:t>ruší</w:t>
      </w:r>
      <w:proofErr w:type="gramEnd"/>
      <w:r w:rsidRPr="00E05363">
        <w:t xml:space="preserve"> text: „…*.XML (datový předpis XDC)“.</w:t>
      </w:r>
    </w:p>
    <w:p w14:paraId="6DDAD84D" w14:textId="320DD99A" w:rsidR="00735BE7" w:rsidRPr="00735F5B" w:rsidRDefault="004E4D3A" w:rsidP="004E4D3A">
      <w:pPr>
        <w:pStyle w:val="Text2-1"/>
        <w:tabs>
          <w:tab w:val="clear" w:pos="737"/>
          <w:tab w:val="num" w:pos="-142"/>
        </w:tabs>
        <w:ind w:left="709" w:hanging="709"/>
        <w:rPr>
          <w:b/>
        </w:rPr>
      </w:pPr>
      <w:r w:rsidRPr="00172776">
        <w:lastRenderedPageBreak/>
        <w:t>Vzhledem k tomu, že Zadávací dokumentace neobsahuje Všeobecní technické podmínky (VTP), tak odkazy v TKP na VTP jsou odkazem na ZTP</w:t>
      </w:r>
      <w:r w:rsidR="00735BE7" w:rsidRPr="00735F5B">
        <w:rPr>
          <w:b/>
        </w:rPr>
        <w:t>.</w:t>
      </w:r>
    </w:p>
    <w:p w14:paraId="7FA8E2B4" w14:textId="40538FE2" w:rsidR="00735F5B" w:rsidRPr="008D1303" w:rsidRDefault="00735F5B" w:rsidP="007345FE">
      <w:pPr>
        <w:pStyle w:val="Text2-2"/>
        <w:ind w:left="1701" w:hanging="992"/>
      </w:pPr>
      <w:r>
        <w:t>Objednatel se zavazuje zajistit Zhotoviteli právo užívání Staveniště</w:t>
      </w:r>
      <w:r w:rsidRPr="004D5D80">
        <w:t>, včetně železniční dopravní cesty, v době, kdy je toho třeba, aby mohl Zhotovitel Dílo dokončit řádně a včas za podmínek sjednaných ve Smlouvě. St</w:t>
      </w:r>
      <w:r>
        <w:t>aveniště (jako celek</w:t>
      </w:r>
      <w:r w:rsidRPr="005D336A">
        <w:t>) bude Zhotoviteli předáno Objednatelem bez zbytečného odkladu po nabytí účinnosti Smlouvy</w:t>
      </w:r>
      <w:r w:rsidR="00D721BE" w:rsidRPr="005D336A">
        <w:t>,</w:t>
      </w:r>
      <w:r w:rsidR="005D336A">
        <w:t xml:space="preserve"> </w:t>
      </w:r>
      <w:r w:rsidR="005D336A" w:rsidRPr="005D336A">
        <w:t>a to v souladu s bodem 5.1.</w:t>
      </w:r>
      <w:r w:rsidR="004E4D3A">
        <w:t>4</w:t>
      </w:r>
      <w:r w:rsidR="005D336A" w:rsidRPr="005D336A">
        <w:t xml:space="preserve"> </w:t>
      </w:r>
      <w:r w:rsidR="00BE06E2" w:rsidRPr="005D336A">
        <w:t xml:space="preserve">těchto </w:t>
      </w:r>
      <w:r w:rsidR="008A19E2" w:rsidRPr="005D336A">
        <w:t>ZTP.</w:t>
      </w:r>
    </w:p>
    <w:p w14:paraId="40A71961" w14:textId="64905E3D" w:rsidR="00324E85" w:rsidRPr="008F3E9B" w:rsidRDefault="00735F5B" w:rsidP="008F3E9B">
      <w:pPr>
        <w:pStyle w:val="Text2-2"/>
        <w:ind w:left="1701" w:hanging="992"/>
      </w:pPr>
      <w:r>
        <w:t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65856365" w14:textId="77777777" w:rsidR="00223CF2" w:rsidRPr="00BD583A" w:rsidRDefault="00223CF2" w:rsidP="007345FE">
      <w:pPr>
        <w:pStyle w:val="Text2-2"/>
        <w:ind w:left="1701" w:hanging="99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7345FE">
      <w:pPr>
        <w:pStyle w:val="Text2-2"/>
        <w:ind w:left="1701" w:hanging="99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7345FE">
      <w:pPr>
        <w:pStyle w:val="Text2-2"/>
        <w:ind w:left="1701" w:hanging="99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7345FE">
      <w:pPr>
        <w:pStyle w:val="Text2-2"/>
        <w:ind w:left="1701" w:hanging="99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7345FE">
      <w:pPr>
        <w:pStyle w:val="Text2-2"/>
        <w:ind w:left="1701" w:hanging="99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3F68B045" w14:textId="77777777" w:rsidR="00C03139" w:rsidRPr="0020474A" w:rsidRDefault="00C03139" w:rsidP="00C03139">
      <w:pPr>
        <w:pStyle w:val="Text2-2"/>
        <w:tabs>
          <w:tab w:val="clear" w:pos="5076"/>
          <w:tab w:val="num" w:pos="1701"/>
        </w:tabs>
        <w:ind w:left="1701"/>
      </w:pPr>
      <w:r w:rsidRPr="0020474A">
        <w:t>Zhotovitel provede ruční kopané sondy za účelem ověření skutečného vedení inženýrské sítě před započetím zemních prací strojmo.</w:t>
      </w:r>
    </w:p>
    <w:p w14:paraId="2E3F26FA" w14:textId="77777777" w:rsidR="00C03139" w:rsidRDefault="00C03139" w:rsidP="00C03139">
      <w:pPr>
        <w:pStyle w:val="Text2-2"/>
        <w:tabs>
          <w:tab w:val="clear" w:pos="5076"/>
          <w:tab w:val="num" w:pos="1701"/>
        </w:tabs>
        <w:ind w:left="1701"/>
      </w:pPr>
      <w:r w:rsidRPr="0020474A">
        <w:t>V rámci výkopových prací pro podzemní vedení sítí technické infrastruktury bude kladen zvýšený důraz na ruční výkopy. Strojní mechanizace se bude moc použít až po odhalení všech podzemních vedení a se souhlasem jejich správce.</w:t>
      </w:r>
    </w:p>
    <w:p w14:paraId="3A102C2D" w14:textId="77777777" w:rsidR="00C03139" w:rsidRPr="00C03139" w:rsidRDefault="00C03139" w:rsidP="00C03139">
      <w:pPr>
        <w:pStyle w:val="Text2-2"/>
        <w:tabs>
          <w:tab w:val="clear" w:pos="5076"/>
          <w:tab w:val="num" w:pos="1701"/>
        </w:tabs>
        <w:ind w:left="1701"/>
      </w:pPr>
      <w:r w:rsidRPr="00C03139">
        <w:t>Zhotovitel bude mít povinně zřízenou kabelovou pohotovost, která bude na místě poškození jakéhokoliv kabelového vedení (včetně optických sítí) do 45 min od nahlášení a bude mít na stavbě uskladněn materiál a zařízení pro rychlou opravu.</w:t>
      </w:r>
    </w:p>
    <w:p w14:paraId="0C3200B7" w14:textId="197B808F" w:rsidR="00C03139" w:rsidRPr="00C03139" w:rsidRDefault="00C03139" w:rsidP="00C03139">
      <w:pPr>
        <w:pStyle w:val="Text2-2"/>
        <w:ind w:left="1701" w:hanging="992"/>
        <w:rPr>
          <w:b/>
        </w:rPr>
      </w:pPr>
      <w:r w:rsidRPr="00C03139">
        <w:t xml:space="preserve">Pro vyznačení všech stávajících, provizorních a nových kabelových tras Zhotovitel použije a bude pravidelně aktualizovat veřejně dostupnou mapovou mobilní aplikaci (např. Google </w:t>
      </w:r>
      <w:proofErr w:type="spellStart"/>
      <w:r w:rsidRPr="00C03139">
        <w:t>Maps</w:t>
      </w:r>
      <w:proofErr w:type="spellEnd"/>
      <w:r w:rsidRPr="00C03139">
        <w:t>, Mapy.cz), kterou bude mít každý podzhotovitel a TSD v k dispozici. Cílem je vytvoření vrstev vedení kabelových tras v mapovém podkladu v běžně využívané aplikaci. Data pro import mohou být ve formátu *.KML a/nebo *.GPX</w:t>
      </w:r>
    </w:p>
    <w:p w14:paraId="0172AD6C" w14:textId="7ED9FFA9" w:rsidR="00C711EA" w:rsidRPr="00DD10A4" w:rsidRDefault="00C711EA" w:rsidP="007345FE">
      <w:pPr>
        <w:pStyle w:val="Text2-2"/>
        <w:ind w:left="1701" w:hanging="99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7345FE">
      <w:pPr>
        <w:pStyle w:val="Text2-2"/>
        <w:ind w:left="1701" w:hanging="99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038D" w:rsidRDefault="00DD10A4" w:rsidP="007345FE">
      <w:pPr>
        <w:pStyle w:val="Text2-2"/>
        <w:ind w:left="1701" w:hanging="992"/>
      </w:pPr>
      <w:r w:rsidRPr="00BD583A">
        <w:lastRenderedPageBreak/>
        <w:t xml:space="preserve">V případě plánovaného omezení funkce (výluka závislostí pro vyloučenou kolej) přejezdového zabezpečovacího zařízení (dále jen PZZ), Zhotovitel na </w:t>
      </w:r>
      <w:r w:rsidRPr="00BD038D">
        <w:t>své náklady zajistí při jízdě drážních vozidel (Zhotovitele a případných poddodavatelů) střežení těchto PZZ.</w:t>
      </w:r>
    </w:p>
    <w:p w14:paraId="3CAB2E66" w14:textId="115371E6" w:rsidR="009358DC" w:rsidRPr="00F83321" w:rsidRDefault="00A05DE0" w:rsidP="007345FE">
      <w:pPr>
        <w:pStyle w:val="Text2-2"/>
        <w:ind w:left="1701" w:hanging="992"/>
        <w:rPr>
          <w:color w:val="000000" w:themeColor="text1"/>
        </w:rPr>
      </w:pPr>
      <w:r w:rsidRPr="00F83321">
        <w:rPr>
          <w:color w:val="000000" w:themeColor="text1"/>
        </w:rPr>
        <w:t>Z důvodu zářijového ukončení víkendového provozu osobních vlaků</w:t>
      </w:r>
      <w:r w:rsidR="00EA38DB" w:rsidRPr="00F83321">
        <w:rPr>
          <w:color w:val="000000" w:themeColor="text1"/>
        </w:rPr>
        <w:t xml:space="preserve"> na dané trati</w:t>
      </w:r>
      <w:r w:rsidR="00C9451A" w:rsidRPr="00F83321">
        <w:rPr>
          <w:color w:val="000000" w:themeColor="text1"/>
        </w:rPr>
        <w:t xml:space="preserve"> a minimálního provozu nákladní vozby </w:t>
      </w:r>
      <w:r w:rsidRPr="00F83321">
        <w:rPr>
          <w:color w:val="000000" w:themeColor="text1"/>
        </w:rPr>
        <w:t>se nep</w:t>
      </w:r>
      <w:r w:rsidR="00C711EA" w:rsidRPr="00F83321">
        <w:rPr>
          <w:color w:val="000000" w:themeColor="text1"/>
        </w:rPr>
        <w:t xml:space="preserve">ředpokládaná </w:t>
      </w:r>
      <w:r w:rsidR="00C711EA" w:rsidRPr="00F83321">
        <w:rPr>
          <w:b/>
          <w:color w:val="000000" w:themeColor="text1"/>
        </w:rPr>
        <w:t>provedení následné úpravy směrového a výškového uspořádání koleje</w:t>
      </w:r>
      <w:r w:rsidR="00C711EA" w:rsidRPr="00F83321">
        <w:rPr>
          <w:color w:val="000000" w:themeColor="text1"/>
        </w:rPr>
        <w:t xml:space="preserve"> </w:t>
      </w:r>
      <w:r w:rsidRPr="00F83321">
        <w:rPr>
          <w:color w:val="000000" w:themeColor="text1"/>
        </w:rPr>
        <w:t xml:space="preserve">na propustcích </w:t>
      </w:r>
      <w:r w:rsidR="00C711EA" w:rsidRPr="00F83321">
        <w:rPr>
          <w:color w:val="000000" w:themeColor="text1"/>
        </w:rPr>
        <w:t>(dále jen „následná úprava GPK“)</w:t>
      </w:r>
      <w:r w:rsidRPr="00F83321">
        <w:rPr>
          <w:color w:val="000000" w:themeColor="text1"/>
        </w:rPr>
        <w:t>.</w:t>
      </w:r>
      <w:r w:rsidR="008B5939" w:rsidRPr="00F83321">
        <w:rPr>
          <w:color w:val="000000" w:themeColor="text1"/>
        </w:rPr>
        <w:t xml:space="preserve"> </w:t>
      </w:r>
    </w:p>
    <w:p w14:paraId="0E1FC6F4" w14:textId="77777777" w:rsidR="00F72FDF" w:rsidRPr="008B5939" w:rsidRDefault="00F72FDF" w:rsidP="007345FE">
      <w:pPr>
        <w:pStyle w:val="Text2-2"/>
        <w:ind w:left="1701" w:hanging="99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 xml:space="preserve">SŽ </w:t>
      </w:r>
      <w:r w:rsidR="00D47647" w:rsidRPr="008B5939">
        <w:t>SM105</w:t>
      </w:r>
      <w:r w:rsidR="00757E4D" w:rsidRPr="008B5939">
        <w:t>.</w:t>
      </w:r>
      <w:r w:rsidR="00857CC5" w:rsidRPr="008B5939">
        <w:t xml:space="preserve"> </w:t>
      </w:r>
    </w:p>
    <w:p w14:paraId="71F622A3" w14:textId="77777777" w:rsidR="00744694" w:rsidRPr="008B5939" w:rsidRDefault="00744694" w:rsidP="007345FE">
      <w:pPr>
        <w:pStyle w:val="Text2-2"/>
        <w:ind w:left="1701" w:hanging="992"/>
      </w:pPr>
      <w:r w:rsidRPr="008B5939">
        <w:t xml:space="preserve">Zhotovitel je oprávněn ukládat kamenivo před použitím v rámci Díla (nové, vyzískané i recyklované) na mezideponii určenou TDS, až po převzetí úpravy plochy mezideponie ze strany TDS, potvrzené zápisem ve Stavebním deníku. V případě, že je deponie kameniva pojížděna dopravními prostředky v rozporu s TKP, je Zhotovitel povinen na vyzvání TDS prokázat na vlastní náklady </w:t>
      </w:r>
      <w:proofErr w:type="spellStart"/>
      <w:r w:rsidRPr="008B5939">
        <w:t>ostrohrannost</w:t>
      </w:r>
      <w:proofErr w:type="spellEnd"/>
      <w:r w:rsidRPr="008B5939">
        <w:t xml:space="preserve"> kameniva a zaoblenost hran dle OTP Kamenivo pro kolejové lože železničních drah čj.38992/2020-SŽ-GŘ-O13. Počet a místa odběru zkušebních vzorků určí TDS.</w:t>
      </w:r>
    </w:p>
    <w:p w14:paraId="14105346" w14:textId="77777777" w:rsidR="00744694" w:rsidRPr="008C4EA5" w:rsidRDefault="00744694" w:rsidP="007345FE">
      <w:pPr>
        <w:pStyle w:val="Text2-2"/>
        <w:ind w:left="1701" w:hanging="992"/>
        <w:rPr>
          <w:bCs/>
        </w:rPr>
      </w:pPr>
      <w:r w:rsidRPr="008B5939">
        <w:t xml:space="preserve">Pro přesnou </w:t>
      </w:r>
      <w:r w:rsidRPr="008B5939">
        <w:rPr>
          <w:b/>
        </w:rPr>
        <w:t>identifikaci podzemních sítí</w:t>
      </w:r>
      <w:r w:rsidRPr="008C4EA5">
        <w:rPr>
          <w:b/>
        </w:rPr>
        <w:t>,</w:t>
      </w:r>
      <w:r w:rsidRPr="008C4EA5">
        <w:t xml:space="preserve"> metalických a optických kabelů, kanalizace, vody a plynu budou použity </w:t>
      </w:r>
      <w:r w:rsidRPr="008C4EA5">
        <w:rPr>
          <w:b/>
          <w:bCs/>
        </w:rPr>
        <w:t>RFID markery</w:t>
      </w:r>
      <w:r w:rsidRPr="008C4EA5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8C4EA5" w:rsidRDefault="00744694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sz w:val="18"/>
          <w:szCs w:val="18"/>
        </w:rPr>
        <w:t xml:space="preserve">Silová </w:t>
      </w:r>
      <w:r w:rsidRPr="008C4EA5">
        <w:rPr>
          <w:b/>
          <w:sz w:val="18"/>
          <w:szCs w:val="18"/>
        </w:rPr>
        <w:t>zařízení a kabely</w:t>
      </w:r>
      <w:r w:rsidRPr="008C4EA5">
        <w:rPr>
          <w:sz w:val="18"/>
          <w:szCs w:val="18"/>
        </w:rPr>
        <w:t xml:space="preserve"> (včetně kabelů určených k napájení zabezpečovacích zařízení) – </w:t>
      </w:r>
      <w:r w:rsidRPr="008C4EA5">
        <w:rPr>
          <w:b/>
          <w:sz w:val="18"/>
          <w:szCs w:val="18"/>
        </w:rPr>
        <w:t>červený marker</w:t>
      </w:r>
      <w:r w:rsidRPr="008C4EA5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vody a jejich zařízení – modrý marker</w:t>
      </w:r>
      <w:r w:rsidRPr="008C4EA5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plynu a jejich zařízení – žlutý marker</w:t>
      </w:r>
      <w:r w:rsidRPr="008C4EA5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8C4EA5">
        <w:t>elektrotavné</w:t>
      </w:r>
      <w:proofErr w:type="spellEnd"/>
      <w:r w:rsidRPr="008C4EA5">
        <w:t xml:space="preserve"> spojky; všechny typy armatur a spojů.</w:t>
      </w:r>
    </w:p>
    <w:p w14:paraId="271064A0" w14:textId="77777777" w:rsidR="00C711EA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</w:rPr>
        <w:t>Sdělovací zařízení a kabely – oranžový marker</w:t>
      </w:r>
      <w:r w:rsidRPr="008C4EA5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37B6EAC0" w:rsidR="00FD0503" w:rsidRPr="008C4EA5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b/>
          <w:sz w:val="18"/>
          <w:szCs w:val="18"/>
        </w:rPr>
        <w:t>Zabezpečovací zařízení – fialový marker</w:t>
      </w:r>
      <w:r w:rsidRPr="008C4EA5">
        <w:rPr>
          <w:sz w:val="18"/>
          <w:szCs w:val="18"/>
        </w:rPr>
        <w:t xml:space="preserve"> [66,35 kHz] - trasy kabelů zabezpečovacích, včetně kabelů optických a HDPE – doporučené umístění markeru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0800170" w14:textId="77777777" w:rsidR="00FD0503" w:rsidRPr="008C4EA5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  <w:bCs/>
        </w:rPr>
        <w:lastRenderedPageBreak/>
        <w:t>Odpadní</w:t>
      </w:r>
      <w:r w:rsidRPr="008C4EA5">
        <w:rPr>
          <w:b/>
        </w:rPr>
        <w:t xml:space="preserve"> voda – zelený marker</w:t>
      </w:r>
      <w:r w:rsidRPr="008C4EA5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8C4EA5" w:rsidRDefault="00FD0503" w:rsidP="007345FE">
      <w:pPr>
        <w:pStyle w:val="Text2-2"/>
        <w:ind w:left="1701" w:hanging="992"/>
      </w:pPr>
      <w:r w:rsidRPr="008C4EA5">
        <w:t>Označníky je nutno k uloženým kabelům, potrubím a podzemním zařízením pevně upevňovat (např. plastovou vázací páskou).</w:t>
      </w:r>
    </w:p>
    <w:p w14:paraId="4E4E79CD" w14:textId="77777777" w:rsidR="00FD0503" w:rsidRPr="008C4EA5" w:rsidRDefault="00FD0503" w:rsidP="007345FE">
      <w:pPr>
        <w:pStyle w:val="Text2-2"/>
        <w:ind w:left="1701" w:hanging="992"/>
      </w:pPr>
      <w:r w:rsidRPr="008C4EA5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8C4EA5" w:rsidRDefault="00FD0503" w:rsidP="007345FE">
      <w:pPr>
        <w:pStyle w:val="Text2-2"/>
        <w:ind w:left="1701" w:hanging="992"/>
      </w:pPr>
      <w:r w:rsidRPr="008C4EA5">
        <w:t>U složek, které nemají žádnou elektronickou databázi, se bude tato informace zadávat ve stejném znění do dokumentace.</w:t>
      </w:r>
    </w:p>
    <w:p w14:paraId="25A7416C" w14:textId="77777777" w:rsidR="00FD0503" w:rsidRPr="008C4EA5" w:rsidRDefault="00FD0503" w:rsidP="007345FE">
      <w:pPr>
        <w:pStyle w:val="Text2-2"/>
        <w:ind w:left="1701" w:hanging="992"/>
      </w:pPr>
      <w:r w:rsidRPr="008C4EA5">
        <w:t>Informace o použití markerů bude zaznamenaná do DSPS.</w:t>
      </w:r>
    </w:p>
    <w:p w14:paraId="1C859E22" w14:textId="77777777" w:rsidR="00FD0503" w:rsidRPr="008C4EA5" w:rsidRDefault="00FD0503" w:rsidP="007345FE">
      <w:pPr>
        <w:pStyle w:val="Text2-2"/>
        <w:ind w:left="1701" w:hanging="992"/>
      </w:pPr>
      <w:r w:rsidRPr="008C4EA5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4D104648" w14:textId="77777777" w:rsidR="00FD0503" w:rsidRPr="008C4EA5" w:rsidRDefault="00FD0503" w:rsidP="007345FE">
      <w:pPr>
        <w:pStyle w:val="Text2-2"/>
        <w:ind w:left="1701" w:hanging="992"/>
      </w:pPr>
      <w:r w:rsidRPr="008C4EA5">
        <w:rPr>
          <w:b/>
        </w:rPr>
        <w:t xml:space="preserve">V </w:t>
      </w:r>
      <w:r w:rsidR="000C3375" w:rsidRPr="008C4EA5">
        <w:rPr>
          <w:b/>
        </w:rPr>
        <w:t>dokumentaci skutečného provedení stavby (</w:t>
      </w:r>
      <w:r w:rsidRPr="008C4EA5">
        <w:rPr>
          <w:b/>
        </w:rPr>
        <w:t>DSPS</w:t>
      </w:r>
      <w:r w:rsidR="000C3375" w:rsidRPr="008C4EA5">
        <w:rPr>
          <w:b/>
        </w:rPr>
        <w:t>)</w:t>
      </w:r>
      <w:r w:rsidRPr="008C4EA5">
        <w:rPr>
          <w:b/>
        </w:rPr>
        <w:t xml:space="preserve"> </w:t>
      </w:r>
      <w:r w:rsidRPr="008C4EA5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04652063" w14:textId="6D6363DE" w:rsidR="000C3375" w:rsidRPr="00BD038D" w:rsidRDefault="000C3375" w:rsidP="007345FE">
      <w:pPr>
        <w:pStyle w:val="Text2-2"/>
        <w:ind w:left="1701" w:hanging="992"/>
      </w:pPr>
      <w:r w:rsidRPr="008C4EA5">
        <w:t xml:space="preserve">Pro mostní objekty, konstrukce mostům podobné, opěrné, zárubní a obkladní zdi, galerie a tunely se Zhotovitel zavazuje zajistit technickou část dokumentace skutečného provedení stavby týkající se Díla ve smyslu </w:t>
      </w:r>
      <w:r w:rsidRPr="00BD038D">
        <w:t>příslušných kapitol TKP a předpisu SŽDC S3 Železniční svršek</w:t>
      </w:r>
      <w:r w:rsidR="00E14B33" w:rsidRPr="00BD038D">
        <w:t xml:space="preserve">. </w:t>
      </w:r>
      <w:r w:rsidRPr="00BD038D">
        <w:t>Rozsah dokumentace skutečného provedení mostních objektů je uveden v předpisu SŽDC S5 Správa mostních objektů.</w:t>
      </w:r>
    </w:p>
    <w:p w14:paraId="36981C7B" w14:textId="77777777" w:rsidR="00FD0503" w:rsidRPr="00BD038D" w:rsidRDefault="00FD0503" w:rsidP="007345FE">
      <w:pPr>
        <w:pStyle w:val="Text2-2"/>
        <w:ind w:left="1701" w:hanging="992"/>
      </w:pPr>
      <w:r w:rsidRPr="00BD038D">
        <w:rPr>
          <w:b/>
        </w:rPr>
        <w:t>Souborné zpracování geodetické části DSPS</w:t>
      </w:r>
      <w:r w:rsidRPr="00BD038D">
        <w:t xml:space="preserve"> bude předáno Objednateli v listinné a elektronické podobě v tomto členění:</w:t>
      </w:r>
    </w:p>
    <w:p w14:paraId="04895C1A" w14:textId="77777777" w:rsidR="00FD0503" w:rsidRPr="00BD038D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BD038D">
        <w:t>Technická zpráva a Předávací protokol (ve formátu *.</w:t>
      </w:r>
      <w:proofErr w:type="spellStart"/>
      <w:r w:rsidRPr="00BD038D">
        <w:t>pdf</w:t>
      </w:r>
      <w:proofErr w:type="spellEnd"/>
      <w:r w:rsidRPr="00BD038D">
        <w:t>),</w:t>
      </w:r>
    </w:p>
    <w:p w14:paraId="249EF484" w14:textId="77777777" w:rsidR="00FD0503" w:rsidRPr="00BD038D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BD038D">
        <w:rPr>
          <w:sz w:val="18"/>
          <w:szCs w:val="18"/>
        </w:rPr>
        <w:t>Přehled kladu mapových listů JŽM a bodového pole v M 1:10000 formát *.</w:t>
      </w:r>
      <w:proofErr w:type="spellStart"/>
      <w:r w:rsidRPr="00BD038D">
        <w:rPr>
          <w:sz w:val="18"/>
          <w:szCs w:val="18"/>
        </w:rPr>
        <w:t>dgn</w:t>
      </w:r>
      <w:proofErr w:type="spellEnd"/>
      <w:r w:rsidRPr="00BD038D">
        <w:rPr>
          <w:sz w:val="18"/>
          <w:szCs w:val="18"/>
        </w:rPr>
        <w:t xml:space="preserve"> a *.</w:t>
      </w:r>
      <w:proofErr w:type="spellStart"/>
      <w:r w:rsidRPr="00BD038D">
        <w:rPr>
          <w:sz w:val="18"/>
          <w:szCs w:val="18"/>
        </w:rPr>
        <w:t>pdf</w:t>
      </w:r>
      <w:proofErr w:type="spellEnd"/>
      <w:r w:rsidRPr="00BD038D">
        <w:rPr>
          <w:sz w:val="18"/>
          <w:szCs w:val="18"/>
        </w:rPr>
        <w:t>),</w:t>
      </w:r>
    </w:p>
    <w:p w14:paraId="01171FBC" w14:textId="77777777" w:rsidR="00FD0503" w:rsidRPr="00BD038D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BD038D">
        <w:rPr>
          <w:sz w:val="18"/>
          <w:szCs w:val="18"/>
        </w:rPr>
        <w:t>Elaborát bodového pole:</w:t>
      </w:r>
    </w:p>
    <w:p w14:paraId="6F29101D" w14:textId="77777777" w:rsidR="00FD0503" w:rsidRPr="00BD038D" w:rsidRDefault="00FD0503" w:rsidP="00DE3429">
      <w:pPr>
        <w:pStyle w:val="Text2-2"/>
        <w:numPr>
          <w:ilvl w:val="5"/>
          <w:numId w:val="14"/>
        </w:numPr>
        <w:ind w:firstLine="142"/>
      </w:pPr>
      <w:r w:rsidRPr="00BD038D">
        <w:t>dokumentace po stavbě předaného ŽBP do správy SŽG, zřízeného v souladu Metodickým pokynem SŽDC M20/MP007</w:t>
      </w:r>
      <w:r w:rsidR="007F5DDD" w:rsidRPr="00BD038D">
        <w:t xml:space="preserve"> Železniční bodové pole </w:t>
      </w:r>
      <w:r w:rsidRPr="00BD038D">
        <w:t>(způsob stabilizace, měření, zpracování, obsah dokumentace),</w:t>
      </w:r>
    </w:p>
    <w:p w14:paraId="155C17CF" w14:textId="77777777" w:rsidR="00FD0503" w:rsidRPr="00BD038D" w:rsidRDefault="00FD0503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BD038D">
        <w:rPr>
          <w:sz w:val="18"/>
          <w:szCs w:val="18"/>
        </w:rPr>
        <w:t>dokumentaci o vývoji vytyčovací sítě (seznam souřadnic a výšek bodů, geodetické údaje o bodech)</w:t>
      </w:r>
    </w:p>
    <w:p w14:paraId="090A152D" w14:textId="77777777" w:rsidR="00252A5C" w:rsidRPr="00BD038D" w:rsidRDefault="00252A5C" w:rsidP="007345FE">
      <w:pPr>
        <w:pStyle w:val="Text2-2"/>
        <w:numPr>
          <w:ilvl w:val="4"/>
          <w:numId w:val="14"/>
        </w:numPr>
        <w:ind w:left="1701" w:hanging="992"/>
      </w:pPr>
      <w:r w:rsidRPr="00BD038D">
        <w:t>Seznamy souřadnic podrobných bodů (ve formátu *.</w:t>
      </w:r>
      <w:proofErr w:type="spellStart"/>
      <w:r w:rsidRPr="00BD038D">
        <w:t>txt</w:t>
      </w:r>
      <w:proofErr w:type="spellEnd"/>
      <w:r w:rsidRPr="00BD038D">
        <w:t>):</w:t>
      </w:r>
    </w:p>
    <w:p w14:paraId="62DB22EE" w14:textId="77777777" w:rsidR="00252A5C" w:rsidRPr="00BD038D" w:rsidRDefault="00252A5C" w:rsidP="00DE3429">
      <w:pPr>
        <w:pStyle w:val="Text2-2"/>
        <w:numPr>
          <w:ilvl w:val="5"/>
          <w:numId w:val="14"/>
        </w:numPr>
        <w:ind w:firstLine="142"/>
      </w:pPr>
      <w:r w:rsidRPr="00BD038D">
        <w:t>Seznam souřadnic, výšek a charakteristik bodů (třída přesnosti, popis bodu, datum zaměření, dodavatel zaměření) k výkresu geodetického zaměření skutečného provedení stavby, který bude odpovídat Metodickému pokynu SŽ M20/MP010</w:t>
      </w:r>
      <w:r w:rsidR="007F5DDD" w:rsidRPr="00BD038D">
        <w:t xml:space="preserve"> Účelová železniční mapa velkého měřítka.</w:t>
      </w:r>
    </w:p>
    <w:p w14:paraId="0BD7FE86" w14:textId="77777777" w:rsidR="00FD0503" w:rsidRPr="00BD038D" w:rsidRDefault="00252A5C" w:rsidP="00DE3429">
      <w:pPr>
        <w:pStyle w:val="Text2-2"/>
        <w:numPr>
          <w:ilvl w:val="5"/>
          <w:numId w:val="14"/>
        </w:numPr>
        <w:ind w:firstLine="142"/>
      </w:pPr>
      <w:r w:rsidRPr="00BD038D">
        <w:t>Seznam (seznamy) souřadnic výšek a charakteristik bodů k výkresu (výkresům) editovaného mapového podkladu s vymazáním neplatných prvků, který bude odpovídat předpisu SŽ M20/MP010 příloha C,</w:t>
      </w:r>
    </w:p>
    <w:p w14:paraId="784C0A08" w14:textId="77777777" w:rsidR="00252A5C" w:rsidRPr="00BD038D" w:rsidRDefault="00252A5C" w:rsidP="00DE3429">
      <w:pPr>
        <w:pStyle w:val="Text2-2"/>
        <w:numPr>
          <w:ilvl w:val="5"/>
          <w:numId w:val="14"/>
        </w:numPr>
        <w:ind w:firstLine="142"/>
      </w:pPr>
      <w:r w:rsidRPr="00BD038D">
        <w:t>Seznam souřadnic bodů ŽBP nebo dalších výchozích bodů použitých pro zaměření skutečného provedení stavby.</w:t>
      </w:r>
    </w:p>
    <w:p w14:paraId="1829CD52" w14:textId="77777777" w:rsidR="00FD0503" w:rsidRPr="00BD038D" w:rsidRDefault="00252A5C" w:rsidP="007345FE">
      <w:pPr>
        <w:pStyle w:val="Text2-2"/>
        <w:numPr>
          <w:ilvl w:val="4"/>
          <w:numId w:val="14"/>
        </w:numPr>
        <w:ind w:left="1701" w:hanging="992"/>
      </w:pPr>
      <w:r w:rsidRPr="00BD038D">
        <w:t>Výkresové soubory (ve formátu *.</w:t>
      </w:r>
      <w:proofErr w:type="spellStart"/>
      <w:r w:rsidRPr="00BD038D">
        <w:t>dgn</w:t>
      </w:r>
      <w:proofErr w:type="spellEnd"/>
      <w:r w:rsidRPr="00BD038D">
        <w:t>). Název souboru musí začínat „DSPS_PVS_, KN_, NH_, PS_ nebo SO_“:</w:t>
      </w:r>
    </w:p>
    <w:p w14:paraId="16B6725F" w14:textId="77777777" w:rsidR="00443D42" w:rsidRPr="00BD038D" w:rsidRDefault="00443D42" w:rsidP="00DE3429">
      <w:pPr>
        <w:pStyle w:val="Text2-2"/>
        <w:numPr>
          <w:ilvl w:val="5"/>
          <w:numId w:val="14"/>
        </w:numPr>
        <w:ind w:firstLine="142"/>
      </w:pPr>
      <w:r w:rsidRPr="00BD038D">
        <w:lastRenderedPageBreak/>
        <w:t>Výkres geodetického zaměření skutečného provedení všech definitivních PS a SO doplněný o štítky a soubor „identifikace.csv“, který bude obsahovat seznam těchto PS a SO,</w:t>
      </w:r>
    </w:p>
    <w:p w14:paraId="704E6719" w14:textId="77777777" w:rsidR="00443D42" w:rsidRPr="00BD038D" w:rsidRDefault="00443D42" w:rsidP="00DE3429">
      <w:pPr>
        <w:pStyle w:val="Text2-2"/>
        <w:numPr>
          <w:ilvl w:val="5"/>
          <w:numId w:val="14"/>
        </w:numPr>
        <w:ind w:firstLine="142"/>
      </w:pPr>
      <w:r w:rsidRPr="00BD038D">
        <w:t xml:space="preserve">Výkres nebo výkresy v M 1:1000 editovaného mapového podkladu s vymazáním neplatných prvků, který bude odpovídat předpisu SŽ M20/MP010, příloha C. </w:t>
      </w:r>
    </w:p>
    <w:p w14:paraId="0AD619F4" w14:textId="77777777" w:rsidR="00443D42" w:rsidRPr="00BD038D" w:rsidRDefault="00443D42" w:rsidP="00DE3429">
      <w:pPr>
        <w:pStyle w:val="Text2-2"/>
        <w:numPr>
          <w:ilvl w:val="5"/>
          <w:numId w:val="14"/>
        </w:numPr>
        <w:ind w:firstLine="142"/>
      </w:pPr>
      <w:r w:rsidRPr="00BD038D">
        <w:t>Výkres v M 1:1000 se zákresem platné mapy KN,</w:t>
      </w:r>
    </w:p>
    <w:p w14:paraId="52AE6075" w14:textId="77777777" w:rsidR="00443D42" w:rsidRPr="00BD038D" w:rsidRDefault="00443D42" w:rsidP="00DE3429">
      <w:pPr>
        <w:pStyle w:val="Text2-2"/>
        <w:numPr>
          <w:ilvl w:val="5"/>
          <w:numId w:val="14"/>
        </w:numPr>
        <w:ind w:firstLine="142"/>
      </w:pPr>
      <w:r w:rsidRPr="00BD038D">
        <w:t>Výkres v M 1:1000 se zákresem nové hranice ČD, SŽ po stavbě.</w:t>
      </w:r>
    </w:p>
    <w:p w14:paraId="06B758E6" w14:textId="77777777" w:rsidR="00443D42" w:rsidRPr="00BD038D" w:rsidRDefault="00443D42" w:rsidP="007345FE">
      <w:pPr>
        <w:pStyle w:val="Text2-2"/>
        <w:numPr>
          <w:ilvl w:val="4"/>
          <w:numId w:val="14"/>
        </w:numPr>
        <w:ind w:left="1701" w:hanging="992"/>
      </w:pPr>
      <w:r w:rsidRPr="00BD038D">
        <w:t>Předané geodetické části DSPS jednotlivých PS a SO</w:t>
      </w:r>
    </w:p>
    <w:p w14:paraId="42DA34B7" w14:textId="77777777" w:rsidR="00443D42" w:rsidRPr="00BD038D" w:rsidRDefault="00443D42" w:rsidP="00DE3429">
      <w:pPr>
        <w:pStyle w:val="Text2-2"/>
        <w:numPr>
          <w:ilvl w:val="5"/>
          <w:numId w:val="14"/>
        </w:numPr>
        <w:ind w:firstLine="142"/>
      </w:pPr>
      <w:r w:rsidRPr="00BD038D">
        <w:t>Seznam čísel a názvů PS a SO s uvedením zhotovitele geodetické části DSPS jednotlivých PS a SO (ve formátu *.</w:t>
      </w:r>
      <w:proofErr w:type="spellStart"/>
      <w:r w:rsidRPr="00BD038D">
        <w:t>xlsx</w:t>
      </w:r>
      <w:proofErr w:type="spellEnd"/>
      <w:r w:rsidRPr="00BD038D">
        <w:t>),</w:t>
      </w:r>
    </w:p>
    <w:p w14:paraId="48251D0F" w14:textId="77777777" w:rsidR="006C0E7C" w:rsidRPr="00BD038D" w:rsidRDefault="00443D42" w:rsidP="00DE3429">
      <w:pPr>
        <w:pStyle w:val="Text2-2"/>
        <w:numPr>
          <w:ilvl w:val="5"/>
          <w:numId w:val="14"/>
        </w:numPr>
        <w:ind w:firstLine="142"/>
      </w:pPr>
      <w:r w:rsidRPr="00BD038D">
        <w:t>TZ k jednotlivým PS a SO (ve formátu *.</w:t>
      </w:r>
      <w:proofErr w:type="spellStart"/>
      <w:r w:rsidRPr="00BD038D">
        <w:t>pdf</w:t>
      </w:r>
      <w:proofErr w:type="spellEnd"/>
      <w:r w:rsidRPr="00BD038D">
        <w:t>),</w:t>
      </w:r>
    </w:p>
    <w:p w14:paraId="52D8945A" w14:textId="77777777" w:rsidR="0093323A" w:rsidRPr="00BD038D" w:rsidRDefault="0093323A" w:rsidP="00DE3429">
      <w:pPr>
        <w:pStyle w:val="Text2-2"/>
        <w:numPr>
          <w:ilvl w:val="5"/>
          <w:numId w:val="14"/>
        </w:numPr>
        <w:ind w:firstLine="142"/>
      </w:pPr>
      <w:r w:rsidRPr="00BD038D">
        <w:t>Seznam souřadnic, výšek a charakteristik podrobných bodů k jednotlivým SO a PS (ve formátu *.</w:t>
      </w:r>
      <w:proofErr w:type="spellStart"/>
      <w:r w:rsidRPr="00BD038D">
        <w:t>txt</w:t>
      </w:r>
      <w:proofErr w:type="spellEnd"/>
      <w:r w:rsidR="007F5DDD" w:rsidRPr="00BD038D">
        <w:t>),</w:t>
      </w:r>
    </w:p>
    <w:p w14:paraId="59C01A9C" w14:textId="77777777" w:rsidR="0093323A" w:rsidRPr="00BD038D" w:rsidRDefault="0093323A" w:rsidP="00DE3429">
      <w:pPr>
        <w:pStyle w:val="Text2-2"/>
        <w:numPr>
          <w:ilvl w:val="5"/>
          <w:numId w:val="14"/>
        </w:numPr>
        <w:ind w:firstLine="142"/>
      </w:pPr>
      <w:r w:rsidRPr="00BD038D">
        <w:t>Výpočetní protokol a editované zápisníky ve formátu *.</w:t>
      </w:r>
      <w:proofErr w:type="spellStart"/>
      <w:r w:rsidRPr="00BD038D">
        <w:t>txt</w:t>
      </w:r>
      <w:proofErr w:type="spellEnd"/>
      <w:r w:rsidRPr="00BD038D">
        <w:t>; originální zápisníky ve formátu stroje, doložení splnění požadované přesnosti, kalibrační listy, fotodokumentace a další,</w:t>
      </w:r>
    </w:p>
    <w:p w14:paraId="39C9AB50" w14:textId="77777777" w:rsidR="0093323A" w:rsidRPr="00BD038D" w:rsidRDefault="0093323A" w:rsidP="00DE3429">
      <w:pPr>
        <w:pStyle w:val="Text2-2"/>
        <w:numPr>
          <w:ilvl w:val="5"/>
          <w:numId w:val="14"/>
        </w:numPr>
        <w:ind w:firstLine="142"/>
      </w:pPr>
      <w:r w:rsidRPr="00BD038D">
        <w:t>Výkresy jednotlivých PS a SO v M 1:1000 (ve formátu *.</w:t>
      </w:r>
      <w:proofErr w:type="spellStart"/>
      <w:r w:rsidRPr="00BD038D">
        <w:t>dgn</w:t>
      </w:r>
      <w:proofErr w:type="spellEnd"/>
      <w:r w:rsidRPr="00BD038D">
        <w:t xml:space="preserve"> a *.</w:t>
      </w:r>
      <w:proofErr w:type="spellStart"/>
      <w:r w:rsidRPr="00BD038D">
        <w:t>pdf</w:t>
      </w:r>
      <w:proofErr w:type="spellEnd"/>
      <w:r w:rsidRPr="00BD038D">
        <w:t>). Pokud jsou kóty a detaily vyžadovány ZTP, jsou zakresleny v samostatném pomocném výkrese DGN. Soubor PDF zachycuje soutisk hlavního a pomocného výkresu.</w:t>
      </w:r>
    </w:p>
    <w:p w14:paraId="08BDF156" w14:textId="77777777" w:rsidR="005220AF" w:rsidRPr="00BD038D" w:rsidRDefault="005220AF" w:rsidP="00DE3429">
      <w:pPr>
        <w:pStyle w:val="Text2-2"/>
        <w:numPr>
          <w:ilvl w:val="5"/>
          <w:numId w:val="14"/>
        </w:numPr>
        <w:ind w:firstLine="142"/>
      </w:pPr>
      <w:r w:rsidRPr="00BD038D">
        <w:t>Seznam PS a SO identifikovaných ve vztahu k parcelním číslům pozemků podle evidence právních vztahů KN. Formu a obsah seznamu upřesní ÚOZI Objednatele.</w:t>
      </w:r>
    </w:p>
    <w:p w14:paraId="79E0187A" w14:textId="77777777" w:rsidR="005220AF" w:rsidRPr="00BD038D" w:rsidRDefault="005220AF" w:rsidP="007345FE">
      <w:pPr>
        <w:pStyle w:val="Text2-2"/>
        <w:numPr>
          <w:ilvl w:val="4"/>
          <w:numId w:val="14"/>
        </w:numPr>
        <w:ind w:left="1701" w:hanging="992"/>
      </w:pPr>
      <w:r w:rsidRPr="00BD038D">
        <w:t>Geometrické plány</w:t>
      </w:r>
    </w:p>
    <w:p w14:paraId="2517EEEB" w14:textId="77777777" w:rsidR="005220AF" w:rsidRPr="00BD038D" w:rsidRDefault="005220AF" w:rsidP="00DE3429">
      <w:pPr>
        <w:pStyle w:val="Text2-2"/>
        <w:numPr>
          <w:ilvl w:val="5"/>
          <w:numId w:val="14"/>
        </w:numPr>
        <w:ind w:firstLine="142"/>
      </w:pPr>
      <w:r w:rsidRPr="00BD038D"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223564BF" w14:textId="77777777" w:rsidR="0093323A" w:rsidRPr="00BD038D" w:rsidRDefault="005220AF" w:rsidP="00DE3429">
      <w:pPr>
        <w:pStyle w:val="Text2-2"/>
        <w:numPr>
          <w:ilvl w:val="5"/>
          <w:numId w:val="14"/>
        </w:numPr>
        <w:ind w:firstLine="142"/>
      </w:pPr>
      <w:r w:rsidRPr="00BD038D">
        <w:t xml:space="preserve">Geometrické plány a přílohy dle </w:t>
      </w:r>
      <w:proofErr w:type="spellStart"/>
      <w:r w:rsidRPr="00BD038D">
        <w:t>podčlánku</w:t>
      </w:r>
      <w:proofErr w:type="spellEnd"/>
      <w:r w:rsidRPr="00BD038D">
        <w:t xml:space="preserve"> 1.7.3.5 Kapitoly 1 TKP.</w:t>
      </w:r>
    </w:p>
    <w:p w14:paraId="7566AFC7" w14:textId="77777777" w:rsidR="005220AF" w:rsidRPr="00BD038D" w:rsidRDefault="005220AF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BD038D">
        <w:rPr>
          <w:sz w:val="18"/>
          <w:szCs w:val="18"/>
        </w:rPr>
        <w:t>Dokumentace definitivního zajištění koleje dle předpisu SŽDC S3 Železniční svršek, Díl III Zajištění prostorové polohy koleje (ve formátu *.</w:t>
      </w:r>
      <w:proofErr w:type="spellStart"/>
      <w:r w:rsidRPr="00BD038D">
        <w:rPr>
          <w:sz w:val="18"/>
          <w:szCs w:val="18"/>
        </w:rPr>
        <w:t>docx</w:t>
      </w:r>
      <w:proofErr w:type="spellEnd"/>
      <w:r w:rsidRPr="00BD038D">
        <w:rPr>
          <w:sz w:val="18"/>
          <w:szCs w:val="18"/>
        </w:rPr>
        <w:t>,*.</w:t>
      </w:r>
      <w:proofErr w:type="spellStart"/>
      <w:r w:rsidRPr="00BD038D">
        <w:rPr>
          <w:sz w:val="18"/>
          <w:szCs w:val="18"/>
        </w:rPr>
        <w:t>xlsx</w:t>
      </w:r>
      <w:proofErr w:type="spellEnd"/>
      <w:r w:rsidRPr="00BD038D">
        <w:rPr>
          <w:sz w:val="18"/>
          <w:szCs w:val="18"/>
        </w:rPr>
        <w:t>, *.</w:t>
      </w:r>
      <w:proofErr w:type="spellStart"/>
      <w:r w:rsidRPr="00BD038D">
        <w:rPr>
          <w:sz w:val="18"/>
          <w:szCs w:val="18"/>
        </w:rPr>
        <w:t>dwg</w:t>
      </w:r>
      <w:proofErr w:type="spellEnd"/>
      <w:r w:rsidRPr="00BD038D">
        <w:rPr>
          <w:sz w:val="18"/>
          <w:szCs w:val="18"/>
        </w:rPr>
        <w:t>, *.</w:t>
      </w:r>
      <w:proofErr w:type="spellStart"/>
      <w:r w:rsidRPr="00BD038D">
        <w:rPr>
          <w:sz w:val="18"/>
          <w:szCs w:val="18"/>
        </w:rPr>
        <w:t>dng</w:t>
      </w:r>
      <w:proofErr w:type="spellEnd"/>
      <w:r w:rsidRPr="00BD038D">
        <w:rPr>
          <w:sz w:val="18"/>
          <w:szCs w:val="18"/>
        </w:rPr>
        <w:t>, případně *.</w:t>
      </w:r>
      <w:proofErr w:type="spellStart"/>
      <w:r w:rsidRPr="00BD038D">
        <w:rPr>
          <w:sz w:val="18"/>
          <w:szCs w:val="18"/>
        </w:rPr>
        <w:t>dfx</w:t>
      </w:r>
      <w:proofErr w:type="spellEnd"/>
      <w:r w:rsidRPr="00BD038D">
        <w:rPr>
          <w:sz w:val="18"/>
          <w:szCs w:val="18"/>
        </w:rPr>
        <w:t xml:space="preserve"> a *.</w:t>
      </w:r>
      <w:proofErr w:type="spellStart"/>
      <w:r w:rsidRPr="00BD038D">
        <w:rPr>
          <w:sz w:val="18"/>
          <w:szCs w:val="18"/>
        </w:rPr>
        <w:t>pdf</w:t>
      </w:r>
      <w:proofErr w:type="spellEnd"/>
      <w:r w:rsidRPr="00BD038D">
        <w:rPr>
          <w:sz w:val="18"/>
          <w:szCs w:val="18"/>
        </w:rPr>
        <w:t>).</w:t>
      </w:r>
    </w:p>
    <w:p w14:paraId="7F724E90" w14:textId="3AEC31DC" w:rsidR="009F244D" w:rsidRPr="00BD038D" w:rsidRDefault="009F244D" w:rsidP="007345FE">
      <w:pPr>
        <w:pStyle w:val="Text2-2"/>
        <w:ind w:left="1701" w:hanging="992"/>
      </w:pPr>
      <w:r w:rsidRPr="00BD038D">
        <w:t>V listinné podobě bude DSPS předána v rozsahu čl. 4.1.</w:t>
      </w:r>
      <w:r w:rsidR="00FD5F18" w:rsidRPr="00BD038D">
        <w:t>3.</w:t>
      </w:r>
      <w:r w:rsidR="005D336A" w:rsidRPr="00BD038D">
        <w:t>2</w:t>
      </w:r>
      <w:r w:rsidR="00C03139">
        <w:t>6</w:t>
      </w:r>
      <w:r w:rsidRPr="00BD038D">
        <w:t xml:space="preserve"> těchto ZTP dle části a), e), f)(v) a f)(</w:t>
      </w:r>
      <w:proofErr w:type="spellStart"/>
      <w:r w:rsidRPr="00BD038D">
        <w:t>vi</w:t>
      </w:r>
      <w:proofErr w:type="spellEnd"/>
      <w:r w:rsidRPr="00BD038D">
        <w:t>).</w:t>
      </w:r>
    </w:p>
    <w:p w14:paraId="5F3CF275" w14:textId="77777777" w:rsidR="009F244D" w:rsidRPr="00BD038D" w:rsidRDefault="009F244D" w:rsidP="007345FE">
      <w:pPr>
        <w:pStyle w:val="Text2-2"/>
        <w:ind w:left="1701" w:hanging="992"/>
      </w:pPr>
      <w:r w:rsidRPr="00BD038D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402E4DFE" w14:textId="77777777" w:rsidR="009F244D" w:rsidRPr="00BD038D" w:rsidRDefault="009F244D" w:rsidP="007345FE">
      <w:pPr>
        <w:pStyle w:val="Text2-2"/>
        <w:ind w:left="1701" w:hanging="992"/>
      </w:pPr>
      <w:r w:rsidRPr="00BD038D">
        <w:rPr>
          <w:b/>
        </w:rPr>
        <w:t>Součástí dokumentů skutečného provedení stavby</w:t>
      </w:r>
      <w:r w:rsidRPr="00BD038D">
        <w:t xml:space="preserve"> pro účely kolaudace je také zajištění dokladů v rozsahu požadavků, které se týkají projednání stavby, zápisy z jednání, veškerá souhlasná vyjádření a stanoviska dotčených orgánů a dalších osob, současných i budoucích správců a provozovatelů, včetně dokladů o projednání zásahu stavby do majetku třetích osob, dle požadavku vydaných stavebních povolení:</w:t>
      </w:r>
    </w:p>
    <w:p w14:paraId="4B72DACC" w14:textId="77777777" w:rsidR="009F244D" w:rsidRPr="00BD038D" w:rsidRDefault="009F244D" w:rsidP="007345FE">
      <w:pPr>
        <w:pStyle w:val="Odstavecseseznamem"/>
        <w:numPr>
          <w:ilvl w:val="4"/>
          <w:numId w:val="14"/>
        </w:numPr>
        <w:spacing w:after="120"/>
        <w:ind w:left="1701" w:hanging="992"/>
        <w:jc w:val="both"/>
        <w:rPr>
          <w:sz w:val="18"/>
          <w:szCs w:val="18"/>
        </w:rPr>
      </w:pPr>
      <w:r w:rsidRPr="00BD038D">
        <w:rPr>
          <w:sz w:val="18"/>
          <w:szCs w:val="18"/>
        </w:rPr>
        <w:t>doklady o udělených výjimkách z platných předpisů a norem, případně souhlas Drážního úřadu,</w:t>
      </w:r>
    </w:p>
    <w:p w14:paraId="10408F91" w14:textId="77777777" w:rsidR="009F244D" w:rsidRPr="00BD038D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BD038D">
        <w:t>doklady o projednání PDPS,</w:t>
      </w:r>
    </w:p>
    <w:p w14:paraId="17D05DC8" w14:textId="77777777" w:rsidR="009F244D" w:rsidRPr="00BD038D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BD038D">
        <w:lastRenderedPageBreak/>
        <w:t>závazná stanoviska dotčených orgánů a další doklady o jednání s dotčenými orgány a účastníky stavebního řízení,</w:t>
      </w:r>
    </w:p>
    <w:p w14:paraId="2FAA8CA9" w14:textId="77777777" w:rsidR="009F244D" w:rsidRPr="00BD038D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BD038D">
        <w:t>vyjádření vlastníků a správců dotčených inženýrských sítí,</w:t>
      </w:r>
    </w:p>
    <w:p w14:paraId="3CE3026A" w14:textId="77777777" w:rsidR="009F244D" w:rsidRPr="00BD038D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BD038D">
        <w:t>doklady o projednání s vlastníky pozemků a staveb nebo bytů a nebytových prostor dotčených stavbou, popř. s jinými oprávněnými subjekty.</w:t>
      </w:r>
    </w:p>
    <w:p w14:paraId="6BE0803C" w14:textId="3B18D3C9" w:rsidR="009F244D" w:rsidRPr="009F244D" w:rsidRDefault="009F244D" w:rsidP="007345FE">
      <w:pPr>
        <w:pStyle w:val="Text2-2"/>
        <w:ind w:left="1701" w:hanging="992"/>
      </w:pPr>
      <w:r w:rsidRPr="00BD038D">
        <w:t xml:space="preserve">Zhotovitel je v termínu </w:t>
      </w:r>
      <w:r w:rsidR="008C4EA5" w:rsidRPr="00BD038D">
        <w:t xml:space="preserve">nejpozději ke dni zahájení </w:t>
      </w:r>
      <w:r w:rsidR="00722BEB" w:rsidRPr="00BD038D">
        <w:t>stavebních</w:t>
      </w:r>
      <w:r w:rsidR="008C4EA5" w:rsidRPr="00BD038D">
        <w:t xml:space="preserve"> prací</w:t>
      </w:r>
      <w:r w:rsidR="00722BEB" w:rsidRPr="00BD038D">
        <w:t xml:space="preserve"> (viz bod 5.1.1 ZTP) </w:t>
      </w:r>
      <w:r w:rsidRPr="00BD038D">
        <w:t xml:space="preserve">povinen písemně oznámit Objednateli (TDS) </w:t>
      </w:r>
      <w:r w:rsidRPr="00BD038D">
        <w:rPr>
          <w:b/>
        </w:rPr>
        <w:t>vady a nedostatky v Projektové dokumentaci</w:t>
      </w:r>
      <w:r w:rsidRPr="00BD038D">
        <w:t>, u kterých lze oprávněně předpokládat</w:t>
      </w:r>
      <w:r w:rsidRPr="009F244D">
        <w:t xml:space="preserve">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59722F62" w:rsidR="006F687F" w:rsidRPr="00EA0BE4" w:rsidRDefault="006F687F" w:rsidP="007345FE">
      <w:pPr>
        <w:pStyle w:val="Text2-2"/>
        <w:ind w:left="1701" w:hanging="992"/>
      </w:pPr>
      <w:r w:rsidRPr="00722BEB">
        <w:t>Zhotovitel vždy předloží Objednateli</w:t>
      </w:r>
      <w:r w:rsidR="00722BEB" w:rsidRPr="00722BEB">
        <w:t>,</w:t>
      </w:r>
      <w:r w:rsidR="00722BEB">
        <w:t xml:space="preserve"> </w:t>
      </w:r>
      <w:r w:rsidR="00722BEB" w:rsidRPr="00722BEB">
        <w:t>a to</w:t>
      </w:r>
      <w:r w:rsidRPr="00722BEB">
        <w:t xml:space="preserve"> </w:t>
      </w:r>
      <w:r w:rsidR="00EA0BE4" w:rsidRPr="00722BEB">
        <w:t>nejpozději ke dni d</w:t>
      </w:r>
      <w:r w:rsidR="00722BEB" w:rsidRPr="00722BEB">
        <w:t>o</w:t>
      </w:r>
      <w:r w:rsidR="00EA0BE4" w:rsidRPr="00722BEB">
        <w:t>končení Díla</w:t>
      </w:r>
      <w:r w:rsidR="00722BEB" w:rsidRPr="00722BEB">
        <w:t xml:space="preserve"> (viz bod 5.1.1 ZTP)</w:t>
      </w:r>
      <w:r w:rsidR="00EA0BE4" w:rsidRPr="00722BEB">
        <w:t xml:space="preserve"> </w:t>
      </w:r>
      <w:r w:rsidRPr="00722BEB">
        <w:rPr>
          <w:b/>
        </w:rPr>
        <w:t>doklady o nakládání s odpady</w:t>
      </w:r>
      <w:r w:rsidRPr="00722BEB">
        <w:t>. Součástí</w:t>
      </w:r>
      <w:r w:rsidRPr="00EA0BE4">
        <w:t xml:space="preserve">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EA0BE4">
        <w:t>výzisku</w:t>
      </w:r>
      <w:proofErr w:type="spellEnd"/>
      <w:r w:rsidRPr="00EA0BE4">
        <w:t>, včetně evidence o jejich uskladnění, využití nebo odstranění, a to včetně provozovatelů zařízení určeného pro nakládání s odpady, jimž byly odpady předány.</w:t>
      </w:r>
    </w:p>
    <w:p w14:paraId="38BF2DD9" w14:textId="77777777" w:rsidR="006C44FD" w:rsidRPr="00BD038D" w:rsidRDefault="006C44FD" w:rsidP="007345FE">
      <w:pPr>
        <w:pStyle w:val="Text2-2"/>
        <w:ind w:left="1701" w:hanging="992"/>
      </w:pPr>
      <w:r w:rsidRPr="00BD038D">
        <w:t>Zhotovitel se zavazuje Objednateli sdělit, kde bude dle požadavků právních předpisů uchovávat potřebné doklady o nakládání s odpady.</w:t>
      </w:r>
    </w:p>
    <w:p w14:paraId="194E9CD9" w14:textId="77777777" w:rsidR="006F687F" w:rsidRPr="00BD038D" w:rsidRDefault="006F687F" w:rsidP="007345FE">
      <w:pPr>
        <w:pStyle w:val="Text2-2"/>
        <w:ind w:left="1701" w:hanging="992"/>
      </w:pPr>
      <w:r w:rsidRPr="00BD038D">
        <w:t xml:space="preserve">Zhotovitel se zavazuje zajistit u svých zaměstnanců a zaměstnanců poddodavatelů prokazatelné seznámení s </w:t>
      </w:r>
      <w:r w:rsidRPr="00BD038D">
        <w:rPr>
          <w:b/>
        </w:rPr>
        <w:t xml:space="preserve">plánem BOZP </w:t>
      </w:r>
      <w:r w:rsidRPr="00BD038D">
        <w:t>Díla (dle zákona č. 309/2006 Sb.</w:t>
      </w:r>
      <w:r w:rsidR="006C44FD" w:rsidRPr="00BD038D">
        <w:t xml:space="preserve"> (zákon o zajištění dalších podmínek bezpečnosti a ochrany zdraví při práci))</w:t>
      </w:r>
      <w:r w:rsidRPr="00BD038D">
        <w:t xml:space="preserve"> a doložit splnění této povinnosti písemně před předáním Staveniště Zhotoviteli. </w:t>
      </w:r>
    </w:p>
    <w:p w14:paraId="77E40174" w14:textId="2E9139A0" w:rsidR="00421120" w:rsidRPr="006F687F" w:rsidRDefault="00421120" w:rsidP="007345FE">
      <w:pPr>
        <w:pStyle w:val="Text2-2"/>
        <w:ind w:left="1701" w:hanging="992"/>
      </w:pPr>
      <w:r w:rsidRPr="00421120">
        <w:t xml:space="preserve">Zhotovitel se zavazuje zajistit, že zaměstnanci Zhotovitele a Poddodavatelů budou při pobytu v prostoru Staveniště </w:t>
      </w:r>
      <w:r w:rsidR="005E2503" w:rsidRPr="00421120">
        <w:t>na pracovním ochranném oděvu zřetelně označeni obchodní firmou nebo jménem Zhotovitele nebo Poddodavatele</w:t>
      </w:r>
      <w:r w:rsidRPr="00421120">
        <w:t>.</w:t>
      </w:r>
    </w:p>
    <w:p w14:paraId="4DC2CC49" w14:textId="73CE5EEB" w:rsidR="007254C4" w:rsidRPr="008F3E9B" w:rsidRDefault="00421120" w:rsidP="008F3E9B">
      <w:pPr>
        <w:pStyle w:val="Text2-2"/>
        <w:ind w:left="1701" w:hanging="99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426AE8" w14:textId="77777777" w:rsidR="00DF7BAA" w:rsidRPr="00F83321" w:rsidRDefault="00DF7BAA" w:rsidP="00DF7BAA">
      <w:pPr>
        <w:pStyle w:val="Nadpis2-2"/>
        <w:rPr>
          <w:color w:val="000000" w:themeColor="text1"/>
        </w:rPr>
      </w:pPr>
      <w:bookmarkStart w:id="35" w:name="_Toc137791094"/>
      <w:r w:rsidRPr="00F83321">
        <w:rPr>
          <w:color w:val="000000" w:themeColor="text1"/>
        </w:rPr>
        <w:t>Zeměměřická činnost zhotovitele</w:t>
      </w:r>
      <w:bookmarkEnd w:id="35"/>
    </w:p>
    <w:p w14:paraId="0D0C0FDD" w14:textId="3FC4FA8F" w:rsidR="00DC55C8" w:rsidRPr="00F83321" w:rsidRDefault="00DC55C8" w:rsidP="002A68A9">
      <w:pPr>
        <w:pStyle w:val="Text2-1"/>
        <w:numPr>
          <w:ilvl w:val="0"/>
          <w:numId w:val="0"/>
        </w:numPr>
        <w:tabs>
          <w:tab w:val="num" w:pos="737"/>
        </w:tabs>
        <w:ind w:left="737"/>
        <w:rPr>
          <w:color w:val="000000" w:themeColor="text1"/>
        </w:rPr>
      </w:pPr>
      <w:r w:rsidRPr="00F83321">
        <w:rPr>
          <w:color w:val="000000" w:themeColor="text1"/>
        </w:rPr>
        <w:t xml:space="preserve">Zhotovitel zažádá jmenovaného ÚOZI (úředně oprávněný zeměměřičský inženýr) Objednatele </w:t>
      </w:r>
      <w:r w:rsidR="000745AB" w:rsidRPr="00F83321">
        <w:rPr>
          <w:color w:val="000000" w:themeColor="text1"/>
        </w:rPr>
        <w:t xml:space="preserve">(kontakt: Ing. Martin </w:t>
      </w:r>
      <w:proofErr w:type="spellStart"/>
      <w:r w:rsidR="000745AB" w:rsidRPr="00F83321">
        <w:rPr>
          <w:color w:val="000000" w:themeColor="text1"/>
        </w:rPr>
        <w:t>Votoupal</w:t>
      </w:r>
      <w:proofErr w:type="spellEnd"/>
      <w:r w:rsidR="000745AB" w:rsidRPr="00F83321">
        <w:rPr>
          <w:color w:val="000000" w:themeColor="text1"/>
        </w:rPr>
        <w:t>, telefon 972</w:t>
      </w:r>
      <w:r w:rsidR="00F83321" w:rsidRPr="00F83321">
        <w:rPr>
          <w:color w:val="000000" w:themeColor="text1"/>
        </w:rPr>
        <w:t> </w:t>
      </w:r>
      <w:r w:rsidR="000745AB" w:rsidRPr="00F83321">
        <w:rPr>
          <w:color w:val="000000" w:themeColor="text1"/>
        </w:rPr>
        <w:t>762</w:t>
      </w:r>
      <w:r w:rsidR="00F83321" w:rsidRPr="00F83321">
        <w:rPr>
          <w:color w:val="000000" w:themeColor="text1"/>
        </w:rPr>
        <w:t xml:space="preserve"> </w:t>
      </w:r>
      <w:r w:rsidR="000745AB" w:rsidRPr="00F83321">
        <w:rPr>
          <w:color w:val="000000" w:themeColor="text1"/>
        </w:rPr>
        <w:t>033, e-mail:</w:t>
      </w:r>
      <w:r w:rsidR="00F83321" w:rsidRPr="00F83321">
        <w:rPr>
          <w:color w:val="000000" w:themeColor="text1"/>
        </w:rPr>
        <w:t xml:space="preserve"> </w:t>
      </w:r>
      <w:hyperlink r:id="rId11" w:history="1">
        <w:r w:rsidR="00F83321" w:rsidRPr="006A281F">
          <w:rPr>
            <w:rStyle w:val="Hypertextovodkaz"/>
            <w:noProof w:val="0"/>
          </w:rPr>
          <w:t>votoupal@spravazeleznic.cz</w:t>
        </w:r>
      </w:hyperlink>
      <w:r w:rsidR="00F83321">
        <w:rPr>
          <w:color w:val="000000" w:themeColor="text1"/>
        </w:rPr>
        <w:t xml:space="preserve"> </w:t>
      </w:r>
      <w:r w:rsidRPr="00F83321">
        <w:rPr>
          <w:color w:val="000000" w:themeColor="text1"/>
        </w:rPr>
        <w:t>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6" w:name="_Hlk113520772"/>
      <w:bookmarkStart w:id="37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6"/>
      <w:bookmarkEnd w:id="37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Pr="00F30DFC" w:rsidRDefault="00DC55C8" w:rsidP="00DC55C8">
      <w:pPr>
        <w:pStyle w:val="Text2-1"/>
      </w:pPr>
      <w:r>
        <w:lastRenderedPageBreak/>
        <w:t xml:space="preserve">V případě staveb, které nejsou realizovány podle projektové dokumentace, bude </w:t>
      </w:r>
      <w:r w:rsidRPr="00F30DFC">
        <w:t xml:space="preserve">přiměřeně uplatněno ustanovení TKP a dále zjednodušený postup popsaný v následujících bodech. </w:t>
      </w:r>
    </w:p>
    <w:p w14:paraId="325F1835" w14:textId="77777777" w:rsidR="00DC55C8" w:rsidRPr="00F30DFC" w:rsidRDefault="00DC55C8" w:rsidP="00DC55C8">
      <w:pPr>
        <w:pStyle w:val="Text2-1"/>
      </w:pPr>
      <w:r w:rsidRPr="00F30DFC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F30DFC" w:rsidRDefault="00DC55C8" w:rsidP="00DC55C8">
      <w:pPr>
        <w:pStyle w:val="Text2-1"/>
      </w:pPr>
      <w:r w:rsidRPr="00F30DFC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2E8FBF02" w14:textId="65652A4C" w:rsidR="00DC55C8" w:rsidRPr="00F30DFC" w:rsidRDefault="00DC55C8" w:rsidP="00DC55C8">
      <w:pPr>
        <w:pStyle w:val="Text2-1"/>
      </w:pPr>
      <w:r w:rsidRPr="00F30DFC">
        <w:t>Dostupné podklady uvedené v čl. 4.2.</w:t>
      </w:r>
      <w:r w:rsidR="00C03139">
        <w:t>4</w:t>
      </w:r>
      <w:r w:rsidRPr="00F30DFC">
        <w:t xml:space="preserve">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Default="00DC55C8" w:rsidP="00DC55C8">
      <w:pPr>
        <w:pStyle w:val="Text2-1"/>
      </w:pPr>
      <w:r w:rsidRPr="00F30DFC">
        <w:t>Případné doplňující měření geodetických a mapových podkladů nebo ověření</w:t>
      </w:r>
      <w:r>
        <w:t xml:space="preserve"> osy koleje pro vypracování projektové dokumentace nebo projektu PPK zajistí Zhotovitel na vlastní náklady podle Metodických pokynů uvedených v</w:t>
      </w:r>
      <w:bookmarkStart w:id="38" w:name="_Hlk113458748"/>
      <w:r>
        <w:t> čl. 1.7.3 TKP ZEMĚMĚŘICKÁ ČINNOST ZAJIŠŤOVANÁ ZHOTOVITELEM</w:t>
      </w:r>
      <w:bookmarkEnd w:id="38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Pr="006D6C3F" w:rsidRDefault="00DC55C8" w:rsidP="00DC55C8">
      <w:pPr>
        <w:pStyle w:val="Text2-1"/>
      </w:pPr>
      <w:r>
        <w:t xml:space="preserve"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</w:t>
      </w:r>
      <w:r w:rsidRPr="006D6C3F">
        <w:t>M20/MP004 Metodický pokyn pro měření prostorové polohy koleje).</w:t>
      </w:r>
    </w:p>
    <w:p w14:paraId="7E59A6FB" w14:textId="77777777" w:rsidR="00DC55C8" w:rsidRPr="006D6C3F" w:rsidRDefault="00DC55C8" w:rsidP="00DC55C8">
      <w:pPr>
        <w:pStyle w:val="Text2-1"/>
      </w:pPr>
      <w:r w:rsidRPr="006D6C3F">
        <w:t>Nedílnou součástí odevzdání je také projektová dokumentace PPK, případně její aktualizovaná verze, pokud došlo vlivem stavebních prací k její úpravě (např. i změna nivelety).</w:t>
      </w:r>
    </w:p>
    <w:p w14:paraId="5067E6D1" w14:textId="77777777" w:rsidR="00DC55C8" w:rsidRDefault="00DC55C8" w:rsidP="00DC55C8">
      <w:pPr>
        <w:pStyle w:val="Text2-1"/>
      </w:pPr>
      <w:r w:rsidRPr="006D6C3F">
        <w:t>Při měření GNSS technologií</w:t>
      </w:r>
      <w:r>
        <w:t xml:space="preserve">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</w:t>
      </w:r>
      <w:r>
        <w:lastRenderedPageBreak/>
        <w:t xml:space="preserve">technologické objekty. Zhotovitel musí vzít v úvahu i aktuální stav ÚMVŽST, kterou na vyžádání Zhotovitele dodá UOZI Objednatele. </w:t>
      </w:r>
    </w:p>
    <w:p w14:paraId="5210E3F2" w14:textId="77777777" w:rsidR="00DC55C8" w:rsidRPr="006D6C3F" w:rsidRDefault="00DC55C8" w:rsidP="00DC55C8">
      <w:pPr>
        <w:pStyle w:val="Text2-1"/>
      </w:pPr>
      <w:r>
        <w:t xml:space="preserve">Pro stanovení rozsahu šířky věcného břemene pro PS, SO, které jsou anebo budou ve správě či vlastnictví Správy železnic, platí tabulka Rozsah věcných břemen ke stažení na </w:t>
      </w:r>
      <w:r w:rsidRPr="006D6C3F">
        <w:t>webovém odkazu https://www.spravazeleznic.cz/stavby-zakazky/podklady-pro-zhotovitele/zaborovy-elaborat.</w:t>
      </w:r>
    </w:p>
    <w:p w14:paraId="6D059E7E" w14:textId="77777777" w:rsidR="00DC55C8" w:rsidRPr="006D6C3F" w:rsidRDefault="00DC55C8" w:rsidP="00DC55C8">
      <w:pPr>
        <w:pStyle w:val="Text2-1"/>
      </w:pPr>
      <w:r w:rsidRPr="006D6C3F"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0B9E30FA" w14:textId="2F86CB22" w:rsidR="00DC55C8" w:rsidRPr="006D6C3F" w:rsidRDefault="00DC55C8" w:rsidP="00F21EDB">
      <w:pPr>
        <w:pStyle w:val="Text2-1"/>
      </w:pPr>
      <w:r w:rsidRPr="006D6C3F">
        <w:rPr>
          <w:b/>
        </w:rPr>
        <w:t>Na neelektrizovaných tratích</w:t>
      </w:r>
      <w:r w:rsidRPr="006D6C3F">
        <w:t xml:space="preserve"> platí pro zřizování zajištění PPK postupy dle dopisu Ředitele O13, čj. 168954/2021-SŽ-GŘ-O13, Zajištění prostorové polohy na neelektrizovaných tratích SŽ </w:t>
      </w:r>
      <w:r w:rsidRPr="00C03139">
        <w:rPr>
          <w:highlight w:val="red"/>
        </w:rPr>
        <w:t>(viz příloha 7.1.</w:t>
      </w:r>
      <w:r w:rsidR="00C03139">
        <w:rPr>
          <w:highlight w:val="red"/>
        </w:rPr>
        <w:t>1</w:t>
      </w:r>
      <w:r w:rsidRPr="00C03139">
        <w:rPr>
          <w:highlight w:val="red"/>
        </w:rPr>
        <w:t xml:space="preserve"> těchto ZTP),</w:t>
      </w:r>
      <w:r w:rsidRPr="006D6C3F">
        <w:t xml:space="preserve"> který stanovuje pro účel zajištění PPK použití bodů ŽBP, bez nutnosti zřizování zajišťovacích značek, a stanovuje postupy a požadavky při jeho budování. Síť bodů ŽBP, která má současně plnit funkci zajištění PPK, musí být vybudována v odpovídající kvalitě v souladu s metodickým pokynem SŽDC M20/MP007 Železniční bodové pole.</w:t>
      </w:r>
    </w:p>
    <w:p w14:paraId="4F09C53C" w14:textId="2D9E2319" w:rsidR="00DF7BAA" w:rsidRPr="00DB1800" w:rsidRDefault="00DF7BAA" w:rsidP="00DF7BAA">
      <w:pPr>
        <w:pStyle w:val="Nadpis2-2"/>
      </w:pPr>
      <w:bookmarkStart w:id="39" w:name="_Toc6410438"/>
      <w:bookmarkStart w:id="40" w:name="_Toc137791095"/>
      <w:r w:rsidRPr="00DB1800">
        <w:t>Doklady pře</w:t>
      </w:r>
      <w:r w:rsidR="00F606EE" w:rsidRPr="00DB1800">
        <w:t>d</w:t>
      </w:r>
      <w:r w:rsidRPr="00DB1800">
        <w:t>kládané zhotovitelem</w:t>
      </w:r>
      <w:bookmarkEnd w:id="39"/>
      <w:bookmarkEnd w:id="40"/>
    </w:p>
    <w:p w14:paraId="44E06185" w14:textId="1F7BE850" w:rsidR="00D12C76" w:rsidRDefault="00562909" w:rsidP="00562909">
      <w:pPr>
        <w:pStyle w:val="Text2-1"/>
      </w:pPr>
      <w:r w:rsidRPr="00DB1800">
        <w:t>Pokud již Zhotovitel nepředložil dále uvedené doklady pře uzavřením SOD, předloží p</w:t>
      </w:r>
      <w:r w:rsidR="00D12C76" w:rsidRPr="00DB1800">
        <w:t>řed zahájením prací na objektech, jejichž součástí jsou „Určená technická zařízení“ ve smyslu vyhlášky MD č. 100/1995 Sb., kterou se stanoví podmínky pro provoz, konstrukci a</w:t>
      </w:r>
      <w:r w:rsidRPr="00DB1800">
        <w:t> </w:t>
      </w:r>
      <w:r w:rsidR="00D12C76" w:rsidRPr="00DB1800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DB1800">
        <w:t xml:space="preserve">pověření nebo má </w:t>
      </w:r>
      <w:r w:rsidR="00D12C76" w:rsidRPr="00DB1800">
        <w:t xml:space="preserve">zajištěnou spolupráci </w:t>
      </w:r>
      <w:r w:rsidRPr="00DB1800">
        <w:t>s </w:t>
      </w:r>
      <w:r w:rsidR="00D12C76" w:rsidRPr="00DB1800">
        <w:t>právnick</w:t>
      </w:r>
      <w:r w:rsidRPr="00DB1800">
        <w:t xml:space="preserve">ou </w:t>
      </w:r>
      <w:r w:rsidR="00D12C76" w:rsidRPr="00DB1800">
        <w:t>osob</w:t>
      </w:r>
      <w:r w:rsidRPr="00DB1800">
        <w:t>ou, která má pověření</w:t>
      </w:r>
      <w:r w:rsidR="00D12C76" w:rsidRPr="00DB1800">
        <w:t xml:space="preserve"> podle ustanovení § 47 odst. 4 zákona č. 266/1994 Sb. o drahách v platném znění pro všechny druhy „Určených technických zařízení“, dotčených </w:t>
      </w:r>
      <w:r w:rsidR="00840EA1" w:rsidRPr="00DB1800">
        <w:t>stavebními pr</w:t>
      </w:r>
      <w:r w:rsidR="00174630" w:rsidRPr="00DB1800">
        <w:t>a</w:t>
      </w:r>
      <w:r w:rsidR="00840EA1" w:rsidRPr="00DB1800">
        <w:t xml:space="preserve">cemi. </w:t>
      </w:r>
      <w:r w:rsidR="00D12C76" w:rsidRPr="00DB1800">
        <w:t>Z tohoto dokladu musí být zřejmé, že se vztahuje k plnění předmětné zakázky a bez jeho předložení těchto dokladů nebude možné zahájit práce na výše uvedených objektech.</w:t>
      </w:r>
    </w:p>
    <w:p w14:paraId="6F8C1AA1" w14:textId="5B3A0296" w:rsidR="00733263" w:rsidRPr="00DB1800" w:rsidRDefault="00733263" w:rsidP="00562909">
      <w:pPr>
        <w:pStyle w:val="Text2-1"/>
      </w:pPr>
      <w:r>
        <w:t>Přehled</w:t>
      </w:r>
      <w:r w:rsidRPr="007171F3">
        <w:t xml:space="preserve"> dokladů </w:t>
      </w:r>
      <w:r>
        <w:t>zejména ve vztahu k odborné způsobilosti dodavatele, případně jiných osob, které budou pro Zhotovitele příslušnou činnost vykonávat a jsou požadovány pro tuto stavbu, jsou</w:t>
      </w:r>
      <w:r w:rsidRPr="007171F3">
        <w:t xml:space="preserve"> definován</w:t>
      </w:r>
      <w:r>
        <w:t>y</w:t>
      </w:r>
      <w:r w:rsidRPr="007171F3">
        <w:t xml:space="preserve"> v</w:t>
      </w:r>
      <w:r>
        <w:t xml:space="preserve"> Zadávací dokumentaci, včetně souvisejících podmínek pro jejich platnost, pro změnu odborně způsobilých osob a další. Zhotovitel je povinen pracovat dle platných předpisů SŽ, tzn. i dle Interního předpisu SŽ Zam1. </w:t>
      </w:r>
    </w:p>
    <w:p w14:paraId="4E3B5150" w14:textId="77777777" w:rsidR="00DF7BAA" w:rsidRPr="00953A4A" w:rsidRDefault="00DF7BAA" w:rsidP="00DF7BAA">
      <w:pPr>
        <w:pStyle w:val="Nadpis2-2"/>
      </w:pPr>
      <w:bookmarkStart w:id="41" w:name="_Toc6410439"/>
      <w:bookmarkStart w:id="42" w:name="_Toc137791096"/>
      <w:r w:rsidRPr="00953A4A">
        <w:t>Dokumentace zhotovitele pro stavbu</w:t>
      </w:r>
      <w:bookmarkEnd w:id="41"/>
      <w:bookmarkEnd w:id="42"/>
    </w:p>
    <w:p w14:paraId="68B2109F" w14:textId="5BF73C6B" w:rsidR="00953A4A" w:rsidRPr="00953A4A" w:rsidRDefault="00953A4A" w:rsidP="00F21EDB">
      <w:pPr>
        <w:pStyle w:val="Text2-1"/>
      </w:pPr>
      <w:r w:rsidRPr="00953A4A">
        <w:t>Součástí předmětu díla není vyhotovení Realizační dokumentace stavby.</w:t>
      </w:r>
    </w:p>
    <w:p w14:paraId="109FD0B0" w14:textId="77777777" w:rsidR="00EE6FF4" w:rsidRPr="00953A4A" w:rsidRDefault="00740821" w:rsidP="00F21EDB">
      <w:pPr>
        <w:pStyle w:val="Text2-1"/>
      </w:pPr>
      <w:r w:rsidRPr="00953A4A">
        <w:t xml:space="preserve">Za dodání schválené související výkresové dokumentace pro ostatní stavební postupy zodpovídá Zhotovitel stavby v souladu s přílohou P8 směrnice SŽ SM011. </w:t>
      </w:r>
    </w:p>
    <w:p w14:paraId="4B0ECEFE" w14:textId="6067FE9E" w:rsidR="00740821" w:rsidRPr="00F83321" w:rsidRDefault="00740821" w:rsidP="00F21EDB">
      <w:pPr>
        <w:pStyle w:val="Text2-1"/>
        <w:rPr>
          <w:color w:val="000000" w:themeColor="text1"/>
        </w:rPr>
      </w:pPr>
      <w:r w:rsidRPr="00953A4A">
        <w:t>Zhotovitel zpracuje technologické předpisy (</w:t>
      </w:r>
      <w:proofErr w:type="spellStart"/>
      <w:r w:rsidRPr="00953A4A">
        <w:t>TePř</w:t>
      </w:r>
      <w:proofErr w:type="spellEnd"/>
      <w:r w:rsidRPr="00953A4A">
        <w:t xml:space="preserve">) provádění prací včetně kontrolního </w:t>
      </w:r>
      <w:r w:rsidRPr="00F83321">
        <w:rPr>
          <w:color w:val="000000" w:themeColor="text1"/>
        </w:rPr>
        <w:t>a zkušebního plánu v jednotlivých etapách stavby (především v plánované výluce) jednotlivých SO a PS v přiměřeném rozsahu nutném pro realizaci stavby</w:t>
      </w:r>
      <w:r w:rsidR="0060019A" w:rsidRPr="00F83321">
        <w:rPr>
          <w:color w:val="000000" w:themeColor="text1"/>
        </w:rPr>
        <w:t>.</w:t>
      </w:r>
    </w:p>
    <w:p w14:paraId="1227BFBE" w14:textId="792C671A" w:rsidR="00DF7BAA" w:rsidRPr="00F83321" w:rsidRDefault="007170AE" w:rsidP="00DF7BAA">
      <w:pPr>
        <w:pStyle w:val="Text2-1"/>
        <w:rPr>
          <w:color w:val="000000" w:themeColor="text1"/>
        </w:rPr>
      </w:pPr>
      <w:r w:rsidRPr="00F83321">
        <w:rPr>
          <w:color w:val="000000" w:themeColor="text1"/>
        </w:rPr>
        <w:t>Zhotovitel předloží podrobný harmonogram prací v rozsahu: harmonogram prací před zahájením výluky, harmonogram prací ve výluce, harmonogram prací po výluce.</w:t>
      </w:r>
    </w:p>
    <w:p w14:paraId="19F38ADB" w14:textId="77777777" w:rsidR="00B53E41" w:rsidRPr="00F83321" w:rsidRDefault="00DF7BAA" w:rsidP="0060019A">
      <w:pPr>
        <w:pStyle w:val="Nadpis2-2"/>
        <w:rPr>
          <w:color w:val="000000" w:themeColor="text1"/>
        </w:rPr>
      </w:pPr>
      <w:bookmarkStart w:id="43" w:name="_Toc6410440"/>
      <w:bookmarkStart w:id="44" w:name="_Toc137791097"/>
      <w:r w:rsidRPr="00F83321">
        <w:rPr>
          <w:color w:val="000000" w:themeColor="text1"/>
        </w:rPr>
        <w:t>Dokumentace skutečného provedení stavby</w:t>
      </w:r>
      <w:bookmarkEnd w:id="43"/>
      <w:bookmarkEnd w:id="44"/>
    </w:p>
    <w:p w14:paraId="75D4363E" w14:textId="24493BF8" w:rsidR="006411F1" w:rsidRPr="00F83321" w:rsidRDefault="006411F1" w:rsidP="006411F1">
      <w:pPr>
        <w:pStyle w:val="Text2-1"/>
        <w:rPr>
          <w:color w:val="000000" w:themeColor="text1"/>
        </w:rPr>
      </w:pPr>
      <w:r w:rsidRPr="00F83321">
        <w:rPr>
          <w:color w:val="000000" w:themeColor="text1"/>
        </w:rPr>
        <w:t xml:space="preserve">Objednatel požaduje standardní vyhotovení </w:t>
      </w:r>
      <w:r w:rsidR="000E11D6" w:rsidRPr="00F83321">
        <w:rPr>
          <w:color w:val="000000" w:themeColor="text1"/>
        </w:rPr>
        <w:t>DSPS</w:t>
      </w:r>
      <w:r w:rsidRPr="00F83321">
        <w:rPr>
          <w:color w:val="000000" w:themeColor="text1"/>
        </w:rPr>
        <w:t xml:space="preserve"> dle TKP</w:t>
      </w:r>
      <w:r w:rsidR="00C81912" w:rsidRPr="00F83321">
        <w:rPr>
          <w:color w:val="000000" w:themeColor="text1"/>
        </w:rPr>
        <w:t xml:space="preserve"> v listinné podobě ve 2 vyhotoveních  a dále v elektronické podobě v otevřeném i uzavřeném formátu.</w:t>
      </w:r>
    </w:p>
    <w:p w14:paraId="00B8E2C3" w14:textId="51C8514A" w:rsidR="00470F14" w:rsidRPr="00F83321" w:rsidRDefault="00606137" w:rsidP="000E11D6">
      <w:pPr>
        <w:pStyle w:val="Text2-1"/>
        <w:rPr>
          <w:rFonts w:eastAsia="Verdana" w:cs="Times New Roman"/>
          <w:color w:val="000000" w:themeColor="text1"/>
        </w:rPr>
      </w:pPr>
      <w:r w:rsidRPr="00F83321">
        <w:rPr>
          <w:color w:val="000000" w:themeColor="text1"/>
        </w:rPr>
        <w:t xml:space="preserve">Předání DSPS dle oddílu 1.11.5 Kapitoly 1 TKP </w:t>
      </w:r>
      <w:r w:rsidR="00525C0C" w:rsidRPr="00F83321">
        <w:rPr>
          <w:color w:val="000000" w:themeColor="text1"/>
        </w:rPr>
        <w:t>a dle</w:t>
      </w:r>
      <w:r w:rsidRPr="00F83321">
        <w:rPr>
          <w:color w:val="000000" w:themeColor="text1"/>
        </w:rPr>
        <w:t xml:space="preserve"> čl. 4.1.2.2</w:t>
      </w:r>
      <w:r w:rsidR="00C03139">
        <w:rPr>
          <w:color w:val="000000" w:themeColor="text1"/>
        </w:rPr>
        <w:t>5</w:t>
      </w:r>
      <w:r w:rsidRPr="00F83321">
        <w:rPr>
          <w:color w:val="000000" w:themeColor="text1"/>
        </w:rPr>
        <w:t xml:space="preserve"> - 4.1.2.28 těchto ZTP proběhne na médiu: </w:t>
      </w:r>
      <w:r w:rsidRPr="00F83321">
        <w:rPr>
          <w:b/>
          <w:color w:val="000000" w:themeColor="text1"/>
        </w:rPr>
        <w:t xml:space="preserve">USB </w:t>
      </w:r>
      <w:proofErr w:type="spellStart"/>
      <w:r w:rsidRPr="00F83321">
        <w:rPr>
          <w:b/>
          <w:color w:val="000000" w:themeColor="text1"/>
        </w:rPr>
        <w:t>flash</w:t>
      </w:r>
      <w:proofErr w:type="spellEnd"/>
      <w:r w:rsidRPr="00F83321">
        <w:rPr>
          <w:b/>
          <w:color w:val="000000" w:themeColor="text1"/>
        </w:rPr>
        <w:t xml:space="preserve"> disk</w:t>
      </w:r>
      <w:r w:rsidR="00C81912" w:rsidRPr="00F83321">
        <w:rPr>
          <w:b/>
          <w:color w:val="000000" w:themeColor="text1"/>
        </w:rPr>
        <w:t>.</w:t>
      </w:r>
    </w:p>
    <w:p w14:paraId="30ED94AF" w14:textId="77777777" w:rsidR="00DF7BAA" w:rsidRPr="00F83321" w:rsidRDefault="00DF7BAA" w:rsidP="00DF7BAA">
      <w:pPr>
        <w:pStyle w:val="Nadpis2-2"/>
        <w:rPr>
          <w:color w:val="000000" w:themeColor="text1"/>
        </w:rPr>
      </w:pPr>
      <w:bookmarkStart w:id="45" w:name="_Toc6410441"/>
      <w:bookmarkStart w:id="46" w:name="_Toc137791098"/>
      <w:r w:rsidRPr="00F83321">
        <w:rPr>
          <w:color w:val="000000" w:themeColor="text1"/>
        </w:rPr>
        <w:lastRenderedPageBreak/>
        <w:t>Zabezpečovací zařízení</w:t>
      </w:r>
      <w:bookmarkEnd w:id="45"/>
      <w:bookmarkEnd w:id="46"/>
    </w:p>
    <w:p w14:paraId="256DC0C9" w14:textId="01420FAD" w:rsidR="00DF7BAA" w:rsidRPr="00F83321" w:rsidRDefault="00C81912" w:rsidP="00DF7BAA">
      <w:pPr>
        <w:pStyle w:val="Text2-1"/>
        <w:rPr>
          <w:color w:val="000000" w:themeColor="text1"/>
        </w:rPr>
      </w:pPr>
      <w:r w:rsidRPr="00F83321">
        <w:rPr>
          <w:color w:val="000000" w:themeColor="text1"/>
        </w:rPr>
        <w:t>Dané sítě se v prostoru stavenišť nenacházejí.</w:t>
      </w:r>
    </w:p>
    <w:p w14:paraId="7E89B63C" w14:textId="77777777" w:rsidR="00DF7BAA" w:rsidRPr="00F83321" w:rsidRDefault="00DF7BAA" w:rsidP="00DF7BAA">
      <w:pPr>
        <w:pStyle w:val="Nadpis2-2"/>
        <w:rPr>
          <w:color w:val="000000" w:themeColor="text1"/>
        </w:rPr>
      </w:pPr>
      <w:bookmarkStart w:id="47" w:name="_Toc6410442"/>
      <w:bookmarkStart w:id="48" w:name="_Toc137791099"/>
      <w:r w:rsidRPr="00F83321">
        <w:rPr>
          <w:color w:val="000000" w:themeColor="text1"/>
        </w:rPr>
        <w:t>Sdělovací zařízení</w:t>
      </w:r>
      <w:bookmarkEnd w:id="47"/>
      <w:bookmarkEnd w:id="48"/>
    </w:p>
    <w:p w14:paraId="04210620" w14:textId="2506F3AB" w:rsidR="00DF7BAA" w:rsidRPr="00F83321" w:rsidRDefault="00C81912" w:rsidP="00DF7BAA">
      <w:pPr>
        <w:pStyle w:val="Text2-1"/>
        <w:rPr>
          <w:color w:val="000000" w:themeColor="text1"/>
        </w:rPr>
      </w:pPr>
      <w:r w:rsidRPr="00F83321">
        <w:rPr>
          <w:color w:val="000000" w:themeColor="text1"/>
        </w:rPr>
        <w:t xml:space="preserve">Provede se vytyčení a následné vyvěšení </w:t>
      </w:r>
      <w:r w:rsidR="002C1A4F" w:rsidRPr="00F83321">
        <w:rPr>
          <w:color w:val="000000" w:themeColor="text1"/>
        </w:rPr>
        <w:t>u</w:t>
      </w:r>
      <w:r w:rsidRPr="00F83321">
        <w:rPr>
          <w:color w:val="000000" w:themeColor="text1"/>
        </w:rPr>
        <w:t xml:space="preserve"> všech 4 propustků po dobu </w:t>
      </w:r>
      <w:r w:rsidR="002C1A4F" w:rsidRPr="00F83321">
        <w:rPr>
          <w:color w:val="000000" w:themeColor="text1"/>
        </w:rPr>
        <w:t xml:space="preserve">jejich </w:t>
      </w:r>
      <w:r w:rsidRPr="00F83321">
        <w:rPr>
          <w:color w:val="000000" w:themeColor="text1"/>
        </w:rPr>
        <w:t>výstavby, v definitivní poloze budou kabely uloženy do nových kabelových žlabů</w:t>
      </w:r>
      <w:r w:rsidR="002C1A4F" w:rsidRPr="00F83321">
        <w:rPr>
          <w:color w:val="000000" w:themeColor="text1"/>
        </w:rPr>
        <w:t>.</w:t>
      </w:r>
    </w:p>
    <w:p w14:paraId="7E01DFFD" w14:textId="77777777" w:rsidR="00DF7BAA" w:rsidRPr="00F83321" w:rsidRDefault="00DF7BAA" w:rsidP="00DF7BAA">
      <w:pPr>
        <w:pStyle w:val="Nadpis2-2"/>
        <w:rPr>
          <w:color w:val="000000" w:themeColor="text1"/>
        </w:rPr>
      </w:pPr>
      <w:bookmarkStart w:id="49" w:name="_Toc6410445"/>
      <w:bookmarkStart w:id="50" w:name="_Toc137791100"/>
      <w:r w:rsidRPr="00F83321">
        <w:rPr>
          <w:color w:val="000000" w:themeColor="text1"/>
        </w:rPr>
        <w:t>Železniční svršek</w:t>
      </w:r>
      <w:bookmarkEnd w:id="49"/>
      <w:bookmarkEnd w:id="50"/>
      <w:r w:rsidRPr="00F83321">
        <w:rPr>
          <w:color w:val="000000" w:themeColor="text1"/>
        </w:rPr>
        <w:t xml:space="preserve"> </w:t>
      </w:r>
    </w:p>
    <w:p w14:paraId="28FAD67C" w14:textId="0F595CBC" w:rsidR="00DF7BAA" w:rsidRPr="00F83321" w:rsidRDefault="006F2C64" w:rsidP="00DF7BAA">
      <w:pPr>
        <w:pStyle w:val="Text2-1"/>
        <w:rPr>
          <w:color w:val="000000" w:themeColor="text1"/>
        </w:rPr>
      </w:pPr>
      <w:r w:rsidRPr="00F83321">
        <w:rPr>
          <w:color w:val="000000" w:themeColor="text1"/>
        </w:rPr>
        <w:t xml:space="preserve">Bude provedena demontáž a zpětná </w:t>
      </w:r>
      <w:r w:rsidR="003540FE" w:rsidRPr="00F83321">
        <w:rPr>
          <w:color w:val="000000" w:themeColor="text1"/>
        </w:rPr>
        <w:t>m</w:t>
      </w:r>
      <w:r w:rsidRPr="00F83321">
        <w:rPr>
          <w:color w:val="000000" w:themeColor="text1"/>
        </w:rPr>
        <w:t xml:space="preserve">ontáž žel. </w:t>
      </w:r>
      <w:r w:rsidR="00C90459" w:rsidRPr="00F83321">
        <w:rPr>
          <w:color w:val="000000" w:themeColor="text1"/>
        </w:rPr>
        <w:t>s</w:t>
      </w:r>
      <w:r w:rsidRPr="00F83321">
        <w:rPr>
          <w:color w:val="000000" w:themeColor="text1"/>
        </w:rPr>
        <w:t>vršku na</w:t>
      </w:r>
      <w:r w:rsidR="00C90459" w:rsidRPr="00F83321">
        <w:rPr>
          <w:color w:val="000000" w:themeColor="text1"/>
        </w:rPr>
        <w:t>d</w:t>
      </w:r>
      <w:r w:rsidRPr="00F83321">
        <w:rPr>
          <w:color w:val="000000" w:themeColor="text1"/>
        </w:rPr>
        <w:t xml:space="preserve"> </w:t>
      </w:r>
      <w:r w:rsidR="00EA0B50" w:rsidRPr="00F83321">
        <w:rPr>
          <w:color w:val="000000" w:themeColor="text1"/>
        </w:rPr>
        <w:t xml:space="preserve">propustky. </w:t>
      </w:r>
      <w:r w:rsidRPr="00F83321">
        <w:rPr>
          <w:color w:val="000000" w:themeColor="text1"/>
        </w:rPr>
        <w:t>Stá</w:t>
      </w:r>
      <w:r w:rsidR="003540FE" w:rsidRPr="00F83321">
        <w:rPr>
          <w:color w:val="000000" w:themeColor="text1"/>
        </w:rPr>
        <w:t>v</w:t>
      </w:r>
      <w:r w:rsidRPr="00F83321">
        <w:rPr>
          <w:color w:val="000000" w:themeColor="text1"/>
        </w:rPr>
        <w:t xml:space="preserve">ající štěrkové lože bude obnoveno, </w:t>
      </w:r>
      <w:r w:rsidR="003540FE" w:rsidRPr="00F83321">
        <w:rPr>
          <w:color w:val="000000" w:themeColor="text1"/>
        </w:rPr>
        <w:t>u dotčených objektů bude zpětně zřízena BK. Následně se provede úprava GPK dle výkazu výměr.</w:t>
      </w:r>
      <w:r w:rsidR="00C90459" w:rsidRPr="00F83321">
        <w:rPr>
          <w:color w:val="000000" w:themeColor="text1"/>
        </w:rPr>
        <w:t xml:space="preserve"> </w:t>
      </w:r>
      <w:r w:rsidR="00CE0C6A" w:rsidRPr="00F83321">
        <w:rPr>
          <w:color w:val="000000" w:themeColor="text1"/>
        </w:rPr>
        <w:t>Následná úprava GPK</w:t>
      </w:r>
      <w:r w:rsidR="00C90459" w:rsidRPr="00F83321">
        <w:rPr>
          <w:color w:val="000000" w:themeColor="text1"/>
        </w:rPr>
        <w:t xml:space="preserve"> nebude prováděn</w:t>
      </w:r>
      <w:r w:rsidR="00CE0C6A" w:rsidRPr="00F83321">
        <w:rPr>
          <w:color w:val="000000" w:themeColor="text1"/>
        </w:rPr>
        <w:t>a</w:t>
      </w:r>
      <w:r w:rsidR="00C90459" w:rsidRPr="00F83321">
        <w:rPr>
          <w:color w:val="000000" w:themeColor="text1"/>
        </w:rPr>
        <w:t>.</w:t>
      </w:r>
      <w:r w:rsidR="007B12C2" w:rsidRPr="00F83321">
        <w:rPr>
          <w:color w:val="000000" w:themeColor="text1"/>
        </w:rPr>
        <w:t xml:space="preserve"> U SO 01 a 03 nebudou oproti PD použity nové kolejnice 49E.</w:t>
      </w:r>
    </w:p>
    <w:p w14:paraId="2F647720" w14:textId="77777777" w:rsidR="00DF7BAA" w:rsidRPr="00F83321" w:rsidRDefault="00DF7BAA" w:rsidP="00DF7BAA">
      <w:pPr>
        <w:pStyle w:val="Nadpis2-2"/>
        <w:rPr>
          <w:color w:val="000000" w:themeColor="text1"/>
        </w:rPr>
      </w:pPr>
      <w:bookmarkStart w:id="51" w:name="_Toc6410446"/>
      <w:bookmarkStart w:id="52" w:name="_Toc137791101"/>
      <w:r w:rsidRPr="00F83321">
        <w:rPr>
          <w:color w:val="000000" w:themeColor="text1"/>
        </w:rPr>
        <w:t>Železniční spodek</w:t>
      </w:r>
      <w:bookmarkEnd w:id="51"/>
      <w:bookmarkEnd w:id="52"/>
    </w:p>
    <w:p w14:paraId="3C3AC052" w14:textId="7512B76E" w:rsidR="00DF7BAA" w:rsidRPr="00F83321" w:rsidRDefault="0017778E" w:rsidP="00DF7BAA">
      <w:pPr>
        <w:pStyle w:val="Text2-1"/>
        <w:rPr>
          <w:color w:val="000000" w:themeColor="text1"/>
        </w:rPr>
      </w:pPr>
      <w:r w:rsidRPr="00F83321">
        <w:rPr>
          <w:color w:val="000000" w:themeColor="text1"/>
        </w:rPr>
        <w:t>Zásypy zemního tělesa budou prováděny po vrstvách max. 0,3m a řádně hutněny.</w:t>
      </w:r>
    </w:p>
    <w:p w14:paraId="5139084F" w14:textId="77777777" w:rsidR="00DF7BAA" w:rsidRPr="00F83321" w:rsidRDefault="00DF7BAA" w:rsidP="00DF7BAA">
      <w:pPr>
        <w:pStyle w:val="Nadpis2-2"/>
        <w:rPr>
          <w:color w:val="000000" w:themeColor="text1"/>
        </w:rPr>
      </w:pPr>
      <w:bookmarkStart w:id="53" w:name="_Toc6410449"/>
      <w:bookmarkStart w:id="54" w:name="_Toc137791102"/>
      <w:r w:rsidRPr="00F83321">
        <w:rPr>
          <w:color w:val="000000" w:themeColor="text1"/>
        </w:rPr>
        <w:t>Mosty, propustky a zdi</w:t>
      </w:r>
      <w:bookmarkEnd w:id="53"/>
      <w:bookmarkEnd w:id="54"/>
    </w:p>
    <w:p w14:paraId="1400A19C" w14:textId="5CDA9E02" w:rsidR="00DF7BAA" w:rsidRPr="00F83321" w:rsidRDefault="00125E91" w:rsidP="00DF7BAA">
      <w:pPr>
        <w:pStyle w:val="Text2-1"/>
        <w:rPr>
          <w:color w:val="000000" w:themeColor="text1"/>
        </w:rPr>
      </w:pPr>
      <w:r w:rsidRPr="00F83321">
        <w:rPr>
          <w:color w:val="000000" w:themeColor="text1"/>
        </w:rPr>
        <w:t>U propustku v km 9,931 dojde k odstranění původní nosné konstrukce a jejímu nahrazení trubními prefabrikáty DN 1000 s kolmými monolitickými ŽB čely s ponecháním jímky na výtoku</w:t>
      </w:r>
      <w:r w:rsidR="004D6EEC" w:rsidRPr="00F83321">
        <w:rPr>
          <w:color w:val="000000" w:themeColor="text1"/>
        </w:rPr>
        <w:t>; u</w:t>
      </w:r>
      <w:r w:rsidRPr="00F83321">
        <w:rPr>
          <w:color w:val="000000" w:themeColor="text1"/>
        </w:rPr>
        <w:t xml:space="preserve"> propustku v km 12,127 dojde k vybourání původní nosné konstrukce a jejímu nahrazení trubními prefabrikáty DN 800</w:t>
      </w:r>
      <w:r w:rsidR="007B12C2" w:rsidRPr="00F83321">
        <w:rPr>
          <w:color w:val="000000" w:themeColor="text1"/>
        </w:rPr>
        <w:t xml:space="preserve"> s</w:t>
      </w:r>
      <w:r w:rsidRPr="00F83321">
        <w:rPr>
          <w:color w:val="000000" w:themeColor="text1"/>
        </w:rPr>
        <w:t xml:space="preserve"> šikmým prefabrikátem na vtoku a kolmým monolitickým ŽB čelem </w:t>
      </w:r>
      <w:r w:rsidR="007B12C2" w:rsidRPr="00F83321">
        <w:rPr>
          <w:color w:val="000000" w:themeColor="text1"/>
        </w:rPr>
        <w:t xml:space="preserve">s římsou </w:t>
      </w:r>
      <w:r w:rsidRPr="00F83321">
        <w:rPr>
          <w:color w:val="000000" w:themeColor="text1"/>
        </w:rPr>
        <w:t>na výtoku</w:t>
      </w:r>
      <w:r w:rsidR="004D6EEC" w:rsidRPr="00F83321">
        <w:rPr>
          <w:color w:val="000000" w:themeColor="text1"/>
        </w:rPr>
        <w:t>; u propustku v km 14,995 dojde k vybourání původní nosné konstrukce a jejímu nahrazení trubním</w:t>
      </w:r>
      <w:r w:rsidR="007B12C2" w:rsidRPr="00F83321">
        <w:rPr>
          <w:color w:val="000000" w:themeColor="text1"/>
        </w:rPr>
        <w:t>i</w:t>
      </w:r>
      <w:r w:rsidR="004D6EEC" w:rsidRPr="00F83321">
        <w:rPr>
          <w:color w:val="000000" w:themeColor="text1"/>
        </w:rPr>
        <w:t xml:space="preserve"> prefabrikáty DN 800 se šikmými monolitickými ŽB čely</w:t>
      </w:r>
      <w:r w:rsidR="007B12C2" w:rsidRPr="00F83321">
        <w:rPr>
          <w:color w:val="000000" w:themeColor="text1"/>
        </w:rPr>
        <w:t xml:space="preserve"> s římsami </w:t>
      </w:r>
      <w:r w:rsidR="004D6EEC" w:rsidRPr="00F83321">
        <w:rPr>
          <w:color w:val="000000" w:themeColor="text1"/>
        </w:rPr>
        <w:t>na vtoku a výtoku; u propustku v km 19,378 dojde k vybourání původní nosné konstrukce a jejímu nahrazení trubnímu prefabrikáty DN 1000 se šikmými prefabrikáty na vtoku a výtoku.</w:t>
      </w:r>
    </w:p>
    <w:p w14:paraId="3B67C881" w14:textId="77777777" w:rsidR="00DF7BAA" w:rsidRPr="00F83321" w:rsidRDefault="00DF7BAA" w:rsidP="00DF7BAA">
      <w:pPr>
        <w:pStyle w:val="Nadpis2-2"/>
        <w:rPr>
          <w:color w:val="000000" w:themeColor="text1"/>
        </w:rPr>
      </w:pPr>
      <w:bookmarkStart w:id="55" w:name="_Toc137791103"/>
      <w:bookmarkStart w:id="56" w:name="_Toc6410458"/>
      <w:r w:rsidRPr="00F83321">
        <w:rPr>
          <w:color w:val="000000" w:themeColor="text1"/>
        </w:rPr>
        <w:t>Životní prostředí</w:t>
      </w:r>
      <w:bookmarkEnd w:id="55"/>
      <w:r w:rsidRPr="00F83321">
        <w:rPr>
          <w:color w:val="000000" w:themeColor="text1"/>
        </w:rPr>
        <w:t xml:space="preserve"> </w:t>
      </w:r>
      <w:bookmarkEnd w:id="56"/>
    </w:p>
    <w:p w14:paraId="0E03E227" w14:textId="63BA41BD" w:rsidR="00067FA3" w:rsidRPr="00722BEB" w:rsidRDefault="001860E7" w:rsidP="00722BEB">
      <w:pPr>
        <w:pStyle w:val="Text2-1"/>
        <w:tabs>
          <w:tab w:val="num" w:pos="5076"/>
        </w:tabs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4EDCA4D" w14:textId="33DA9856" w:rsidR="00E50E94" w:rsidRPr="009667B1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9667B1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Default="00DF7BAA" w:rsidP="00DF7BAA">
      <w:pPr>
        <w:pStyle w:val="Nadpis2-1"/>
      </w:pPr>
      <w:bookmarkStart w:id="57" w:name="_Toc6410460"/>
      <w:bookmarkStart w:id="58" w:name="_Toc137791104"/>
      <w:r w:rsidRPr="00EC2E51">
        <w:t>ORGANIZACE</w:t>
      </w:r>
      <w:r>
        <w:t xml:space="preserve"> VÝSTAVBY, VÝLUKY</w:t>
      </w:r>
      <w:bookmarkEnd w:id="57"/>
      <w:bookmarkEnd w:id="58"/>
    </w:p>
    <w:p w14:paraId="0587D65B" w14:textId="776D4EFE" w:rsidR="00DF7BAA" w:rsidRPr="00EC02A5" w:rsidRDefault="00DF7BAA" w:rsidP="00DF7BAA">
      <w:pPr>
        <w:pStyle w:val="Text2-1"/>
      </w:pPr>
      <w:r w:rsidRPr="00EC02A5">
        <w:t xml:space="preserve">Závazným pro </w:t>
      </w:r>
      <w:r w:rsidR="00DB58AA" w:rsidRPr="00EC02A5">
        <w:t>Z</w:t>
      </w:r>
      <w:r w:rsidRPr="00EC02A5">
        <w:t>hotovitele jsou</w:t>
      </w:r>
      <w:r w:rsidR="008B4F46">
        <w:t xml:space="preserve"> níže uvedené </w:t>
      </w:r>
      <w:r w:rsidRPr="00C2573F">
        <w:t>termíny a rozsah výluk,</w:t>
      </w:r>
      <w:r w:rsidRPr="00EC02A5">
        <w:t xml:space="preserve"> které jsou uvedeny v následující tabulce</w:t>
      </w:r>
      <w:r w:rsidR="003B0E7F">
        <w:t xml:space="preserve"> </w:t>
      </w:r>
      <w:r w:rsidR="003B0E7F" w:rsidRPr="0099003A">
        <w:t xml:space="preserve">(uvedené milníky musí </w:t>
      </w:r>
      <w:r w:rsidR="003B0E7F">
        <w:t>korespondovat</w:t>
      </w:r>
      <w:r w:rsidR="003B0E7F" w:rsidRPr="0099003A">
        <w:t xml:space="preserve"> s požadavkem na</w:t>
      </w:r>
      <w:r w:rsidR="003B0E7F">
        <w:t xml:space="preserve"> doložení</w:t>
      </w:r>
      <w:r w:rsidR="003B0E7F" w:rsidRPr="0099003A">
        <w:t xml:space="preserve"> Harmonogram</w:t>
      </w:r>
      <w:r w:rsidR="003B0E7F">
        <w:t>u</w:t>
      </w:r>
      <w:r w:rsidR="003B0E7F" w:rsidRPr="0099003A">
        <w:t xml:space="preserve"> postupu prací dle Zadávací dokumentace)</w:t>
      </w:r>
      <w:r w:rsidRPr="00EC02A5">
        <w:t>:</w:t>
      </w:r>
    </w:p>
    <w:p w14:paraId="47372265" w14:textId="77777777" w:rsidR="00BC5413" w:rsidRPr="00EC02A5" w:rsidRDefault="00756A89" w:rsidP="005D2C6C">
      <w:pPr>
        <w:pStyle w:val="TabulkaNadpis"/>
      </w:pPr>
      <w:r w:rsidRPr="00EC02A5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02279D" w14:paraId="4E72ED87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F83321" w:rsidRDefault="009D623F" w:rsidP="0002279D">
            <w:pPr>
              <w:pStyle w:val="Tabulka-7"/>
              <w:rPr>
                <w:b/>
                <w:color w:val="000000" w:themeColor="text1"/>
              </w:rPr>
            </w:pPr>
            <w:r w:rsidRPr="00F83321">
              <w:rPr>
                <w:b/>
                <w:color w:val="000000" w:themeColor="text1"/>
              </w:rPr>
              <w:t>Postup</w:t>
            </w:r>
          </w:p>
        </w:tc>
        <w:tc>
          <w:tcPr>
            <w:tcW w:w="3073" w:type="dxa"/>
          </w:tcPr>
          <w:p w14:paraId="1A565737" w14:textId="77777777" w:rsidR="009D623F" w:rsidRPr="00F83321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</w:rPr>
            </w:pPr>
            <w:r w:rsidRPr="00F83321">
              <w:rPr>
                <w:b/>
                <w:color w:val="000000" w:themeColor="text1"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F83321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</w:rPr>
            </w:pPr>
            <w:r w:rsidRPr="00F83321">
              <w:rPr>
                <w:b/>
                <w:color w:val="000000" w:themeColor="text1"/>
              </w:rPr>
              <w:t>Typ výluky</w:t>
            </w:r>
          </w:p>
        </w:tc>
        <w:tc>
          <w:tcPr>
            <w:tcW w:w="1964" w:type="dxa"/>
          </w:tcPr>
          <w:p w14:paraId="656AD4CF" w14:textId="77777777" w:rsidR="009D623F" w:rsidRPr="00F83321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</w:rPr>
            </w:pPr>
            <w:r w:rsidRPr="00F83321">
              <w:rPr>
                <w:b/>
                <w:color w:val="000000" w:themeColor="text1"/>
              </w:rPr>
              <w:t>Doba</w:t>
            </w:r>
            <w:r w:rsidR="00756A89" w:rsidRPr="00F83321">
              <w:rPr>
                <w:b/>
                <w:color w:val="000000" w:themeColor="text1"/>
              </w:rPr>
              <w:t xml:space="preserve"> pro dokončení</w:t>
            </w:r>
          </w:p>
        </w:tc>
      </w:tr>
      <w:tr w:rsidR="00580BF5" w:rsidRPr="00DC4B18" w14:paraId="4F2C142A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77777777" w:rsidR="00580BF5" w:rsidRPr="00F83321" w:rsidRDefault="00580BF5" w:rsidP="00580BF5">
            <w:pPr>
              <w:pStyle w:val="Tabulka-7"/>
              <w:rPr>
                <w:color w:val="000000" w:themeColor="text1"/>
                <w:highlight w:val="green"/>
              </w:rPr>
            </w:pPr>
          </w:p>
        </w:tc>
        <w:tc>
          <w:tcPr>
            <w:tcW w:w="3073" w:type="dxa"/>
          </w:tcPr>
          <w:p w14:paraId="249F1A6C" w14:textId="703B7EFC" w:rsidR="00580BF5" w:rsidRPr="00F83321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highlight w:val="green"/>
              </w:rPr>
            </w:pPr>
            <w:r w:rsidRPr="00F83321">
              <w:rPr>
                <w:color w:val="000000" w:themeColor="text1"/>
              </w:rPr>
              <w:t>Zahájení stavby</w:t>
            </w:r>
            <w:r w:rsidR="008B4F46" w:rsidRPr="00F83321">
              <w:rPr>
                <w:color w:val="000000" w:themeColor="text1"/>
              </w:rPr>
              <w:t xml:space="preserve"> (stavebních prací) – dnem předání staveniště ve smyslu čl. 3.7 SOD</w:t>
            </w:r>
          </w:p>
        </w:tc>
        <w:tc>
          <w:tcPr>
            <w:tcW w:w="1694" w:type="dxa"/>
          </w:tcPr>
          <w:p w14:paraId="06C55730" w14:textId="77777777" w:rsidR="00580BF5" w:rsidRPr="00F83321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highlight w:val="red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4ABDF448" w14:textId="2F8500BA" w:rsidR="008B4F46" w:rsidRPr="00F83321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</w:rPr>
            </w:pPr>
            <w:r w:rsidRPr="00F83321">
              <w:rPr>
                <w:color w:val="000000" w:themeColor="text1"/>
                <w:sz w:val="14"/>
              </w:rPr>
              <w:t xml:space="preserve">do </w:t>
            </w:r>
            <w:r w:rsidR="00DC4B18" w:rsidRPr="00F83321">
              <w:rPr>
                <w:color w:val="000000" w:themeColor="text1"/>
                <w:sz w:val="14"/>
              </w:rPr>
              <w:t>10</w:t>
            </w:r>
            <w:r w:rsidRPr="00F83321">
              <w:rPr>
                <w:color w:val="000000" w:themeColor="text1"/>
                <w:sz w:val="14"/>
              </w:rPr>
              <w:t xml:space="preserve"> pracovních dnů od účinnosti smlouvy</w:t>
            </w:r>
          </w:p>
          <w:p w14:paraId="5BAE7785" w14:textId="30D31E8D" w:rsidR="00580BF5" w:rsidRPr="00F83321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</w:rPr>
            </w:pPr>
            <w:r w:rsidRPr="00F83321">
              <w:rPr>
                <w:color w:val="000000" w:themeColor="text1"/>
                <w:sz w:val="14"/>
              </w:rPr>
              <w:t xml:space="preserve">(předpoklad </w:t>
            </w:r>
            <w:r w:rsidR="00C67506" w:rsidRPr="00F83321">
              <w:rPr>
                <w:color w:val="000000" w:themeColor="text1"/>
                <w:sz w:val="14"/>
              </w:rPr>
              <w:t>srpen</w:t>
            </w:r>
            <w:r w:rsidR="00DC4B18" w:rsidRPr="00F83321">
              <w:rPr>
                <w:color w:val="000000" w:themeColor="text1"/>
                <w:sz w:val="14"/>
              </w:rPr>
              <w:t xml:space="preserve"> </w:t>
            </w:r>
            <w:r w:rsidR="00580BF5" w:rsidRPr="00F83321">
              <w:rPr>
                <w:color w:val="000000" w:themeColor="text1"/>
                <w:sz w:val="14"/>
              </w:rPr>
              <w:t>20</w:t>
            </w:r>
            <w:r w:rsidRPr="00F83321">
              <w:rPr>
                <w:color w:val="000000" w:themeColor="text1"/>
                <w:sz w:val="14"/>
              </w:rPr>
              <w:t>23)</w:t>
            </w:r>
          </w:p>
        </w:tc>
      </w:tr>
      <w:tr w:rsidR="00580BF5" w:rsidRPr="00404F88" w14:paraId="7B4994CB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90E69D8" w14:textId="77777777" w:rsidR="00580BF5" w:rsidRPr="00F83321" w:rsidRDefault="00580BF5" w:rsidP="00580BF5">
            <w:pPr>
              <w:pStyle w:val="Tabulka-7"/>
              <w:rPr>
                <w:color w:val="000000" w:themeColor="text1"/>
              </w:rPr>
            </w:pPr>
            <w:r w:rsidRPr="00F83321">
              <w:rPr>
                <w:color w:val="000000" w:themeColor="text1"/>
              </w:rPr>
              <w:t>1. Stavební postup / Etapa</w:t>
            </w:r>
          </w:p>
        </w:tc>
        <w:tc>
          <w:tcPr>
            <w:tcW w:w="3073" w:type="dxa"/>
          </w:tcPr>
          <w:p w14:paraId="68FF7475" w14:textId="77777777" w:rsidR="00580BF5" w:rsidRPr="00F83321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F83321">
              <w:rPr>
                <w:color w:val="000000" w:themeColor="text1"/>
              </w:rPr>
              <w:t>Přípravné práce</w:t>
            </w:r>
          </w:p>
        </w:tc>
        <w:tc>
          <w:tcPr>
            <w:tcW w:w="1694" w:type="dxa"/>
          </w:tcPr>
          <w:p w14:paraId="2B23A969" w14:textId="77777777" w:rsidR="00580BF5" w:rsidRPr="00F83321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F83321">
              <w:rPr>
                <w:color w:val="000000" w:themeColor="text1"/>
              </w:rPr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1226F31F" w14:textId="7A505416" w:rsidR="00580BF5" w:rsidRPr="00F83321" w:rsidRDefault="00B03172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  <w:highlight w:val="green"/>
              </w:rPr>
            </w:pPr>
            <w:r w:rsidRPr="00F83321">
              <w:rPr>
                <w:color w:val="000000" w:themeColor="text1"/>
                <w:sz w:val="14"/>
              </w:rPr>
              <w:t>září</w:t>
            </w:r>
            <w:r w:rsidR="00580BF5" w:rsidRPr="00F83321">
              <w:rPr>
                <w:color w:val="000000" w:themeColor="text1"/>
                <w:sz w:val="14"/>
              </w:rPr>
              <w:t xml:space="preserve"> 20</w:t>
            </w:r>
            <w:r w:rsidR="008B4F46" w:rsidRPr="00F83321">
              <w:rPr>
                <w:color w:val="000000" w:themeColor="text1"/>
                <w:sz w:val="14"/>
              </w:rPr>
              <w:t>23</w:t>
            </w:r>
          </w:p>
        </w:tc>
      </w:tr>
      <w:tr w:rsidR="00580BF5" w:rsidRPr="00404F88" w14:paraId="56FD3A61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0DE3A36" w14:textId="77777777" w:rsidR="00580BF5" w:rsidRPr="00F83321" w:rsidRDefault="00580BF5" w:rsidP="00580BF5">
            <w:pPr>
              <w:pStyle w:val="Tabulka-7"/>
              <w:rPr>
                <w:color w:val="000000" w:themeColor="text1"/>
                <w:highlight w:val="green"/>
              </w:rPr>
            </w:pPr>
            <w:r w:rsidRPr="00F83321">
              <w:rPr>
                <w:color w:val="000000" w:themeColor="text1"/>
              </w:rPr>
              <w:t>2. Stavební postup / Etapa</w:t>
            </w:r>
          </w:p>
        </w:tc>
        <w:tc>
          <w:tcPr>
            <w:tcW w:w="3073" w:type="dxa"/>
          </w:tcPr>
          <w:p w14:paraId="786C1D3A" w14:textId="37B96FEF" w:rsidR="00580BF5" w:rsidRPr="00F83321" w:rsidRDefault="00B03172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F83321">
              <w:rPr>
                <w:color w:val="000000" w:themeColor="text1"/>
              </w:rPr>
              <w:t>Práce ve výluce – demontáž svršku, demolice stávajících konstrukcí, výstavba nových konstrukcí, zřízení žel. svršku</w:t>
            </w:r>
          </w:p>
        </w:tc>
        <w:tc>
          <w:tcPr>
            <w:tcW w:w="1694" w:type="dxa"/>
          </w:tcPr>
          <w:p w14:paraId="66AA44B0" w14:textId="5580A76C" w:rsidR="00580BF5" w:rsidRPr="00F83321" w:rsidRDefault="00B03172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highlight w:val="green"/>
              </w:rPr>
            </w:pPr>
            <w:r w:rsidRPr="00F83321">
              <w:rPr>
                <w:color w:val="000000" w:themeColor="text1"/>
              </w:rPr>
              <w:t>36</w:t>
            </w:r>
            <w:r w:rsidR="00580BF5" w:rsidRPr="00F83321">
              <w:rPr>
                <w:color w:val="000000" w:themeColor="text1"/>
              </w:rPr>
              <w:t>N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2D19EF47" w14:textId="3BCF47C1" w:rsidR="00580BF5" w:rsidRPr="00F83321" w:rsidRDefault="002739CB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</w:rPr>
            </w:pPr>
            <w:r w:rsidRPr="00F83321">
              <w:rPr>
                <w:color w:val="000000" w:themeColor="text1"/>
                <w:sz w:val="14"/>
              </w:rPr>
              <w:t>3. 10. 2023 – 7. 11. 2023</w:t>
            </w:r>
          </w:p>
        </w:tc>
      </w:tr>
      <w:tr w:rsidR="00580BF5" w:rsidRPr="00404F88" w14:paraId="5E8EF3C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BB56EEF" w14:textId="77777777" w:rsidR="00580BF5" w:rsidRPr="00F83321" w:rsidRDefault="00580BF5" w:rsidP="00580BF5">
            <w:pPr>
              <w:pStyle w:val="Tabulka-7"/>
              <w:rPr>
                <w:color w:val="000000" w:themeColor="text1"/>
                <w:highlight w:val="green"/>
              </w:rPr>
            </w:pPr>
            <w:r w:rsidRPr="00F83321">
              <w:rPr>
                <w:color w:val="000000" w:themeColor="text1"/>
              </w:rPr>
              <w:lastRenderedPageBreak/>
              <w:t>3. Stavební postup / Etapa</w:t>
            </w:r>
          </w:p>
        </w:tc>
        <w:tc>
          <w:tcPr>
            <w:tcW w:w="3073" w:type="dxa"/>
          </w:tcPr>
          <w:p w14:paraId="0A6D9C8C" w14:textId="3178A4E1" w:rsidR="00580BF5" w:rsidRPr="00F83321" w:rsidRDefault="00F461F4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F83321">
              <w:rPr>
                <w:color w:val="000000" w:themeColor="text1"/>
              </w:rPr>
              <w:t>Dokončovací práce</w:t>
            </w:r>
          </w:p>
        </w:tc>
        <w:tc>
          <w:tcPr>
            <w:tcW w:w="1694" w:type="dxa"/>
          </w:tcPr>
          <w:p w14:paraId="2A1B528B" w14:textId="76076996" w:rsidR="00580BF5" w:rsidRPr="00F83321" w:rsidRDefault="00F461F4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highlight w:val="green"/>
              </w:rPr>
            </w:pPr>
            <w:r w:rsidRPr="00F83321">
              <w:rPr>
                <w:color w:val="000000" w:themeColor="text1"/>
              </w:rPr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753A745C" w14:textId="734DE700" w:rsidR="00580BF5" w:rsidRPr="00F83321" w:rsidRDefault="00315B14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  <w:highlight w:val="green"/>
              </w:rPr>
            </w:pPr>
            <w:r w:rsidRPr="00F83321">
              <w:rPr>
                <w:color w:val="000000" w:themeColor="text1"/>
                <w:sz w:val="14"/>
              </w:rPr>
              <w:t>l</w:t>
            </w:r>
            <w:r w:rsidR="002739CB" w:rsidRPr="00F83321">
              <w:rPr>
                <w:color w:val="000000" w:themeColor="text1"/>
                <w:sz w:val="14"/>
              </w:rPr>
              <w:t>istopad 2023</w:t>
            </w:r>
          </w:p>
        </w:tc>
      </w:tr>
      <w:tr w:rsidR="00580BF5" w:rsidRPr="00404F88" w14:paraId="3851B7D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D2A9A45" w14:textId="77777777" w:rsidR="00580BF5" w:rsidRPr="00F83321" w:rsidRDefault="00580BF5" w:rsidP="00580BF5">
            <w:pPr>
              <w:pStyle w:val="Tabulka-7"/>
              <w:rPr>
                <w:color w:val="000000" w:themeColor="text1"/>
                <w:highlight w:val="green"/>
              </w:rPr>
            </w:pPr>
            <w:r w:rsidRPr="00F83321">
              <w:rPr>
                <w:color w:val="000000" w:themeColor="text1"/>
              </w:rPr>
              <w:t>Dokončení stavebních prací</w:t>
            </w:r>
          </w:p>
        </w:tc>
        <w:tc>
          <w:tcPr>
            <w:tcW w:w="3073" w:type="dxa"/>
          </w:tcPr>
          <w:p w14:paraId="566D0A67" w14:textId="7B124FDF" w:rsidR="00580BF5" w:rsidRPr="00F83321" w:rsidDel="00055752" w:rsidRDefault="004945C1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highlight w:val="green"/>
              </w:rPr>
            </w:pPr>
            <w:r w:rsidRPr="00F83321">
              <w:rPr>
                <w:color w:val="000000" w:themeColor="text1"/>
              </w:rPr>
              <w:t>Ukončení stavebních prací, kompletace a předání dokladů</w:t>
            </w:r>
          </w:p>
        </w:tc>
        <w:tc>
          <w:tcPr>
            <w:tcW w:w="1694" w:type="dxa"/>
          </w:tcPr>
          <w:p w14:paraId="3034FA3E" w14:textId="77777777" w:rsidR="00580BF5" w:rsidRPr="00F83321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highlight w:val="green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7B70FAC8" w14:textId="7052938C" w:rsidR="00580BF5" w:rsidRPr="00F83321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</w:rPr>
            </w:pPr>
            <w:r w:rsidRPr="00F83321">
              <w:rPr>
                <w:color w:val="000000" w:themeColor="text1"/>
                <w:sz w:val="14"/>
              </w:rPr>
              <w:t xml:space="preserve">do </w:t>
            </w:r>
            <w:r w:rsidR="00963D76" w:rsidRPr="00F83321">
              <w:rPr>
                <w:color w:val="000000" w:themeColor="text1"/>
                <w:sz w:val="14"/>
              </w:rPr>
              <w:t>5</w:t>
            </w:r>
            <w:r w:rsidR="0047127F" w:rsidRPr="00F83321">
              <w:rPr>
                <w:color w:val="000000" w:themeColor="text1"/>
                <w:sz w:val="14"/>
              </w:rPr>
              <w:t xml:space="preserve"> </w:t>
            </w:r>
            <w:r w:rsidRPr="00F83321">
              <w:rPr>
                <w:color w:val="000000" w:themeColor="text1"/>
                <w:sz w:val="14"/>
              </w:rPr>
              <w:t>měsíců ode dne zahájení stavby</w:t>
            </w:r>
          </w:p>
        </w:tc>
      </w:tr>
      <w:tr w:rsidR="00580BF5" w:rsidRPr="00404F88" w14:paraId="5885C96E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EBE4A67" w14:textId="77777777" w:rsidR="00580BF5" w:rsidRPr="00F83321" w:rsidRDefault="00580BF5" w:rsidP="00580BF5">
            <w:pPr>
              <w:pStyle w:val="Tabulka-7"/>
              <w:rPr>
                <w:color w:val="000000" w:themeColor="text1"/>
                <w:highlight w:val="green"/>
              </w:rPr>
            </w:pPr>
          </w:p>
        </w:tc>
        <w:tc>
          <w:tcPr>
            <w:tcW w:w="3073" w:type="dxa"/>
          </w:tcPr>
          <w:p w14:paraId="65395B6F" w14:textId="644FD9D1" w:rsidR="00580BF5" w:rsidRPr="00F83321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F83321">
              <w:rPr>
                <w:color w:val="000000" w:themeColor="text1"/>
              </w:rPr>
              <w:t>Dokončení Díla</w:t>
            </w:r>
            <w:r w:rsidR="0047127F" w:rsidRPr="00F83321">
              <w:rPr>
                <w:color w:val="000000" w:themeColor="text1"/>
              </w:rPr>
              <w:t xml:space="preserve"> včetně předání DSPS</w:t>
            </w:r>
          </w:p>
        </w:tc>
        <w:tc>
          <w:tcPr>
            <w:tcW w:w="1694" w:type="dxa"/>
          </w:tcPr>
          <w:p w14:paraId="6475AD07" w14:textId="77777777" w:rsidR="00580BF5" w:rsidRPr="00F83321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highlight w:val="green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117BE17A" w14:textId="07611AB6" w:rsidR="00580BF5" w:rsidRPr="00F83321" w:rsidRDefault="008B4F46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  <w:highlight w:val="green"/>
              </w:rPr>
            </w:pPr>
            <w:r w:rsidRPr="00F83321">
              <w:rPr>
                <w:color w:val="000000" w:themeColor="text1"/>
                <w:sz w:val="14"/>
              </w:rPr>
              <w:t xml:space="preserve">do </w:t>
            </w:r>
            <w:r w:rsidR="00963D76" w:rsidRPr="00F83321">
              <w:rPr>
                <w:color w:val="000000" w:themeColor="text1"/>
                <w:sz w:val="14"/>
              </w:rPr>
              <w:t>6</w:t>
            </w:r>
            <w:r w:rsidR="0047127F" w:rsidRPr="00F83321">
              <w:rPr>
                <w:color w:val="000000" w:themeColor="text1"/>
                <w:sz w:val="14"/>
              </w:rPr>
              <w:t xml:space="preserve"> </w:t>
            </w:r>
            <w:r w:rsidRPr="00F83321">
              <w:rPr>
                <w:color w:val="000000" w:themeColor="text1"/>
                <w:sz w:val="14"/>
              </w:rPr>
              <w:t>měsíců ode dne zahájení stavby</w:t>
            </w:r>
          </w:p>
        </w:tc>
      </w:tr>
    </w:tbl>
    <w:p w14:paraId="3433DF18" w14:textId="77777777" w:rsidR="00DF7BAA" w:rsidRDefault="00DF7BAA" w:rsidP="00DF7BAA">
      <w:pPr>
        <w:pStyle w:val="Nadpis2-1"/>
      </w:pPr>
      <w:bookmarkStart w:id="59" w:name="_Toc6410461"/>
      <w:bookmarkStart w:id="60" w:name="_Toc137791105"/>
      <w:r w:rsidRPr="00EC2E51">
        <w:t>SOUVISEJÍCÍ</w:t>
      </w:r>
      <w:r>
        <w:t xml:space="preserve"> DOKUMENTY A PŘEDPISY</w:t>
      </w:r>
      <w:bookmarkEnd w:id="59"/>
      <w:bookmarkEnd w:id="60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C5335E6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4EEE49D0" w:rsidR="00EF61C8" w:rsidRPr="00E85446" w:rsidRDefault="004E4D3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Odbor servisních služeb</w:t>
      </w:r>
      <w:r w:rsidR="00EF61C8">
        <w:rPr>
          <w:rStyle w:val="Tun"/>
        </w:rPr>
        <w:t>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199FDAEA" w14:textId="77777777" w:rsidR="00DF7BAA" w:rsidRPr="00F83321" w:rsidRDefault="00DF7BAA" w:rsidP="00DF7BAA">
      <w:pPr>
        <w:pStyle w:val="Nadpis2-1"/>
        <w:rPr>
          <w:color w:val="000000" w:themeColor="text1"/>
        </w:rPr>
      </w:pPr>
      <w:bookmarkStart w:id="61" w:name="_Toc6410462"/>
      <w:bookmarkStart w:id="62" w:name="_Toc137791106"/>
      <w:r w:rsidRPr="00F83321">
        <w:rPr>
          <w:color w:val="000000" w:themeColor="text1"/>
        </w:rPr>
        <w:t>PŘÍLOHY</w:t>
      </w:r>
      <w:bookmarkEnd w:id="61"/>
      <w:bookmarkEnd w:id="62"/>
    </w:p>
    <w:p w14:paraId="520CC0CC" w14:textId="75D27A9D" w:rsidR="00F66DA9" w:rsidRPr="00C03139" w:rsidRDefault="00C03139" w:rsidP="00F66DA9">
      <w:pPr>
        <w:pStyle w:val="Text2-1"/>
        <w:rPr>
          <w:color w:val="000000" w:themeColor="text1"/>
          <w:highlight w:val="red"/>
        </w:rPr>
      </w:pPr>
      <w:bookmarkStart w:id="63" w:name="_Ref104882684"/>
      <w:r w:rsidRPr="00C03139">
        <w:rPr>
          <w:highlight w:val="red"/>
        </w:rPr>
        <w:t>Dopis Ředitele O13, čj. 168954/2021-SŽ-GŘ-O13, Zajištění prostorové polohy na neelektrizovaných tratích SŽ, ze dne 7. 12. 2021, včetně přílohy k dopisu č. 2</w:t>
      </w:r>
      <w:bookmarkEnd w:id="63"/>
      <w:r w:rsidR="00CB6F25" w:rsidRPr="00C03139">
        <w:rPr>
          <w:color w:val="000000" w:themeColor="text1"/>
          <w:highlight w:val="red"/>
        </w:rPr>
        <w:t>.</w:t>
      </w:r>
    </w:p>
    <w:p w14:paraId="241F985A" w14:textId="77777777" w:rsidR="00DF7BAA" w:rsidRPr="00DF7BAA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B8110" w14:textId="77777777" w:rsidR="00016E6B" w:rsidRDefault="00016E6B" w:rsidP="00962258">
      <w:pPr>
        <w:spacing w:after="0" w:line="240" w:lineRule="auto"/>
      </w:pPr>
      <w:r>
        <w:separator/>
      </w:r>
    </w:p>
  </w:endnote>
  <w:endnote w:type="continuationSeparator" w:id="0">
    <w:p w14:paraId="274C2A9F" w14:textId="77777777" w:rsidR="00016E6B" w:rsidRDefault="00016E6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733263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4508245B" w:rsidR="00733263" w:rsidRPr="00B8518B" w:rsidRDefault="00733263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21E9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21E9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127CE1DF" w:rsidR="00733263" w:rsidRDefault="006321E9" w:rsidP="003462EB">
          <w:pPr>
            <w:pStyle w:val="Zpatvlevo"/>
          </w:pPr>
          <w:fldSimple w:instr=" STYLEREF  _Název_akce  \* MERGEFORMAT ">
            <w:r w:rsidR="00C33E92">
              <w:rPr>
                <w:noProof/>
              </w:rPr>
              <w:t>Oprava propustků na trati odb. Moravice – Svobodné Heřmanice</w:t>
            </w:r>
            <w:r w:rsidR="00C33E92">
              <w:rPr>
                <w:noProof/>
              </w:rPr>
              <w:cr/>
            </w:r>
          </w:fldSimple>
          <w:r w:rsidR="00733263">
            <w:t>Příloha č. 2 b)</w:t>
          </w:r>
          <w:r w:rsidR="00733263" w:rsidRPr="003462EB">
            <w:t xml:space="preserve"> </w:t>
          </w:r>
        </w:p>
        <w:p w14:paraId="178E0553" w14:textId="1B37D375" w:rsidR="00733263" w:rsidRPr="003462EB" w:rsidRDefault="00733263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</w:tr>
  </w:tbl>
  <w:p w14:paraId="422A1078" w14:textId="77777777" w:rsidR="00733263" w:rsidRPr="00614E71" w:rsidRDefault="00733263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733263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62392EEE" w:rsidR="00733263" w:rsidRDefault="006321E9" w:rsidP="003B111D">
          <w:pPr>
            <w:pStyle w:val="Zpatvpravo"/>
          </w:pPr>
          <w:fldSimple w:instr=" STYLEREF  _Název_akce  \* MERGEFORMAT ">
            <w:r w:rsidR="00C33E92">
              <w:rPr>
                <w:noProof/>
              </w:rPr>
              <w:t>Oprava propustků na trati odb. Moravice – Svobodné Heřmanice</w:t>
            </w:r>
            <w:r w:rsidR="00C33E92">
              <w:rPr>
                <w:noProof/>
              </w:rPr>
              <w:cr/>
            </w:r>
          </w:fldSimple>
          <w:r w:rsidR="00733263">
            <w:t>Příloha č. 2 b)</w:t>
          </w:r>
        </w:p>
        <w:p w14:paraId="5D9BD160" w14:textId="3081E1ED" w:rsidR="00733263" w:rsidRPr="003462EB" w:rsidRDefault="00733263" w:rsidP="00517E55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  <w:tc>
        <w:tcPr>
          <w:tcW w:w="935" w:type="dxa"/>
          <w:vAlign w:val="bottom"/>
        </w:tcPr>
        <w:p w14:paraId="3DBC2A04" w14:textId="34809573" w:rsidR="00733263" w:rsidRPr="009E09BE" w:rsidRDefault="00733263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21E9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21E9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733263" w:rsidRPr="00B8518B" w:rsidRDefault="00733263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CBB3" w14:textId="77777777" w:rsidR="00733263" w:rsidRPr="00B8518B" w:rsidRDefault="00733263" w:rsidP="00460660">
    <w:pPr>
      <w:pStyle w:val="Zpat"/>
      <w:rPr>
        <w:sz w:val="2"/>
        <w:szCs w:val="2"/>
      </w:rPr>
    </w:pPr>
  </w:p>
  <w:p w14:paraId="53F277EE" w14:textId="77777777" w:rsidR="00733263" w:rsidRDefault="00733263" w:rsidP="00757290">
    <w:pPr>
      <w:pStyle w:val="Zpatvlevo"/>
      <w:rPr>
        <w:rFonts w:cs="Calibri"/>
        <w:szCs w:val="12"/>
      </w:rPr>
    </w:pPr>
  </w:p>
  <w:p w14:paraId="17EFC080" w14:textId="77777777" w:rsidR="00733263" w:rsidRPr="00460660" w:rsidRDefault="00733263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ED8B2" w14:textId="77777777" w:rsidR="00016E6B" w:rsidRDefault="00016E6B" w:rsidP="00962258">
      <w:pPr>
        <w:spacing w:after="0" w:line="240" w:lineRule="auto"/>
      </w:pPr>
      <w:r>
        <w:separator/>
      </w:r>
    </w:p>
  </w:footnote>
  <w:footnote w:type="continuationSeparator" w:id="0">
    <w:p w14:paraId="0B70C091" w14:textId="77777777" w:rsidR="00016E6B" w:rsidRDefault="00016E6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33263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733263" w:rsidRPr="00B8518B" w:rsidRDefault="0073326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733263" w:rsidRDefault="00733263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733263" w:rsidRPr="00D6163D" w:rsidRDefault="00733263" w:rsidP="00FC6389">
          <w:pPr>
            <w:pStyle w:val="Druhdokumentu"/>
          </w:pPr>
        </w:p>
      </w:tc>
    </w:tr>
    <w:tr w:rsidR="00733263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733263" w:rsidRPr="00B8518B" w:rsidRDefault="0073326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733263" w:rsidRDefault="00733263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733263" w:rsidRPr="00D6163D" w:rsidRDefault="00733263" w:rsidP="00FC6389">
          <w:pPr>
            <w:pStyle w:val="Druhdokumentu"/>
          </w:pPr>
        </w:p>
      </w:tc>
    </w:tr>
  </w:tbl>
  <w:p w14:paraId="53E85CAA" w14:textId="77777777" w:rsidR="00733263" w:rsidRPr="00D6163D" w:rsidRDefault="00733263" w:rsidP="00FC6389">
    <w:pPr>
      <w:pStyle w:val="Zhlav"/>
      <w:rPr>
        <w:sz w:val="8"/>
        <w:szCs w:val="8"/>
      </w:rPr>
    </w:pPr>
  </w:p>
  <w:p w14:paraId="1437D3AE" w14:textId="77777777" w:rsidR="00733263" w:rsidRPr="00460660" w:rsidRDefault="00733263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0FF1"/>
    <w:multiLevelType w:val="hybridMultilevel"/>
    <w:tmpl w:val="A3D49FD2"/>
    <w:lvl w:ilvl="0" w:tplc="00B0DB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904A1"/>
    <w:multiLevelType w:val="hybridMultilevel"/>
    <w:tmpl w:val="967ED14E"/>
    <w:lvl w:ilvl="0" w:tplc="2F4A9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582512B"/>
    <w:multiLevelType w:val="multilevel"/>
    <w:tmpl w:val="A9F0F97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2580"/>
        </w:tabs>
        <w:ind w:left="2580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5076"/>
        </w:tabs>
        <w:ind w:left="5076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EA227E8"/>
    <w:multiLevelType w:val="hybridMultilevel"/>
    <w:tmpl w:val="5A2E02AA"/>
    <w:lvl w:ilvl="0" w:tplc="CE8090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667293">
    <w:abstractNumId w:val="8"/>
  </w:num>
  <w:num w:numId="2" w16cid:durableId="554662214">
    <w:abstractNumId w:val="6"/>
  </w:num>
  <w:num w:numId="3" w16cid:durableId="571090202">
    <w:abstractNumId w:val="4"/>
  </w:num>
  <w:num w:numId="4" w16cid:durableId="2039042811">
    <w:abstractNumId w:val="9"/>
  </w:num>
  <w:num w:numId="5" w16cid:durableId="147593972">
    <w:abstractNumId w:val="11"/>
  </w:num>
  <w:num w:numId="6" w16cid:durableId="736972457">
    <w:abstractNumId w:val="5"/>
  </w:num>
  <w:num w:numId="7" w16cid:durableId="10377049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8063343">
    <w:abstractNumId w:val="15"/>
  </w:num>
  <w:num w:numId="9" w16cid:durableId="1943758915">
    <w:abstractNumId w:val="0"/>
  </w:num>
  <w:num w:numId="10" w16cid:durableId="1977249552">
    <w:abstractNumId w:val="9"/>
  </w:num>
  <w:num w:numId="11" w16cid:durableId="1228688535">
    <w:abstractNumId w:val="11"/>
  </w:num>
  <w:num w:numId="12" w16cid:durableId="1889611512">
    <w:abstractNumId w:val="14"/>
  </w:num>
  <w:num w:numId="13" w16cid:durableId="2005355587">
    <w:abstractNumId w:val="3"/>
  </w:num>
  <w:num w:numId="14" w16cid:durableId="1967613677">
    <w:abstractNumId w:val="5"/>
  </w:num>
  <w:num w:numId="15" w16cid:durableId="1904438886">
    <w:abstractNumId w:val="15"/>
  </w:num>
  <w:num w:numId="16" w16cid:durableId="1424835795">
    <w:abstractNumId w:val="7"/>
  </w:num>
  <w:num w:numId="17" w16cid:durableId="919947294">
    <w:abstractNumId w:val="10"/>
  </w:num>
  <w:num w:numId="18" w16cid:durableId="321395626">
    <w:abstractNumId w:val="2"/>
  </w:num>
  <w:num w:numId="19" w16cid:durableId="833766285">
    <w:abstractNumId w:val="5"/>
  </w:num>
  <w:num w:numId="20" w16cid:durableId="463933668">
    <w:abstractNumId w:val="5"/>
  </w:num>
  <w:num w:numId="21" w16cid:durableId="19098070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29072633">
    <w:abstractNumId w:val="13"/>
  </w:num>
  <w:num w:numId="23" w16cid:durableId="581450385">
    <w:abstractNumId w:val="5"/>
  </w:num>
  <w:num w:numId="24" w16cid:durableId="111561633">
    <w:abstractNumId w:val="5"/>
  </w:num>
  <w:num w:numId="25" w16cid:durableId="1203327942">
    <w:abstractNumId w:val="12"/>
  </w:num>
  <w:num w:numId="26" w16cid:durableId="248775485">
    <w:abstractNumId w:val="5"/>
  </w:num>
  <w:num w:numId="27" w16cid:durableId="367073192">
    <w:abstractNumId w:val="5"/>
  </w:num>
  <w:num w:numId="28" w16cid:durableId="997807839">
    <w:abstractNumId w:val="5"/>
  </w:num>
  <w:num w:numId="29" w16cid:durableId="1142843653">
    <w:abstractNumId w:val="1"/>
  </w:num>
  <w:num w:numId="30" w16cid:durableId="1147550602">
    <w:abstractNumId w:val="5"/>
  </w:num>
  <w:num w:numId="31" w16cid:durableId="1619336017">
    <w:abstractNumId w:val="5"/>
  </w:num>
  <w:num w:numId="32" w16cid:durableId="1664577058">
    <w:abstractNumId w:val="5"/>
  </w:num>
  <w:num w:numId="33" w16cid:durableId="908928892">
    <w:abstractNumId w:val="5"/>
  </w:num>
  <w:num w:numId="34" w16cid:durableId="1000279769">
    <w:abstractNumId w:val="5"/>
  </w:num>
  <w:num w:numId="35" w16cid:durableId="1056396365">
    <w:abstractNumId w:val="5"/>
  </w:num>
  <w:num w:numId="36" w16cid:durableId="1578320207">
    <w:abstractNumId w:val="5"/>
  </w:num>
  <w:num w:numId="37" w16cid:durableId="1930849048">
    <w:abstractNumId w:val="5"/>
  </w:num>
  <w:num w:numId="38" w16cid:durableId="1877694345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4DE0"/>
    <w:rsid w:val="00005B8A"/>
    <w:rsid w:val="000124A1"/>
    <w:rsid w:val="00012EC4"/>
    <w:rsid w:val="00013877"/>
    <w:rsid w:val="000145C8"/>
    <w:rsid w:val="0001478C"/>
    <w:rsid w:val="00016C37"/>
    <w:rsid w:val="00016E6B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26133"/>
    <w:rsid w:val="0002642A"/>
    <w:rsid w:val="00031D7C"/>
    <w:rsid w:val="000328BC"/>
    <w:rsid w:val="000331EC"/>
    <w:rsid w:val="000342CE"/>
    <w:rsid w:val="00035570"/>
    <w:rsid w:val="00041EC8"/>
    <w:rsid w:val="0005496A"/>
    <w:rsid w:val="00054FC6"/>
    <w:rsid w:val="000619E9"/>
    <w:rsid w:val="00062E9C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5AB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DAC"/>
    <w:rsid w:val="000B4EB8"/>
    <w:rsid w:val="000C2C3D"/>
    <w:rsid w:val="000C3375"/>
    <w:rsid w:val="000C41F2"/>
    <w:rsid w:val="000D22C4"/>
    <w:rsid w:val="000D27D1"/>
    <w:rsid w:val="000D5D71"/>
    <w:rsid w:val="000D6539"/>
    <w:rsid w:val="000E11D6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25E91"/>
    <w:rsid w:val="00130E62"/>
    <w:rsid w:val="00134FE9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78E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7951"/>
    <w:rsid w:val="00217A8A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06C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39CB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A4D05"/>
    <w:rsid w:val="002B2CAE"/>
    <w:rsid w:val="002B6B58"/>
    <w:rsid w:val="002B7F58"/>
    <w:rsid w:val="002C0A2D"/>
    <w:rsid w:val="002C1924"/>
    <w:rsid w:val="002C1A2B"/>
    <w:rsid w:val="002C1A4F"/>
    <w:rsid w:val="002C31BF"/>
    <w:rsid w:val="002C519C"/>
    <w:rsid w:val="002C57EF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0F41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276D"/>
    <w:rsid w:val="003130A4"/>
    <w:rsid w:val="003137DF"/>
    <w:rsid w:val="00315B14"/>
    <w:rsid w:val="003202DC"/>
    <w:rsid w:val="003226D3"/>
    <w:rsid w:val="003229ED"/>
    <w:rsid w:val="00324412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40FE"/>
    <w:rsid w:val="00355002"/>
    <w:rsid w:val="003571D8"/>
    <w:rsid w:val="00357BC6"/>
    <w:rsid w:val="00361422"/>
    <w:rsid w:val="00364E2C"/>
    <w:rsid w:val="00366807"/>
    <w:rsid w:val="00367A82"/>
    <w:rsid w:val="0037241D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0E7F"/>
    <w:rsid w:val="003B111D"/>
    <w:rsid w:val="003B2407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4C1B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0FEB"/>
    <w:rsid w:val="0043237D"/>
    <w:rsid w:val="00433963"/>
    <w:rsid w:val="004378C9"/>
    <w:rsid w:val="00443210"/>
    <w:rsid w:val="00443D42"/>
    <w:rsid w:val="004440FE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67430"/>
    <w:rsid w:val="00470F14"/>
    <w:rsid w:val="0047127F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45C1"/>
    <w:rsid w:val="004955B8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5D80"/>
    <w:rsid w:val="004D6EEC"/>
    <w:rsid w:val="004D6F0C"/>
    <w:rsid w:val="004D7D8C"/>
    <w:rsid w:val="004E33B6"/>
    <w:rsid w:val="004E4D3A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3470"/>
    <w:rsid w:val="00515137"/>
    <w:rsid w:val="00517E55"/>
    <w:rsid w:val="00521234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0664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92EAD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336A"/>
    <w:rsid w:val="005D3619"/>
    <w:rsid w:val="005D385D"/>
    <w:rsid w:val="005D3C39"/>
    <w:rsid w:val="005D7706"/>
    <w:rsid w:val="005E0049"/>
    <w:rsid w:val="005E1267"/>
    <w:rsid w:val="005E2503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1E9"/>
    <w:rsid w:val="006327AB"/>
    <w:rsid w:val="006411F1"/>
    <w:rsid w:val="00645371"/>
    <w:rsid w:val="00646A59"/>
    <w:rsid w:val="00647094"/>
    <w:rsid w:val="006501CA"/>
    <w:rsid w:val="00652C01"/>
    <w:rsid w:val="00655976"/>
    <w:rsid w:val="0065610E"/>
    <w:rsid w:val="00656607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97FB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BA4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549D"/>
    <w:rsid w:val="006D6C3F"/>
    <w:rsid w:val="006D7178"/>
    <w:rsid w:val="006E010D"/>
    <w:rsid w:val="006E0578"/>
    <w:rsid w:val="006E2751"/>
    <w:rsid w:val="006E314D"/>
    <w:rsid w:val="006E7AD3"/>
    <w:rsid w:val="006F2C64"/>
    <w:rsid w:val="006F455E"/>
    <w:rsid w:val="006F57F7"/>
    <w:rsid w:val="006F687F"/>
    <w:rsid w:val="006F70E0"/>
    <w:rsid w:val="00701597"/>
    <w:rsid w:val="007020E6"/>
    <w:rsid w:val="0070696F"/>
    <w:rsid w:val="007077E5"/>
    <w:rsid w:val="00710723"/>
    <w:rsid w:val="007161BD"/>
    <w:rsid w:val="007170AE"/>
    <w:rsid w:val="00720802"/>
    <w:rsid w:val="00722BEB"/>
    <w:rsid w:val="00723ED1"/>
    <w:rsid w:val="00724411"/>
    <w:rsid w:val="007254C4"/>
    <w:rsid w:val="0072657E"/>
    <w:rsid w:val="00732944"/>
    <w:rsid w:val="00732A80"/>
    <w:rsid w:val="00733263"/>
    <w:rsid w:val="00733AD8"/>
    <w:rsid w:val="007345FE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46474"/>
    <w:rsid w:val="00753357"/>
    <w:rsid w:val="00753F2C"/>
    <w:rsid w:val="007541A2"/>
    <w:rsid w:val="00754C65"/>
    <w:rsid w:val="00755381"/>
    <w:rsid w:val="00755421"/>
    <w:rsid w:val="00755818"/>
    <w:rsid w:val="00756A89"/>
    <w:rsid w:val="00757290"/>
    <w:rsid w:val="007576A5"/>
    <w:rsid w:val="00757E4D"/>
    <w:rsid w:val="00761038"/>
    <w:rsid w:val="0076286B"/>
    <w:rsid w:val="00765F06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2C2"/>
    <w:rsid w:val="007B133E"/>
    <w:rsid w:val="007B1660"/>
    <w:rsid w:val="007B1A9D"/>
    <w:rsid w:val="007B1F2E"/>
    <w:rsid w:val="007B570C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0FD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0F4E"/>
    <w:rsid w:val="00865541"/>
    <w:rsid w:val="00865F42"/>
    <w:rsid w:val="00865F5F"/>
    <w:rsid w:val="00872C00"/>
    <w:rsid w:val="00877EEA"/>
    <w:rsid w:val="0088200B"/>
    <w:rsid w:val="00887F36"/>
    <w:rsid w:val="00890A4F"/>
    <w:rsid w:val="00893DFC"/>
    <w:rsid w:val="00894887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976"/>
    <w:rsid w:val="008B2B40"/>
    <w:rsid w:val="008B391B"/>
    <w:rsid w:val="008B4F46"/>
    <w:rsid w:val="008B5939"/>
    <w:rsid w:val="008C24A8"/>
    <w:rsid w:val="008C3B2B"/>
    <w:rsid w:val="008C3E94"/>
    <w:rsid w:val="008C4EA5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20E1"/>
    <w:rsid w:val="008E54C8"/>
    <w:rsid w:val="008F0628"/>
    <w:rsid w:val="008F18D6"/>
    <w:rsid w:val="008F2312"/>
    <w:rsid w:val="008F2C9B"/>
    <w:rsid w:val="008F3C67"/>
    <w:rsid w:val="008F3E9B"/>
    <w:rsid w:val="008F3F57"/>
    <w:rsid w:val="008F6AC2"/>
    <w:rsid w:val="008F797B"/>
    <w:rsid w:val="0090019A"/>
    <w:rsid w:val="009003E5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256AA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2596"/>
    <w:rsid w:val="00953A4A"/>
    <w:rsid w:val="00953E37"/>
    <w:rsid w:val="00957F1F"/>
    <w:rsid w:val="00962258"/>
    <w:rsid w:val="009625F2"/>
    <w:rsid w:val="00963D76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03A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2C"/>
    <w:rsid w:val="009B5146"/>
    <w:rsid w:val="009B5181"/>
    <w:rsid w:val="009C016F"/>
    <w:rsid w:val="009C1D92"/>
    <w:rsid w:val="009C25EC"/>
    <w:rsid w:val="009C2C73"/>
    <w:rsid w:val="009C418E"/>
    <w:rsid w:val="009C442C"/>
    <w:rsid w:val="009C4EEA"/>
    <w:rsid w:val="009C5985"/>
    <w:rsid w:val="009D28BD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4F10"/>
    <w:rsid w:val="009F52B4"/>
    <w:rsid w:val="009F53C5"/>
    <w:rsid w:val="009F69FE"/>
    <w:rsid w:val="00A01FDB"/>
    <w:rsid w:val="00A04D7F"/>
    <w:rsid w:val="00A05DE0"/>
    <w:rsid w:val="00A07078"/>
    <w:rsid w:val="00A0740E"/>
    <w:rsid w:val="00A10D37"/>
    <w:rsid w:val="00A16611"/>
    <w:rsid w:val="00A16D53"/>
    <w:rsid w:val="00A21638"/>
    <w:rsid w:val="00A23726"/>
    <w:rsid w:val="00A23CD5"/>
    <w:rsid w:val="00A34447"/>
    <w:rsid w:val="00A35ECF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6F3E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A8A"/>
    <w:rsid w:val="00AA4CBB"/>
    <w:rsid w:val="00AA587B"/>
    <w:rsid w:val="00AA65FA"/>
    <w:rsid w:val="00AA6984"/>
    <w:rsid w:val="00AA7351"/>
    <w:rsid w:val="00AB24E3"/>
    <w:rsid w:val="00AB4C63"/>
    <w:rsid w:val="00AB536D"/>
    <w:rsid w:val="00AC1DCE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3172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82B"/>
    <w:rsid w:val="00B50AB2"/>
    <w:rsid w:val="00B511BA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77894"/>
    <w:rsid w:val="00B81CBE"/>
    <w:rsid w:val="00B84F18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A0"/>
    <w:rsid w:val="00BC5755"/>
    <w:rsid w:val="00BC62DD"/>
    <w:rsid w:val="00BC6856"/>
    <w:rsid w:val="00BC6CFB"/>
    <w:rsid w:val="00BD038D"/>
    <w:rsid w:val="00BD583A"/>
    <w:rsid w:val="00BD6C04"/>
    <w:rsid w:val="00BD76C3"/>
    <w:rsid w:val="00BD7E91"/>
    <w:rsid w:val="00BD7F0D"/>
    <w:rsid w:val="00BE05D1"/>
    <w:rsid w:val="00BE06DC"/>
    <w:rsid w:val="00BE06E2"/>
    <w:rsid w:val="00BF54FE"/>
    <w:rsid w:val="00BF6922"/>
    <w:rsid w:val="00BF6AEC"/>
    <w:rsid w:val="00C01A3A"/>
    <w:rsid w:val="00C02D0A"/>
    <w:rsid w:val="00C03139"/>
    <w:rsid w:val="00C03A6E"/>
    <w:rsid w:val="00C05C11"/>
    <w:rsid w:val="00C13860"/>
    <w:rsid w:val="00C14698"/>
    <w:rsid w:val="00C15981"/>
    <w:rsid w:val="00C226C0"/>
    <w:rsid w:val="00C22D8F"/>
    <w:rsid w:val="00C23FB5"/>
    <w:rsid w:val="00C24A6A"/>
    <w:rsid w:val="00C24E0E"/>
    <w:rsid w:val="00C2573F"/>
    <w:rsid w:val="00C3030A"/>
    <w:rsid w:val="00C30CA8"/>
    <w:rsid w:val="00C31203"/>
    <w:rsid w:val="00C33D7C"/>
    <w:rsid w:val="00C33E92"/>
    <w:rsid w:val="00C3492B"/>
    <w:rsid w:val="00C365DA"/>
    <w:rsid w:val="00C36679"/>
    <w:rsid w:val="00C4162B"/>
    <w:rsid w:val="00C42FE6"/>
    <w:rsid w:val="00C44F6A"/>
    <w:rsid w:val="00C51B48"/>
    <w:rsid w:val="00C52BF0"/>
    <w:rsid w:val="00C53FFF"/>
    <w:rsid w:val="00C54E22"/>
    <w:rsid w:val="00C54E6D"/>
    <w:rsid w:val="00C56FB9"/>
    <w:rsid w:val="00C61218"/>
    <w:rsid w:val="00C6198E"/>
    <w:rsid w:val="00C64180"/>
    <w:rsid w:val="00C67506"/>
    <w:rsid w:val="00C708EA"/>
    <w:rsid w:val="00C711EA"/>
    <w:rsid w:val="00C71821"/>
    <w:rsid w:val="00C73385"/>
    <w:rsid w:val="00C770CE"/>
    <w:rsid w:val="00C778A5"/>
    <w:rsid w:val="00C81912"/>
    <w:rsid w:val="00C86957"/>
    <w:rsid w:val="00C900AC"/>
    <w:rsid w:val="00C90459"/>
    <w:rsid w:val="00C94236"/>
    <w:rsid w:val="00C9451A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6F25"/>
    <w:rsid w:val="00CB7684"/>
    <w:rsid w:val="00CC0FDE"/>
    <w:rsid w:val="00CC11FB"/>
    <w:rsid w:val="00CC2699"/>
    <w:rsid w:val="00CC7C8F"/>
    <w:rsid w:val="00CD1383"/>
    <w:rsid w:val="00CD1FC4"/>
    <w:rsid w:val="00CE0C6A"/>
    <w:rsid w:val="00CE1C97"/>
    <w:rsid w:val="00CE2A6B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341F"/>
    <w:rsid w:val="00D240E8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77C"/>
    <w:rsid w:val="00D61BB3"/>
    <w:rsid w:val="00D67D3D"/>
    <w:rsid w:val="00D721BE"/>
    <w:rsid w:val="00D755BD"/>
    <w:rsid w:val="00D76576"/>
    <w:rsid w:val="00D771F6"/>
    <w:rsid w:val="00D80E63"/>
    <w:rsid w:val="00D82632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53A8"/>
    <w:rsid w:val="00DA7BD2"/>
    <w:rsid w:val="00DB04B5"/>
    <w:rsid w:val="00DB1800"/>
    <w:rsid w:val="00DB2B1C"/>
    <w:rsid w:val="00DB333A"/>
    <w:rsid w:val="00DB5245"/>
    <w:rsid w:val="00DB5880"/>
    <w:rsid w:val="00DB58AA"/>
    <w:rsid w:val="00DB60B6"/>
    <w:rsid w:val="00DB6450"/>
    <w:rsid w:val="00DC31D8"/>
    <w:rsid w:val="00DC430B"/>
    <w:rsid w:val="00DC4B18"/>
    <w:rsid w:val="00DC55C8"/>
    <w:rsid w:val="00DC60F1"/>
    <w:rsid w:val="00DD10A4"/>
    <w:rsid w:val="00DD22E7"/>
    <w:rsid w:val="00DD3D78"/>
    <w:rsid w:val="00DD46F3"/>
    <w:rsid w:val="00DD5E70"/>
    <w:rsid w:val="00DE3429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4E3D"/>
    <w:rsid w:val="00E05363"/>
    <w:rsid w:val="00E125E0"/>
    <w:rsid w:val="00E14B33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0B50"/>
    <w:rsid w:val="00EA0BE4"/>
    <w:rsid w:val="00EA23AF"/>
    <w:rsid w:val="00EA38DB"/>
    <w:rsid w:val="00EA5C0E"/>
    <w:rsid w:val="00EA69AC"/>
    <w:rsid w:val="00EA6A2E"/>
    <w:rsid w:val="00EA6EC7"/>
    <w:rsid w:val="00EA72DC"/>
    <w:rsid w:val="00EA7DA0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2A5"/>
    <w:rsid w:val="00EC068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D4ABC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6E60"/>
    <w:rsid w:val="00F1715C"/>
    <w:rsid w:val="00F207F3"/>
    <w:rsid w:val="00F21EDB"/>
    <w:rsid w:val="00F23487"/>
    <w:rsid w:val="00F24845"/>
    <w:rsid w:val="00F30DFC"/>
    <w:rsid w:val="00F310F8"/>
    <w:rsid w:val="00F310FA"/>
    <w:rsid w:val="00F331C1"/>
    <w:rsid w:val="00F343AA"/>
    <w:rsid w:val="00F35939"/>
    <w:rsid w:val="00F4176C"/>
    <w:rsid w:val="00F4259E"/>
    <w:rsid w:val="00F43984"/>
    <w:rsid w:val="00F439A0"/>
    <w:rsid w:val="00F45607"/>
    <w:rsid w:val="00F461F4"/>
    <w:rsid w:val="00F4722B"/>
    <w:rsid w:val="00F52698"/>
    <w:rsid w:val="00F54432"/>
    <w:rsid w:val="00F55CE8"/>
    <w:rsid w:val="00F56F75"/>
    <w:rsid w:val="00F606EE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5F2A"/>
    <w:rsid w:val="00F77C5F"/>
    <w:rsid w:val="00F82B00"/>
    <w:rsid w:val="00F832AA"/>
    <w:rsid w:val="00F83321"/>
    <w:rsid w:val="00F83AE6"/>
    <w:rsid w:val="00F84891"/>
    <w:rsid w:val="00F85B8B"/>
    <w:rsid w:val="00F8680A"/>
    <w:rsid w:val="00F86BA6"/>
    <w:rsid w:val="00F8788B"/>
    <w:rsid w:val="00F92E3A"/>
    <w:rsid w:val="00F93A94"/>
    <w:rsid w:val="00FA0456"/>
    <w:rsid w:val="00FA17DD"/>
    <w:rsid w:val="00FA21D3"/>
    <w:rsid w:val="00FA2DA0"/>
    <w:rsid w:val="00FA5522"/>
    <w:rsid w:val="00FB5DE8"/>
    <w:rsid w:val="00FB6342"/>
    <w:rsid w:val="00FB6C97"/>
    <w:rsid w:val="00FC19D6"/>
    <w:rsid w:val="00FC3C9B"/>
    <w:rsid w:val="00FC6389"/>
    <w:rsid w:val="00FC6B75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E74F5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tabs>
        <w:tab w:val="clear" w:pos="2580"/>
        <w:tab w:val="num" w:pos="737"/>
      </w:tabs>
      <w:spacing w:after="120" w:line="264" w:lineRule="auto"/>
      <w:ind w:left="737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0745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otoupal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43095"/>
    <w:rsid w:val="00082D50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D1CE3"/>
    <w:rsid w:val="00553D37"/>
    <w:rsid w:val="005A5A36"/>
    <w:rsid w:val="005B1DD6"/>
    <w:rsid w:val="005C446F"/>
    <w:rsid w:val="00641106"/>
    <w:rsid w:val="007263AB"/>
    <w:rsid w:val="007A54EE"/>
    <w:rsid w:val="007C04C2"/>
    <w:rsid w:val="007C185D"/>
    <w:rsid w:val="008417F1"/>
    <w:rsid w:val="0088762F"/>
    <w:rsid w:val="008F69B2"/>
    <w:rsid w:val="00913853"/>
    <w:rsid w:val="00A13EDF"/>
    <w:rsid w:val="00A255A8"/>
    <w:rsid w:val="00A57052"/>
    <w:rsid w:val="00A57B8D"/>
    <w:rsid w:val="00A6314C"/>
    <w:rsid w:val="00A66753"/>
    <w:rsid w:val="00A7139D"/>
    <w:rsid w:val="00AC66BA"/>
    <w:rsid w:val="00B00FA3"/>
    <w:rsid w:val="00B16F27"/>
    <w:rsid w:val="00B30CC9"/>
    <w:rsid w:val="00B330BB"/>
    <w:rsid w:val="00B51284"/>
    <w:rsid w:val="00B642BC"/>
    <w:rsid w:val="00BF7EAF"/>
    <w:rsid w:val="00C4354E"/>
    <w:rsid w:val="00C710FC"/>
    <w:rsid w:val="00CF3DC6"/>
    <w:rsid w:val="00D60657"/>
    <w:rsid w:val="00DA36A4"/>
    <w:rsid w:val="00EC1FE9"/>
    <w:rsid w:val="00F0550C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95663D5-D50D-473C-80B6-426654C1276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39</TotalTime>
  <Pages>16</Pages>
  <Words>6384</Words>
  <Characters>37668</Characters>
  <Application>Microsoft Office Word</Application>
  <DocSecurity>0</DocSecurity>
  <Lines>313</Lines>
  <Paragraphs>87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43965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Jüttnerová Andrea, Mgr.</cp:lastModifiedBy>
  <cp:revision>6</cp:revision>
  <cp:lastPrinted>2023-06-14T04:42:00Z</cp:lastPrinted>
  <dcterms:created xsi:type="dcterms:W3CDTF">2023-07-03T12:14:00Z</dcterms:created>
  <dcterms:modified xsi:type="dcterms:W3CDTF">2023-07-10T12:09:00Z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